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780C6" w14:textId="77777777" w:rsidR="000D79BC" w:rsidRPr="00EA2CF7" w:rsidRDefault="000D79BC" w:rsidP="000D79BC">
      <w:pPr>
        <w:pStyle w:val="a3"/>
        <w:ind w:firstLine="7440"/>
        <w:rPr>
          <w:rFonts w:ascii="Times New Roman" w:hAnsi="Times New Roman"/>
          <w:color w:val="000000"/>
          <w:sz w:val="16"/>
        </w:rPr>
      </w:pPr>
      <w:bookmarkStart w:id="0" w:name="F6A"/>
      <w:r>
        <w:rPr>
          <w:rFonts w:ascii="Times New Roman" w:hAnsi="Times New Roman"/>
          <w:color w:val="000000"/>
          <w:sz w:val="16"/>
        </w:rPr>
        <w:t xml:space="preserve">Согласно </w:t>
      </w:r>
      <w:proofErr w:type="spellStart"/>
      <w:r>
        <w:rPr>
          <w:rFonts w:ascii="Times New Roman" w:hAnsi="Times New Roman"/>
          <w:color w:val="000000"/>
          <w:sz w:val="16"/>
        </w:rPr>
        <w:t>письмуМинсельхозпрода</w:t>
      </w:r>
      <w:proofErr w:type="spellEnd"/>
      <w:r>
        <w:rPr>
          <w:rFonts w:ascii="Times New Roman" w:hAnsi="Times New Roman"/>
          <w:color w:val="000000"/>
          <w:sz w:val="16"/>
        </w:rPr>
        <w:t xml:space="preserve"> РБ </w:t>
      </w:r>
    </w:p>
    <w:p w14:paraId="7444071D" w14:textId="77777777" w:rsidR="000D79BC" w:rsidRPr="00923D2F" w:rsidRDefault="000D79BC" w:rsidP="000D79BC">
      <w:pPr>
        <w:pStyle w:val="a3"/>
        <w:ind w:firstLine="7440"/>
        <w:rPr>
          <w:rFonts w:ascii="Times New Roman" w:hAnsi="Times New Roman"/>
          <w:color w:val="000000"/>
          <w:sz w:val="16"/>
        </w:rPr>
      </w:pPr>
      <w:r>
        <w:rPr>
          <w:rFonts w:ascii="Times New Roman" w:hAnsi="Times New Roman"/>
          <w:color w:val="000000"/>
          <w:sz w:val="16"/>
        </w:rPr>
        <w:t xml:space="preserve">для </w:t>
      </w:r>
      <w:r>
        <w:rPr>
          <w:rFonts w:ascii="Times New Roman" w:hAnsi="Times New Roman"/>
          <w:sz w:val="16"/>
          <w:szCs w:val="16"/>
        </w:rPr>
        <w:t>годовой</w:t>
      </w:r>
      <w:r w:rsidRPr="002322F0">
        <w:rPr>
          <w:rFonts w:ascii="Times New Roman" w:hAnsi="Times New Roman"/>
          <w:sz w:val="16"/>
          <w:szCs w:val="16"/>
        </w:rPr>
        <w:t xml:space="preserve"> отчетности </w:t>
      </w:r>
      <w:r>
        <w:rPr>
          <w:rFonts w:ascii="Times New Roman" w:hAnsi="Times New Roman"/>
          <w:sz w:val="16"/>
          <w:szCs w:val="16"/>
        </w:rPr>
        <w:t xml:space="preserve">за </w:t>
      </w:r>
      <w:r w:rsidRPr="002322F0">
        <w:rPr>
          <w:rFonts w:ascii="Times New Roman" w:hAnsi="Times New Roman"/>
          <w:sz w:val="16"/>
          <w:szCs w:val="16"/>
        </w:rPr>
        <w:t>201</w:t>
      </w:r>
      <w:r w:rsidR="007874CC" w:rsidRPr="007874CC">
        <w:rPr>
          <w:rFonts w:ascii="Times New Roman" w:hAnsi="Times New Roman"/>
          <w:sz w:val="16"/>
          <w:szCs w:val="16"/>
        </w:rPr>
        <w:t>9</w:t>
      </w:r>
      <w:r w:rsidRPr="002322F0">
        <w:rPr>
          <w:rFonts w:ascii="Times New Roman" w:hAnsi="Times New Roman"/>
          <w:sz w:val="16"/>
          <w:szCs w:val="16"/>
        </w:rPr>
        <w:t>г</w:t>
      </w:r>
      <w:r>
        <w:rPr>
          <w:rFonts w:ascii="Times New Roman" w:hAnsi="Times New Roman"/>
          <w:sz w:val="16"/>
          <w:szCs w:val="16"/>
        </w:rPr>
        <w:t>.</w:t>
      </w:r>
    </w:p>
    <w:p w14:paraId="70D1E5E8" w14:textId="77777777" w:rsidR="000D79BC" w:rsidRPr="00923D2F" w:rsidRDefault="000D79BC" w:rsidP="000D79BC">
      <w:pPr>
        <w:pStyle w:val="a3"/>
        <w:jc w:val="right"/>
        <w:outlineLvl w:val="0"/>
        <w:rPr>
          <w:rFonts w:ascii="Times New Roman" w:hAnsi="Times New Roman"/>
        </w:rPr>
      </w:pPr>
    </w:p>
    <w:p w14:paraId="3F6DF795" w14:textId="77777777" w:rsidR="000D79BC" w:rsidRPr="00923D2F" w:rsidRDefault="000D79BC" w:rsidP="000D79BC">
      <w:pPr>
        <w:pStyle w:val="a3"/>
        <w:jc w:val="right"/>
        <w:outlineLvl w:val="0"/>
        <w:rPr>
          <w:rFonts w:ascii="Times New Roman" w:hAnsi="Times New Roman"/>
        </w:rPr>
      </w:pPr>
    </w:p>
    <w:p w14:paraId="78BFE42B" w14:textId="77777777" w:rsidR="000D79BC" w:rsidRPr="00923D2F" w:rsidRDefault="000D79BC" w:rsidP="000D79BC">
      <w:pPr>
        <w:pStyle w:val="a3"/>
        <w:jc w:val="right"/>
        <w:outlineLvl w:val="0"/>
        <w:rPr>
          <w:rFonts w:ascii="Times New Roman" w:hAnsi="Times New Roman"/>
        </w:rPr>
      </w:pPr>
    </w:p>
    <w:p w14:paraId="74A14C0A" w14:textId="77777777" w:rsidR="000D79BC" w:rsidRPr="00923D2F" w:rsidRDefault="000D79BC" w:rsidP="000D79BC">
      <w:pPr>
        <w:pStyle w:val="a3"/>
        <w:jc w:val="right"/>
        <w:outlineLvl w:val="0"/>
        <w:rPr>
          <w:rFonts w:ascii="Times New Roman" w:hAnsi="Times New Roman"/>
        </w:rPr>
      </w:pPr>
      <w:r w:rsidRPr="00923D2F">
        <w:rPr>
          <w:rFonts w:ascii="Times New Roman" w:hAnsi="Times New Roman"/>
        </w:rPr>
        <w:t>К О Д Ы</w:t>
      </w:r>
    </w:p>
    <w:p w14:paraId="6AEF16BD" w14:textId="77777777" w:rsidR="000D79BC" w:rsidRPr="00923D2F" w:rsidRDefault="000D79BC" w:rsidP="000D79BC">
      <w:pPr>
        <w:pStyle w:val="a3"/>
        <w:outlineLvl w:val="0"/>
        <w:rPr>
          <w:rFonts w:ascii="Times New Roman" w:hAnsi="Times New Roman"/>
          <w:b/>
          <w:sz w:val="24"/>
          <w:szCs w:val="24"/>
        </w:rPr>
      </w:pPr>
      <w:proofErr w:type="gramStart"/>
      <w:r w:rsidRPr="00923D2F">
        <w:rPr>
          <w:rFonts w:ascii="Times New Roman" w:hAnsi="Times New Roman"/>
          <w:b/>
          <w:sz w:val="24"/>
          <w:szCs w:val="24"/>
        </w:rPr>
        <w:t xml:space="preserve">Организация  </w:t>
      </w:r>
      <w:bookmarkStart w:id="1" w:name="title5"/>
      <w:bookmarkEnd w:id="1"/>
      <w:r w:rsidR="003A5AFC" w:rsidRPr="00AC6BE4">
        <w:rPr>
          <w:rFonts w:ascii="Times New Roman" w:hAnsi="Times New Roman"/>
          <w:b/>
          <w:sz w:val="24"/>
          <w:szCs w:val="24"/>
        </w:rPr>
        <w:t>ОАО</w:t>
      </w:r>
      <w:proofErr w:type="gramEnd"/>
      <w:r w:rsidR="003A5AFC">
        <w:rPr>
          <w:rFonts w:ascii="Times New Roman" w:hAnsi="Times New Roman"/>
          <w:b/>
          <w:sz w:val="24"/>
          <w:szCs w:val="24"/>
        </w:rPr>
        <w:t xml:space="preserve"> "ЖАТЕРЕВО"</w:t>
      </w:r>
    </w:p>
    <w:p w14:paraId="71483B48" w14:textId="77777777" w:rsidR="000D79BC" w:rsidRPr="00923D2F" w:rsidRDefault="006B5F31" w:rsidP="000D79BC">
      <w:pPr>
        <w:pStyle w:val="a3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 w14:anchorId="5B0893A2">
          <v:shapetype id="_x0000_t202" coordsize="21600,21600" o:spt="202" path="m,l,21600r21600,l21600,xe">
            <v:stroke joinstyle="miter"/>
            <v:path gradientshapeok="t" o:connecttype="rect"/>
          </v:shapetype>
          <v:shape id="Text Box 20" o:spid="_x0000_s1026" type="#_x0000_t202" style="position:absolute;margin-left:418.25pt;margin-top:-10.25pt;width:105.35pt;height:132.1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" o:allowincell="f" stroked="f">
            <v:textbox>
              <w:txbxContent>
                <w:tbl>
                  <w:tblPr>
                    <w:tblW w:w="1713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713"/>
                  </w:tblGrid>
                  <w:tr w:rsidR="0023336A" w14:paraId="3DCDC280" w14:textId="77777777">
                    <w:trPr>
                      <w:trHeight w:val="567"/>
                      <w:jc w:val="center"/>
                    </w:trPr>
                    <w:tc>
                      <w:tcPr>
                        <w:tcW w:w="1713" w:type="dxa"/>
                      </w:tcPr>
                      <w:p w14:paraId="635E902C" w14:textId="77777777" w:rsidR="0023336A" w:rsidRDefault="0023336A">
                        <w:pPr>
                          <w:rPr>
                            <w:lang w:val="en-US"/>
                          </w:rPr>
                        </w:pPr>
                      </w:p>
                    </w:tc>
                  </w:tr>
                  <w:tr w:rsidR="0023336A" w14:paraId="60613B8E" w14:textId="77777777">
                    <w:trPr>
                      <w:trHeight w:val="567"/>
                      <w:jc w:val="center"/>
                    </w:trPr>
                    <w:tc>
                      <w:tcPr>
                        <w:tcW w:w="1713" w:type="dxa"/>
                      </w:tcPr>
                      <w:p w14:paraId="19AB6C2A" w14:textId="77777777" w:rsidR="0023336A" w:rsidRDefault="0023336A">
                        <w:pPr>
                          <w:rPr>
                            <w:lang w:val="en-US"/>
                          </w:rPr>
                        </w:pPr>
                      </w:p>
                    </w:tc>
                  </w:tr>
                  <w:tr w:rsidR="0023336A" w14:paraId="05D30349" w14:textId="77777777">
                    <w:trPr>
                      <w:trHeight w:val="567"/>
                      <w:jc w:val="center"/>
                    </w:trPr>
                    <w:tc>
                      <w:tcPr>
                        <w:tcW w:w="1713" w:type="dxa"/>
                      </w:tcPr>
                      <w:p w14:paraId="0D36AE8D" w14:textId="77777777" w:rsidR="0023336A" w:rsidRDefault="0023336A"/>
                    </w:tc>
                  </w:tr>
                  <w:tr w:rsidR="0023336A" w14:paraId="0CC0273F" w14:textId="77777777">
                    <w:trPr>
                      <w:trHeight w:val="567"/>
                      <w:jc w:val="center"/>
                    </w:trPr>
                    <w:tc>
                      <w:tcPr>
                        <w:tcW w:w="1713" w:type="dxa"/>
                      </w:tcPr>
                      <w:p w14:paraId="0B31B382" w14:textId="77777777" w:rsidR="0023336A" w:rsidRDefault="0023336A"/>
                    </w:tc>
                  </w:tr>
                </w:tbl>
                <w:p w14:paraId="42AE4506" w14:textId="77777777" w:rsidR="0023336A" w:rsidRPr="001F0920" w:rsidRDefault="0023336A" w:rsidP="000D79BC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14:paraId="7B172546" w14:textId="77777777" w:rsidR="000D79BC" w:rsidRPr="00923D2F" w:rsidRDefault="000D79BC" w:rsidP="000D79BC">
      <w:pPr>
        <w:pStyle w:val="a3"/>
        <w:tabs>
          <w:tab w:val="left" w:pos="6379"/>
        </w:tabs>
        <w:outlineLvl w:val="0"/>
        <w:rPr>
          <w:rFonts w:ascii="Times New Roman" w:hAnsi="Times New Roman"/>
          <w:b/>
          <w:sz w:val="24"/>
          <w:szCs w:val="24"/>
        </w:rPr>
      </w:pPr>
    </w:p>
    <w:p w14:paraId="41FDF2D4" w14:textId="77777777" w:rsidR="000D79BC" w:rsidRPr="00923D2F" w:rsidRDefault="000D79BC" w:rsidP="000D79BC">
      <w:pPr>
        <w:pStyle w:val="a3"/>
        <w:tabs>
          <w:tab w:val="left" w:pos="6379"/>
        </w:tabs>
        <w:outlineLvl w:val="0"/>
        <w:rPr>
          <w:rFonts w:ascii="Times New Roman" w:hAnsi="Times New Roman"/>
          <w:sz w:val="24"/>
          <w:szCs w:val="24"/>
        </w:rPr>
      </w:pPr>
      <w:r w:rsidRPr="00923D2F">
        <w:rPr>
          <w:rFonts w:ascii="Times New Roman" w:hAnsi="Times New Roman"/>
          <w:b/>
          <w:sz w:val="24"/>
          <w:szCs w:val="24"/>
        </w:rPr>
        <w:t xml:space="preserve">Вид </w:t>
      </w:r>
      <w:proofErr w:type="gramStart"/>
      <w:r w:rsidRPr="00923D2F">
        <w:rPr>
          <w:rFonts w:ascii="Times New Roman" w:hAnsi="Times New Roman"/>
          <w:b/>
          <w:sz w:val="24"/>
          <w:szCs w:val="24"/>
        </w:rPr>
        <w:t xml:space="preserve">деятельности  </w:t>
      </w:r>
      <w:bookmarkStart w:id="2" w:name="activity"/>
      <w:bookmarkEnd w:id="2"/>
      <w:r w:rsidR="003A5AFC">
        <w:rPr>
          <w:rFonts w:ascii="Times New Roman" w:hAnsi="Times New Roman"/>
          <w:b/>
          <w:sz w:val="24"/>
          <w:szCs w:val="24"/>
        </w:rPr>
        <w:t>СЕЛЬСКОЕ</w:t>
      </w:r>
      <w:proofErr w:type="gramEnd"/>
      <w:r w:rsidR="003A5AFC">
        <w:rPr>
          <w:rFonts w:ascii="Times New Roman" w:hAnsi="Times New Roman"/>
          <w:b/>
          <w:sz w:val="24"/>
          <w:szCs w:val="24"/>
        </w:rPr>
        <w:t xml:space="preserve"> ХОЗЯЙСТВО</w:t>
      </w:r>
    </w:p>
    <w:p w14:paraId="4659875B" w14:textId="77777777" w:rsidR="000D79BC" w:rsidRPr="00923D2F" w:rsidRDefault="000D79BC" w:rsidP="000D79BC">
      <w:pPr>
        <w:pStyle w:val="a3"/>
        <w:rPr>
          <w:rFonts w:ascii="Times New Roman" w:hAnsi="Times New Roman"/>
          <w:sz w:val="24"/>
          <w:szCs w:val="24"/>
        </w:rPr>
      </w:pPr>
    </w:p>
    <w:p w14:paraId="73AA8DD0" w14:textId="77777777" w:rsidR="000D79BC" w:rsidRPr="00923D2F" w:rsidRDefault="000D79BC" w:rsidP="000D79BC">
      <w:pPr>
        <w:pStyle w:val="a3"/>
        <w:rPr>
          <w:rFonts w:ascii="Times New Roman" w:hAnsi="Times New Roman"/>
          <w:sz w:val="24"/>
          <w:szCs w:val="24"/>
        </w:rPr>
      </w:pPr>
    </w:p>
    <w:p w14:paraId="710F6A02" w14:textId="77777777" w:rsidR="000D79BC" w:rsidRPr="00672AE1" w:rsidRDefault="000D79BC" w:rsidP="000D79BC">
      <w:pPr>
        <w:pStyle w:val="a3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923D2F">
        <w:rPr>
          <w:rFonts w:ascii="Times New Roman" w:hAnsi="Times New Roman"/>
          <w:b/>
          <w:sz w:val="24"/>
          <w:szCs w:val="24"/>
        </w:rPr>
        <w:t>Оpганизационно</w:t>
      </w:r>
      <w:proofErr w:type="spellEnd"/>
      <w:r w:rsidRPr="00923D2F">
        <w:rPr>
          <w:rFonts w:ascii="Times New Roman" w:hAnsi="Times New Roman"/>
          <w:b/>
          <w:sz w:val="24"/>
          <w:szCs w:val="24"/>
        </w:rPr>
        <w:t xml:space="preserve">-правовая форма: </w:t>
      </w:r>
      <w:bookmarkStart w:id="3" w:name="prop_kind"/>
      <w:bookmarkEnd w:id="3"/>
      <w:r w:rsidR="003A5AFC">
        <w:rPr>
          <w:rFonts w:ascii="Times New Roman" w:hAnsi="Times New Roman"/>
          <w:b/>
          <w:sz w:val="24"/>
          <w:szCs w:val="24"/>
        </w:rPr>
        <w:t>КОММУНАЛЬНАЯ</w:t>
      </w:r>
    </w:p>
    <w:p w14:paraId="7762BBE5" w14:textId="77777777" w:rsidR="000D79BC" w:rsidRPr="00923D2F" w:rsidRDefault="000D79BC" w:rsidP="000D79BC">
      <w:pPr>
        <w:pStyle w:val="a3"/>
        <w:rPr>
          <w:rFonts w:ascii="Times New Roman" w:hAnsi="Times New Roman"/>
          <w:sz w:val="24"/>
          <w:szCs w:val="24"/>
        </w:rPr>
      </w:pPr>
    </w:p>
    <w:p w14:paraId="21CF330F" w14:textId="77777777" w:rsidR="000D79BC" w:rsidRPr="00923D2F" w:rsidRDefault="000D79BC" w:rsidP="000D79BC">
      <w:pPr>
        <w:pStyle w:val="a3"/>
        <w:outlineLvl w:val="0"/>
        <w:rPr>
          <w:rFonts w:ascii="Times New Roman" w:hAnsi="Times New Roman"/>
          <w:b/>
          <w:sz w:val="24"/>
          <w:szCs w:val="24"/>
        </w:rPr>
      </w:pPr>
    </w:p>
    <w:p w14:paraId="24E68B76" w14:textId="77777777" w:rsidR="000D79BC" w:rsidRPr="00672AE1" w:rsidRDefault="000D79BC" w:rsidP="000D79BC">
      <w:pPr>
        <w:pStyle w:val="a3"/>
        <w:outlineLvl w:val="0"/>
        <w:rPr>
          <w:rFonts w:ascii="Times New Roman" w:hAnsi="Times New Roman"/>
          <w:b/>
          <w:sz w:val="24"/>
          <w:szCs w:val="24"/>
        </w:rPr>
      </w:pPr>
      <w:r w:rsidRPr="00923D2F">
        <w:rPr>
          <w:rFonts w:ascii="Times New Roman" w:hAnsi="Times New Roman"/>
          <w:b/>
          <w:sz w:val="24"/>
          <w:szCs w:val="24"/>
        </w:rPr>
        <w:t xml:space="preserve">Орган управления:  </w:t>
      </w:r>
    </w:p>
    <w:p w14:paraId="3B80EC82" w14:textId="77777777" w:rsidR="000D79BC" w:rsidRPr="00923D2F" w:rsidRDefault="000D79BC" w:rsidP="000D79BC">
      <w:pPr>
        <w:pStyle w:val="a3"/>
        <w:rPr>
          <w:rFonts w:ascii="Times New Roman" w:hAnsi="Times New Roman"/>
          <w:sz w:val="24"/>
          <w:szCs w:val="24"/>
        </w:rPr>
      </w:pPr>
    </w:p>
    <w:p w14:paraId="5BFE0B5F" w14:textId="77777777" w:rsidR="000D79BC" w:rsidRPr="00923D2F" w:rsidRDefault="000D79BC" w:rsidP="000D79BC">
      <w:pPr>
        <w:pStyle w:val="a3"/>
        <w:rPr>
          <w:rFonts w:ascii="Times New Roman" w:hAnsi="Times New Roman"/>
          <w:sz w:val="24"/>
          <w:szCs w:val="24"/>
        </w:rPr>
      </w:pPr>
    </w:p>
    <w:p w14:paraId="3C0714AD" w14:textId="77777777" w:rsidR="000D79BC" w:rsidRPr="00B305F0" w:rsidRDefault="000D79BC" w:rsidP="000D79BC">
      <w:pPr>
        <w:pStyle w:val="a3"/>
        <w:rPr>
          <w:rFonts w:ascii="Times New Roman" w:hAnsi="Times New Roman"/>
          <w:b/>
          <w:sz w:val="24"/>
          <w:szCs w:val="24"/>
        </w:rPr>
      </w:pPr>
      <w:r w:rsidRPr="00923D2F">
        <w:rPr>
          <w:rFonts w:ascii="Times New Roman" w:hAnsi="Times New Roman"/>
          <w:b/>
          <w:sz w:val="24"/>
          <w:szCs w:val="24"/>
        </w:rPr>
        <w:t>Единица измерения:</w:t>
      </w:r>
      <w:r>
        <w:rPr>
          <w:rFonts w:ascii="Times New Roman" w:hAnsi="Times New Roman"/>
          <w:b/>
          <w:sz w:val="24"/>
          <w:szCs w:val="24"/>
        </w:rPr>
        <w:t xml:space="preserve"> тыс</w:t>
      </w:r>
      <w:r w:rsidRPr="000D79B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руб</w:t>
      </w:r>
      <w:r w:rsidRPr="000D79BC">
        <w:rPr>
          <w:rFonts w:ascii="Times New Roman" w:hAnsi="Times New Roman"/>
          <w:b/>
          <w:sz w:val="24"/>
          <w:szCs w:val="24"/>
        </w:rPr>
        <w:t>.</w:t>
      </w:r>
    </w:p>
    <w:p w14:paraId="76B11087" w14:textId="77777777" w:rsidR="000D79BC" w:rsidRPr="00923D2F" w:rsidRDefault="000D79BC" w:rsidP="000D79BC">
      <w:pPr>
        <w:pStyle w:val="a3"/>
        <w:rPr>
          <w:rFonts w:ascii="Times New Roman" w:hAnsi="Times New Roman"/>
          <w:sz w:val="24"/>
          <w:szCs w:val="24"/>
        </w:rPr>
      </w:pPr>
    </w:p>
    <w:p w14:paraId="01D40987" w14:textId="77777777" w:rsidR="000D79BC" w:rsidRPr="00923D2F" w:rsidRDefault="000D79BC" w:rsidP="000D79BC">
      <w:pPr>
        <w:pStyle w:val="a3"/>
        <w:rPr>
          <w:rFonts w:ascii="Times New Roman" w:hAnsi="Times New Roman"/>
          <w:sz w:val="24"/>
          <w:szCs w:val="24"/>
        </w:rPr>
      </w:pPr>
    </w:p>
    <w:p w14:paraId="3E7E2489" w14:textId="77777777" w:rsidR="000D79BC" w:rsidRPr="00923D2F" w:rsidRDefault="000D79BC" w:rsidP="000D79BC">
      <w:pPr>
        <w:pStyle w:val="a3"/>
        <w:outlineLvl w:val="0"/>
        <w:rPr>
          <w:rFonts w:ascii="Times New Roman" w:hAnsi="Times New Roman"/>
          <w:sz w:val="24"/>
          <w:szCs w:val="24"/>
        </w:rPr>
      </w:pPr>
      <w:r w:rsidRPr="00923D2F">
        <w:rPr>
          <w:rFonts w:ascii="Times New Roman" w:hAnsi="Times New Roman"/>
          <w:b/>
          <w:sz w:val="24"/>
          <w:szCs w:val="24"/>
        </w:rPr>
        <w:t xml:space="preserve">Адрес   </w:t>
      </w:r>
      <w:bookmarkStart w:id="4" w:name="address"/>
      <w:bookmarkEnd w:id="4"/>
      <w:r w:rsidR="003A5AFC">
        <w:rPr>
          <w:rFonts w:ascii="Times New Roman" w:hAnsi="Times New Roman"/>
          <w:b/>
          <w:sz w:val="24"/>
          <w:szCs w:val="24"/>
        </w:rPr>
        <w:t xml:space="preserve">222695 Минская обл., </w:t>
      </w:r>
      <w:proofErr w:type="spellStart"/>
      <w:r w:rsidR="003A5AFC">
        <w:rPr>
          <w:rFonts w:ascii="Times New Roman" w:hAnsi="Times New Roman"/>
          <w:b/>
          <w:sz w:val="24"/>
          <w:szCs w:val="24"/>
        </w:rPr>
        <w:t>Столбцовский</w:t>
      </w:r>
      <w:proofErr w:type="spellEnd"/>
      <w:r w:rsidR="003A5AFC">
        <w:rPr>
          <w:rFonts w:ascii="Times New Roman" w:hAnsi="Times New Roman"/>
          <w:b/>
          <w:sz w:val="24"/>
          <w:szCs w:val="24"/>
        </w:rPr>
        <w:t xml:space="preserve"> р-н. </w:t>
      </w:r>
      <w:proofErr w:type="spellStart"/>
      <w:r w:rsidR="003A5AFC">
        <w:rPr>
          <w:rFonts w:ascii="Times New Roman" w:hAnsi="Times New Roman"/>
          <w:b/>
          <w:sz w:val="24"/>
          <w:szCs w:val="24"/>
        </w:rPr>
        <w:t>д.Горки</w:t>
      </w:r>
      <w:proofErr w:type="spellEnd"/>
      <w:r w:rsidRPr="00923D2F">
        <w:rPr>
          <w:rFonts w:ascii="Times New Roman" w:hAnsi="Times New Roman"/>
          <w:b/>
          <w:sz w:val="24"/>
          <w:szCs w:val="24"/>
        </w:rPr>
        <w:t xml:space="preserve">   тел.  </w:t>
      </w:r>
    </w:p>
    <w:p w14:paraId="084C60DC" w14:textId="77777777" w:rsidR="000D79BC" w:rsidRPr="00923D2F" w:rsidRDefault="000D79BC" w:rsidP="000D79BC">
      <w:pPr>
        <w:pStyle w:val="a3"/>
        <w:jc w:val="center"/>
        <w:rPr>
          <w:rFonts w:ascii="Times New Roman" w:hAnsi="Times New Roman"/>
        </w:rPr>
      </w:pPr>
    </w:p>
    <w:p w14:paraId="752C8E2B" w14:textId="77777777" w:rsidR="000D79BC" w:rsidRPr="00923D2F" w:rsidRDefault="000D79BC" w:rsidP="000D79BC">
      <w:pPr>
        <w:pStyle w:val="a3"/>
        <w:jc w:val="center"/>
        <w:rPr>
          <w:rFonts w:ascii="Times New Roman" w:hAnsi="Times New Roman"/>
        </w:rPr>
      </w:pPr>
    </w:p>
    <w:p w14:paraId="4956F4F1" w14:textId="77777777" w:rsidR="000D79BC" w:rsidRPr="00923D2F" w:rsidRDefault="000D79BC" w:rsidP="000D79BC">
      <w:pPr>
        <w:pStyle w:val="a3"/>
        <w:jc w:val="center"/>
        <w:rPr>
          <w:rFonts w:ascii="Times New Roman" w:hAnsi="Times New Roman"/>
        </w:rPr>
      </w:pPr>
    </w:p>
    <w:p w14:paraId="27FF9BFE" w14:textId="77777777" w:rsidR="000D79BC" w:rsidRPr="00923D2F" w:rsidRDefault="000D79BC" w:rsidP="000D79BC">
      <w:pPr>
        <w:pStyle w:val="a3"/>
        <w:jc w:val="center"/>
        <w:rPr>
          <w:rFonts w:ascii="Times New Roman" w:hAnsi="Times New Roman"/>
        </w:rPr>
      </w:pPr>
    </w:p>
    <w:p w14:paraId="14101BF8" w14:textId="77777777" w:rsidR="000D79BC" w:rsidRPr="00923D2F" w:rsidRDefault="000D79BC" w:rsidP="000D79BC">
      <w:pPr>
        <w:pStyle w:val="a3"/>
        <w:jc w:val="center"/>
        <w:rPr>
          <w:rFonts w:ascii="Times New Roman" w:hAnsi="Times New Roman"/>
        </w:rPr>
      </w:pPr>
    </w:p>
    <w:p w14:paraId="490DB184" w14:textId="77777777" w:rsidR="000D79BC" w:rsidRPr="00923D2F" w:rsidRDefault="000D79BC" w:rsidP="000D79BC">
      <w:pPr>
        <w:pStyle w:val="a3"/>
        <w:jc w:val="center"/>
        <w:outlineLvl w:val="0"/>
        <w:rPr>
          <w:rFonts w:ascii="Times New Roman" w:hAnsi="Times New Roman"/>
          <w:b/>
          <w:sz w:val="44"/>
        </w:rPr>
      </w:pPr>
      <w:r w:rsidRPr="00923D2F">
        <w:rPr>
          <w:rFonts w:ascii="Times New Roman" w:hAnsi="Times New Roman"/>
          <w:b/>
          <w:sz w:val="44"/>
        </w:rPr>
        <w:t>ОТЧЕТ</w:t>
      </w:r>
    </w:p>
    <w:p w14:paraId="2D5FE62D" w14:textId="77777777" w:rsidR="000D79BC" w:rsidRPr="00923D2F" w:rsidRDefault="000D79BC" w:rsidP="000D79BC">
      <w:pPr>
        <w:pStyle w:val="a3"/>
        <w:jc w:val="center"/>
        <w:rPr>
          <w:rFonts w:ascii="Times New Roman" w:hAnsi="Times New Roman"/>
        </w:rPr>
      </w:pPr>
    </w:p>
    <w:p w14:paraId="530E224A" w14:textId="77777777" w:rsidR="000D79BC" w:rsidRPr="00923D2F" w:rsidRDefault="000D79BC" w:rsidP="000D79BC">
      <w:pPr>
        <w:pStyle w:val="a3"/>
        <w:jc w:val="center"/>
        <w:outlineLvl w:val="0"/>
        <w:rPr>
          <w:rFonts w:ascii="Times New Roman" w:hAnsi="Times New Roman"/>
          <w:sz w:val="24"/>
        </w:rPr>
      </w:pPr>
      <w:r w:rsidRPr="00923D2F">
        <w:rPr>
          <w:rFonts w:ascii="Times New Roman" w:hAnsi="Times New Roman"/>
          <w:sz w:val="24"/>
        </w:rPr>
        <w:t>ПPЕДПPИЯТИЯ (ОPГАHИЗАЦИИ)</w:t>
      </w:r>
    </w:p>
    <w:p w14:paraId="604657D5" w14:textId="77777777" w:rsidR="000D79BC" w:rsidRPr="00923D2F" w:rsidRDefault="000D79BC" w:rsidP="000D79B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05A47640" w14:textId="77777777" w:rsidR="000D79BC" w:rsidRPr="00923D2F" w:rsidRDefault="000D79BC" w:rsidP="000D79B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1592FFF" w14:textId="77777777" w:rsidR="000D79BC" w:rsidRPr="00923D2F" w:rsidRDefault="003A5AFC" w:rsidP="000D79BC">
      <w:pPr>
        <w:pStyle w:val="a3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5" w:name="title1"/>
      <w:bookmarkEnd w:id="5"/>
      <w:r w:rsidRPr="00AC6BE4">
        <w:rPr>
          <w:rFonts w:ascii="Times New Roman" w:hAnsi="Times New Roman"/>
          <w:b/>
          <w:sz w:val="24"/>
          <w:szCs w:val="24"/>
        </w:rPr>
        <w:t>ОАО</w:t>
      </w:r>
      <w:r>
        <w:rPr>
          <w:rFonts w:ascii="Times New Roman" w:hAnsi="Times New Roman"/>
          <w:b/>
          <w:sz w:val="24"/>
          <w:szCs w:val="24"/>
        </w:rPr>
        <w:t xml:space="preserve"> "ЖАТЕРЕВО"</w:t>
      </w:r>
    </w:p>
    <w:p w14:paraId="25930CB3" w14:textId="77777777" w:rsidR="000D79BC" w:rsidRPr="00923D2F" w:rsidRDefault="000D79BC" w:rsidP="000D79BC">
      <w:pPr>
        <w:pStyle w:val="a3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155AF84F" w14:textId="77777777" w:rsidR="000D79BC" w:rsidRPr="00923D2F" w:rsidRDefault="000D79BC" w:rsidP="000D79BC">
      <w:pPr>
        <w:pStyle w:val="a3"/>
        <w:jc w:val="center"/>
        <w:rPr>
          <w:rFonts w:ascii="Times New Roman" w:hAnsi="Times New Roman"/>
        </w:rPr>
      </w:pPr>
    </w:p>
    <w:p w14:paraId="5DF4BAE6" w14:textId="77777777" w:rsidR="000D79BC" w:rsidRPr="00923D2F" w:rsidRDefault="000D79BC" w:rsidP="000D79BC">
      <w:pPr>
        <w:pStyle w:val="a3"/>
        <w:jc w:val="center"/>
        <w:rPr>
          <w:rFonts w:ascii="Times New Roman" w:hAnsi="Times New Roman"/>
        </w:rPr>
      </w:pPr>
    </w:p>
    <w:p w14:paraId="10B2FF58" w14:textId="12B0C856" w:rsidR="000D79BC" w:rsidRPr="00923D2F" w:rsidRDefault="000D79BC" w:rsidP="000D79BC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  <w:r w:rsidRPr="00923D2F">
        <w:rPr>
          <w:rFonts w:ascii="Times New Roman" w:hAnsi="Times New Roman"/>
          <w:b/>
          <w:sz w:val="40"/>
          <w:szCs w:val="40"/>
        </w:rPr>
        <w:t xml:space="preserve">за </w:t>
      </w:r>
      <w:r w:rsidR="00BA75E8">
        <w:rPr>
          <w:rFonts w:ascii="Times New Roman" w:hAnsi="Times New Roman"/>
          <w:b/>
          <w:sz w:val="40"/>
          <w:szCs w:val="40"/>
        </w:rPr>
        <w:t>202</w:t>
      </w:r>
      <w:r w:rsidR="002431E9">
        <w:rPr>
          <w:rFonts w:ascii="Times New Roman" w:hAnsi="Times New Roman"/>
          <w:b/>
          <w:sz w:val="40"/>
          <w:szCs w:val="40"/>
        </w:rPr>
        <w:t>3</w:t>
      </w:r>
      <w:r w:rsidRPr="00923D2F">
        <w:rPr>
          <w:rFonts w:ascii="Times New Roman" w:hAnsi="Times New Roman"/>
          <w:b/>
          <w:sz w:val="40"/>
          <w:szCs w:val="40"/>
        </w:rPr>
        <w:t xml:space="preserve"> год</w:t>
      </w:r>
    </w:p>
    <w:p w14:paraId="3DFA9B20" w14:textId="77777777" w:rsidR="000D79BC" w:rsidRPr="00923D2F" w:rsidRDefault="000D79BC" w:rsidP="000D79BC">
      <w:pPr>
        <w:pStyle w:val="a3"/>
        <w:rPr>
          <w:rFonts w:ascii="Times New Roman" w:hAnsi="Times New Roman"/>
        </w:rPr>
      </w:pPr>
    </w:p>
    <w:p w14:paraId="521DF164" w14:textId="77777777" w:rsidR="000D79BC" w:rsidRPr="00923D2F" w:rsidRDefault="000D79BC" w:rsidP="000D79BC">
      <w:pPr>
        <w:pStyle w:val="a3"/>
        <w:rPr>
          <w:rFonts w:ascii="Times New Roman" w:hAnsi="Times New Roman"/>
        </w:rPr>
      </w:pPr>
    </w:p>
    <w:p w14:paraId="61C27034" w14:textId="77777777" w:rsidR="000D79BC" w:rsidRPr="00923D2F" w:rsidRDefault="000D79BC" w:rsidP="000D79BC">
      <w:pPr>
        <w:pStyle w:val="a3"/>
        <w:rPr>
          <w:rFonts w:ascii="Times New Roman" w:hAnsi="Times New Roman"/>
          <w:sz w:val="24"/>
        </w:rPr>
      </w:pPr>
    </w:p>
    <w:p w14:paraId="7B5763C9" w14:textId="77777777" w:rsidR="000D79BC" w:rsidRPr="00923D2F" w:rsidRDefault="000D79BC" w:rsidP="000D79BC">
      <w:pPr>
        <w:pStyle w:val="a3"/>
        <w:rPr>
          <w:rFonts w:ascii="Times New Roman" w:hAnsi="Times New Roman"/>
          <w:sz w:val="24"/>
        </w:rPr>
      </w:pPr>
    </w:p>
    <w:p w14:paraId="629C219C" w14:textId="77777777" w:rsidR="000D79BC" w:rsidRPr="00923D2F" w:rsidRDefault="000D79BC" w:rsidP="000D79BC">
      <w:pPr>
        <w:pStyle w:val="a3"/>
        <w:jc w:val="right"/>
        <w:outlineLvl w:val="0"/>
        <w:rPr>
          <w:rFonts w:ascii="Times New Roman" w:hAnsi="Times New Roman"/>
          <w:sz w:val="24"/>
        </w:rPr>
      </w:pPr>
      <w:r w:rsidRPr="00923D2F">
        <w:rPr>
          <w:rFonts w:ascii="Times New Roman" w:hAnsi="Times New Roman"/>
          <w:sz w:val="24"/>
        </w:rPr>
        <w:t>ДАТА ВЫСЫЛКИ</w:t>
      </w:r>
    </w:p>
    <w:p w14:paraId="1AC246CD" w14:textId="77777777" w:rsidR="000D79BC" w:rsidRPr="00923D2F" w:rsidRDefault="000D79BC" w:rsidP="000D79BC">
      <w:pPr>
        <w:pStyle w:val="a3"/>
        <w:jc w:val="right"/>
        <w:outlineLvl w:val="0"/>
        <w:rPr>
          <w:rFonts w:ascii="Times New Roman" w:hAnsi="Times New Roman"/>
          <w:sz w:val="24"/>
        </w:rPr>
      </w:pPr>
    </w:p>
    <w:p w14:paraId="2A22D3E2" w14:textId="77777777" w:rsidR="000D79BC" w:rsidRPr="00923D2F" w:rsidRDefault="000D79BC" w:rsidP="000D79BC">
      <w:pPr>
        <w:pStyle w:val="a3"/>
        <w:jc w:val="right"/>
        <w:rPr>
          <w:rFonts w:ascii="Times New Roman" w:hAnsi="Times New Roman"/>
          <w:sz w:val="24"/>
        </w:rPr>
      </w:pPr>
      <w:r w:rsidRPr="00923D2F">
        <w:rPr>
          <w:rFonts w:ascii="Times New Roman" w:hAnsi="Times New Roman"/>
          <w:sz w:val="24"/>
        </w:rPr>
        <w:t>ДАТА ПОЛУЧЕHИЯ</w:t>
      </w:r>
      <w:r w:rsidRPr="00923D2F">
        <w:rPr>
          <w:rFonts w:ascii="Times New Roman" w:hAnsi="Times New Roman"/>
          <w:sz w:val="24"/>
        </w:rPr>
        <w:cr/>
      </w:r>
      <w:r w:rsidRPr="00923D2F">
        <w:rPr>
          <w:rFonts w:ascii="Times New Roman" w:hAnsi="Times New Roman"/>
          <w:sz w:val="24"/>
        </w:rPr>
        <w:cr/>
        <w:t>СРОК ПРЕДСТАВЛЕHИЯ</w:t>
      </w:r>
    </w:p>
    <w:p w14:paraId="15273B6D" w14:textId="77777777" w:rsidR="000D79BC" w:rsidRDefault="000D79BC" w:rsidP="000D79BC">
      <w:pPr>
        <w:pStyle w:val="a3"/>
        <w:tabs>
          <w:tab w:val="right" w:pos="10206"/>
        </w:tabs>
        <w:outlineLvl w:val="0"/>
        <w:rPr>
          <w:rFonts w:ascii="Times New Roman" w:hAnsi="Times New Roman"/>
        </w:rPr>
      </w:pPr>
    </w:p>
    <w:p w14:paraId="1D1F9287" w14:textId="77777777" w:rsidR="000D79BC" w:rsidRDefault="000D79BC" w:rsidP="000D79BC">
      <w:pPr>
        <w:pStyle w:val="a3"/>
        <w:tabs>
          <w:tab w:val="left" w:pos="2115"/>
        </w:tabs>
        <w:outlineLvl w:val="0"/>
      </w:pPr>
      <w:r>
        <w:tab/>
      </w:r>
    </w:p>
    <w:p w14:paraId="5F44F4EC" w14:textId="77777777" w:rsidR="000D79BC" w:rsidRPr="00923D2F" w:rsidRDefault="000D79BC" w:rsidP="000D79BC">
      <w:pPr>
        <w:pStyle w:val="a3"/>
        <w:tabs>
          <w:tab w:val="right" w:pos="10206"/>
        </w:tabs>
        <w:outlineLvl w:val="0"/>
        <w:rPr>
          <w:rFonts w:ascii="Times New Roman" w:hAnsi="Times New Roman"/>
        </w:rPr>
      </w:pPr>
      <w:r w:rsidRPr="00923D2F">
        <w:rPr>
          <w:rFonts w:ascii="Times New Roman" w:hAnsi="Times New Roman"/>
        </w:rPr>
        <w:br w:type="page"/>
      </w:r>
      <w:bookmarkStart w:id="6" w:name="f0"/>
    </w:p>
    <w:p w14:paraId="7374DE31" w14:textId="77777777" w:rsidR="000D79BC" w:rsidRPr="00DF7104" w:rsidRDefault="000D79BC" w:rsidP="00AA075C">
      <w:pPr>
        <w:pStyle w:val="a3"/>
        <w:widowControl w:val="0"/>
        <w:tabs>
          <w:tab w:val="right" w:pos="10206"/>
        </w:tabs>
        <w:ind w:left="7088"/>
        <w:outlineLvl w:val="0"/>
        <w:rPr>
          <w:rFonts w:ascii="Times New Roman" w:hAnsi="Times New Roman"/>
          <w:sz w:val="16"/>
          <w:szCs w:val="16"/>
        </w:rPr>
      </w:pPr>
      <w:bookmarkStart w:id="7" w:name="f6"/>
      <w:bookmarkEnd w:id="6"/>
      <w:r w:rsidRPr="000D79BC">
        <w:rPr>
          <w:rFonts w:ascii="Times New Roman" w:hAnsi="Times New Roman"/>
          <w:sz w:val="16"/>
          <w:szCs w:val="16"/>
        </w:rPr>
        <w:lastRenderedPageBreak/>
        <w:t xml:space="preserve">Утверждено письмом Минсельхозпрода Республики Беларусь для годовой отчетности за </w:t>
      </w:r>
      <w:r w:rsidR="007874CC">
        <w:rPr>
          <w:rFonts w:ascii="Times New Roman" w:hAnsi="Times New Roman"/>
          <w:sz w:val="16"/>
          <w:szCs w:val="16"/>
        </w:rPr>
        <w:t>2019</w:t>
      </w:r>
      <w:r w:rsidRPr="000D79BC">
        <w:rPr>
          <w:rFonts w:ascii="Times New Roman" w:hAnsi="Times New Roman"/>
          <w:sz w:val="16"/>
          <w:szCs w:val="16"/>
        </w:rPr>
        <w:t>г</w:t>
      </w:r>
      <w:r>
        <w:rPr>
          <w:rFonts w:ascii="Times New Roman" w:hAnsi="Times New Roman"/>
          <w:sz w:val="16"/>
          <w:szCs w:val="16"/>
        </w:rPr>
        <w:t>.</w:t>
      </w:r>
    </w:p>
    <w:p w14:paraId="657D038C" w14:textId="77777777" w:rsidR="000D79BC" w:rsidRPr="006D3694" w:rsidRDefault="000D79BC" w:rsidP="000D79BC">
      <w:pPr>
        <w:pStyle w:val="a3"/>
        <w:widowControl w:val="0"/>
        <w:tabs>
          <w:tab w:val="right" w:pos="10206"/>
        </w:tabs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D3694">
        <w:rPr>
          <w:rFonts w:ascii="Times New Roman" w:hAnsi="Times New Roman"/>
          <w:b/>
          <w:sz w:val="24"/>
          <w:szCs w:val="24"/>
        </w:rPr>
        <w:t>Титульный лист</w:t>
      </w:r>
    </w:p>
    <w:p w14:paraId="07FDF48B" w14:textId="77777777" w:rsidR="000D79BC" w:rsidRPr="006D3694" w:rsidRDefault="000D79BC" w:rsidP="000D79BC">
      <w:pPr>
        <w:pStyle w:val="a3"/>
        <w:widowControl w:val="0"/>
        <w:jc w:val="center"/>
        <w:outlineLvl w:val="0"/>
        <w:rPr>
          <w:rFonts w:ascii="Times New Roman" w:hAnsi="Times New Roman"/>
        </w:rPr>
      </w:pPr>
      <w:r w:rsidRPr="006D3694">
        <w:rPr>
          <w:rFonts w:ascii="Times New Roman" w:hAnsi="Times New Roman"/>
        </w:rPr>
        <w:t xml:space="preserve">по </w:t>
      </w:r>
      <w:bookmarkStart w:id="8" w:name="title3"/>
      <w:bookmarkEnd w:id="8"/>
      <w:r w:rsidR="003A5AFC" w:rsidRPr="00AC6BE4">
        <w:rPr>
          <w:rFonts w:ascii="Times New Roman" w:hAnsi="Times New Roman"/>
          <w:b/>
          <w:sz w:val="18"/>
          <w:szCs w:val="18"/>
          <w:u w:val="single"/>
        </w:rPr>
        <w:t>ОАО</w:t>
      </w:r>
      <w:r w:rsidR="003A5AFC">
        <w:rPr>
          <w:rFonts w:ascii="Times New Roman" w:hAnsi="Times New Roman"/>
          <w:b/>
          <w:sz w:val="18"/>
          <w:szCs w:val="18"/>
          <w:u w:val="single"/>
        </w:rPr>
        <w:t xml:space="preserve"> "ЖАТЕРЕВО"</w:t>
      </w:r>
    </w:p>
    <w:p w14:paraId="349B3471" w14:textId="77777777" w:rsidR="000D79BC" w:rsidRPr="006D3694" w:rsidRDefault="000D79BC" w:rsidP="000D79BC">
      <w:pPr>
        <w:pStyle w:val="a3"/>
        <w:widowControl w:val="0"/>
        <w:jc w:val="center"/>
        <w:outlineLvl w:val="0"/>
        <w:rPr>
          <w:rFonts w:ascii="Times New Roman" w:hAnsi="Times New Roman"/>
          <w:sz w:val="12"/>
          <w:szCs w:val="12"/>
        </w:rPr>
      </w:pPr>
      <w:r w:rsidRPr="006D3694">
        <w:rPr>
          <w:rFonts w:ascii="Times New Roman" w:hAnsi="Times New Roman"/>
          <w:sz w:val="12"/>
          <w:szCs w:val="12"/>
        </w:rPr>
        <w:t>(наименование организации)</w:t>
      </w:r>
    </w:p>
    <w:p w14:paraId="41379284" w14:textId="77777777" w:rsidR="000D79BC" w:rsidRPr="006D3694" w:rsidRDefault="000D79BC" w:rsidP="000D79BC">
      <w:pPr>
        <w:pStyle w:val="a3"/>
        <w:widowControl w:val="0"/>
        <w:jc w:val="center"/>
        <w:outlineLvl w:val="0"/>
        <w:rPr>
          <w:rFonts w:ascii="Times New Roman" w:hAnsi="Times New Roman"/>
          <w:b/>
        </w:rPr>
      </w:pPr>
    </w:p>
    <w:p w14:paraId="0BFCA607" w14:textId="77777777" w:rsidR="000D79BC" w:rsidRPr="006D3694" w:rsidRDefault="000D79BC" w:rsidP="000D79BC">
      <w:pPr>
        <w:pStyle w:val="a3"/>
        <w:widowControl w:val="0"/>
        <w:jc w:val="center"/>
        <w:outlineLvl w:val="0"/>
        <w:rPr>
          <w:rFonts w:ascii="Times New Roman" w:hAnsi="Times New Roman"/>
        </w:rPr>
      </w:pPr>
      <w:r w:rsidRPr="006D3694">
        <w:rPr>
          <w:rFonts w:ascii="Times New Roman" w:hAnsi="Times New Roman"/>
          <w:b/>
        </w:rPr>
        <w:t>В сводный отчет включены</w:t>
      </w:r>
      <w:r w:rsidRPr="006D3694">
        <w:rPr>
          <w:rFonts w:ascii="Times New Roman" w:hAnsi="Times New Roman"/>
        </w:rPr>
        <w:t>:</w:t>
      </w:r>
    </w:p>
    <w:tbl>
      <w:tblPr>
        <w:tblW w:w="1044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0"/>
        <w:gridCol w:w="993"/>
        <w:gridCol w:w="1417"/>
        <w:gridCol w:w="1701"/>
        <w:gridCol w:w="1769"/>
      </w:tblGrid>
      <w:tr w:rsidR="000D79BC" w:rsidRPr="006D3694" w14:paraId="224DF341" w14:textId="77777777" w:rsidTr="00054037">
        <w:trPr>
          <w:trHeight w:val="680"/>
        </w:trPr>
        <w:tc>
          <w:tcPr>
            <w:tcW w:w="45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67A065F" w14:textId="77777777" w:rsidR="000D79BC" w:rsidRPr="00000891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25374AE" w14:textId="77777777" w:rsidR="000D79BC" w:rsidRPr="00000891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00891">
              <w:rPr>
                <w:rFonts w:ascii="Times New Roman" w:hAnsi="Times New Roman"/>
                <w:b/>
                <w:sz w:val="18"/>
                <w:szCs w:val="18"/>
              </w:rPr>
              <w:t>Код строки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6B00EF4" w14:textId="77777777" w:rsidR="000D79BC" w:rsidRPr="00000891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00891">
              <w:rPr>
                <w:rFonts w:ascii="Times New Roman" w:hAnsi="Times New Roman"/>
                <w:b/>
                <w:sz w:val="18"/>
                <w:szCs w:val="18"/>
              </w:rPr>
              <w:t>Количество организаций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B3A7503" w14:textId="77777777" w:rsidR="000D79BC" w:rsidRPr="00000891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00891">
              <w:rPr>
                <w:rFonts w:ascii="Times New Roman" w:hAnsi="Times New Roman"/>
                <w:b/>
                <w:sz w:val="18"/>
                <w:szCs w:val="18"/>
              </w:rPr>
              <w:t xml:space="preserve">Сумма уставного капитала,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тыс</w:t>
            </w:r>
            <w:r w:rsidRPr="00000891">
              <w:rPr>
                <w:rFonts w:ascii="Times New Roman" w:hAnsi="Times New Roman"/>
                <w:b/>
                <w:sz w:val="18"/>
                <w:szCs w:val="18"/>
              </w:rPr>
              <w:t>. руб.</w:t>
            </w:r>
          </w:p>
        </w:tc>
        <w:tc>
          <w:tcPr>
            <w:tcW w:w="1769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A7F425" w14:textId="77777777" w:rsidR="000D79BC" w:rsidRPr="00000891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00891">
              <w:rPr>
                <w:rFonts w:ascii="Times New Roman" w:hAnsi="Times New Roman"/>
                <w:b/>
                <w:sz w:val="18"/>
                <w:szCs w:val="18"/>
              </w:rPr>
              <w:t xml:space="preserve">в т.ч. доля государственной собственности,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тыс</w:t>
            </w:r>
            <w:r w:rsidRPr="00000891">
              <w:rPr>
                <w:rFonts w:ascii="Times New Roman" w:hAnsi="Times New Roman"/>
                <w:b/>
                <w:sz w:val="18"/>
                <w:szCs w:val="18"/>
              </w:rPr>
              <w:t>. руб.</w:t>
            </w:r>
          </w:p>
        </w:tc>
      </w:tr>
      <w:tr w:rsidR="000D79BC" w:rsidRPr="006D3694" w14:paraId="458FC2DE" w14:textId="77777777" w:rsidTr="00054037">
        <w:trPr>
          <w:trHeight w:val="293"/>
        </w:trPr>
        <w:tc>
          <w:tcPr>
            <w:tcW w:w="456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2379C6DA" w14:textId="77777777" w:rsidR="000D79BC" w:rsidRPr="00000891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</w:rPr>
            </w:pPr>
            <w:r w:rsidRPr="00000891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14:paraId="11CE628E" w14:textId="77777777" w:rsidR="000D79BC" w:rsidRPr="00000891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</w:rPr>
            </w:pPr>
            <w:r w:rsidRPr="00000891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14:paraId="35A78E65" w14:textId="77777777" w:rsidR="000D79BC" w:rsidRPr="00000891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</w:rPr>
            </w:pPr>
            <w:r w:rsidRPr="00000891">
              <w:rPr>
                <w:rFonts w:ascii="Times New Roman" w:hAnsi="Times New Roman"/>
                <w:b/>
                <w:sz w:val="16"/>
              </w:rPr>
              <w:t>3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780E83FE" w14:textId="77777777" w:rsidR="000D79BC" w:rsidRPr="00000891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</w:rPr>
            </w:pPr>
            <w:r w:rsidRPr="00000891">
              <w:rPr>
                <w:rFonts w:ascii="Times New Roman" w:hAnsi="Times New Roman"/>
                <w:b/>
                <w:sz w:val="16"/>
              </w:rPr>
              <w:t>4</w:t>
            </w:r>
          </w:p>
        </w:tc>
        <w:tc>
          <w:tcPr>
            <w:tcW w:w="176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5FEA962A" w14:textId="77777777" w:rsidR="000D79BC" w:rsidRPr="00000891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</w:rPr>
            </w:pPr>
            <w:r w:rsidRPr="00000891">
              <w:rPr>
                <w:rFonts w:ascii="Times New Roman" w:hAnsi="Times New Roman"/>
                <w:b/>
                <w:sz w:val="16"/>
              </w:rPr>
              <w:t>5</w:t>
            </w:r>
          </w:p>
        </w:tc>
      </w:tr>
      <w:tr w:rsidR="000D79BC" w:rsidRPr="006D3694" w14:paraId="2DBC6720" w14:textId="77777777" w:rsidTr="00054037">
        <w:trPr>
          <w:trHeight w:val="34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390EC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1.Государственные унитарные организации: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7225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6C90F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9" w:name="f0r1010"/>
            <w:bookmarkEnd w:id="9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C398F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1F8E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77165E93" w14:textId="77777777" w:rsidTr="00054037">
        <w:trPr>
          <w:trHeight w:val="333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CF69D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  <w:p w14:paraId="651DC385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республиканские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2A107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86FF9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0" w:name="f0r1011"/>
            <w:bookmarkEnd w:id="1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C628C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D6C74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720E1E44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735B3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коммунальные областные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3D716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56A4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1" w:name="f0r1012"/>
            <w:bookmarkEnd w:id="1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B776C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1134D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39B1866B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FC1F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коммунальные районные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F23A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610E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2" w:name="f0r1013"/>
            <w:bookmarkEnd w:id="12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82297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3BFCA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081E1877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E8F22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2.Открытые акционерные общества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0A82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DA11" w14:textId="77777777" w:rsidR="000D79BC" w:rsidRPr="006D3694" w:rsidRDefault="003A5AF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3" w:name="f0r1020"/>
            <w:bookmarkEnd w:id="13"/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AAE5" w14:textId="77777777" w:rsidR="000D79BC" w:rsidRPr="006D3694" w:rsidRDefault="003A5AF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2 211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0288" w14:textId="77777777" w:rsidR="000D79BC" w:rsidRPr="006D3694" w:rsidRDefault="003A5AF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2 101</w:t>
            </w:r>
          </w:p>
        </w:tc>
      </w:tr>
      <w:tr w:rsidR="000D79BC" w:rsidRPr="006D3694" w14:paraId="1A8680AA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46DB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3.Закрытые акционерные общества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E6D1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AE705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4" w:name="f0r1030"/>
            <w:bookmarkEnd w:id="14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D97D7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6D1AD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65366B3F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B0AE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4.Общества с ограниченной ответственностью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E285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E3F5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5" w:name="f0r1040"/>
            <w:bookmarkEnd w:id="15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E71A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93A9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43064E06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D3A35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5.Общества с дополнительной ответственностью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EF9CA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A202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6" w:name="f0r1050"/>
            <w:bookmarkEnd w:id="16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0895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31E82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1509EDE1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0C20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6. Коллективно-долевые хозяйства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208E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EE3B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7" w:name="f0r1060"/>
            <w:bookmarkEnd w:id="17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33701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21EF2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738E341A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77A8D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7. Коллективные сельскохозяйственные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3FD7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D758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8" w:name="f0r1070"/>
            <w:bookmarkEnd w:id="18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4CAB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2626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53508337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1C168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8. Кооперативы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58546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CE1B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9" w:name="f0r1080"/>
            <w:bookmarkEnd w:id="19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DCF6E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7EEA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5EC47F5F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6B543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9. Совхозы и другие государственные сельскохозяйственные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4B4D7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A6C5B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0" w:name="f0r1090"/>
            <w:bookmarkEnd w:id="2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A724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DFE0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36B15F10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480A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36A05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7191D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1" w:name="f0r1091"/>
            <w:bookmarkEnd w:id="2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1219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23B7E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78BADA7E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C041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4567A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707E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2" w:name="f0r1092"/>
            <w:bookmarkEnd w:id="22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7A74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45E19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2EA6C069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D05E4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7C7E2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BEA97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3" w:name="f0r1093"/>
            <w:bookmarkEnd w:id="23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37341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95AA2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777B45D7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4187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B987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02F95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4" w:name="f0r1094"/>
            <w:bookmarkEnd w:id="24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422B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D39B3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62F610F0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343B0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10. Колхозы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89711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8691A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5" w:name="f0r1100"/>
            <w:bookmarkEnd w:id="25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E317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9843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7A817183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4B5C9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E9765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BA15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6" w:name="f0r1101"/>
            <w:bookmarkEnd w:id="26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9A0E6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9FB4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6779D852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CA679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11. Частные унитарные организации*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B61C6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BF66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7" w:name="f0r1102"/>
            <w:bookmarkEnd w:id="27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7710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4D78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3136B875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CB900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12. Крестьянские (фермерские) хозяйства 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20E78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C06C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8" w:name="f0r1103"/>
            <w:bookmarkEnd w:id="28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FDD3A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ECC8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0FB3BC0E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F2777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9B43B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41784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9" w:name="f0r1104"/>
            <w:bookmarkEnd w:id="29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72C39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8578D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1C5DCE3B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1410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A5BE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B54A5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30" w:name="f0r1110"/>
            <w:bookmarkEnd w:id="3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2A11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985C6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709B5FBE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D63FB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17703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F9E54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31" w:name="f0r1111"/>
            <w:bookmarkEnd w:id="3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A0077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AA20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052E3A33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FF3A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</w:t>
            </w:r>
            <w:r w:rsidRPr="006D369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6D3694">
              <w:rPr>
                <w:rFonts w:ascii="Times New Roman" w:hAnsi="Times New Roman"/>
                <w:sz w:val="18"/>
                <w:szCs w:val="18"/>
              </w:rPr>
              <w:t>. Государственные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09A5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D3E8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32" w:name="f0r1120"/>
            <w:bookmarkEnd w:id="32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6ABC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8717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57141A3E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7CE2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D971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C11B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08CB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215F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7DB91A3E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A978" w14:textId="77777777"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6D3694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3E7A" w14:textId="77777777"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BF04" w14:textId="77777777" w:rsidR="000D79BC" w:rsidRPr="006D3694" w:rsidRDefault="003A5AF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33" w:name="f0r1130"/>
            <w:bookmarkEnd w:id="33"/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EB71F" w14:textId="77777777" w:rsidR="000D79BC" w:rsidRPr="006D3694" w:rsidRDefault="003A5AF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2 211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402B8" w14:textId="77777777" w:rsidR="000D79BC" w:rsidRPr="006D3694" w:rsidRDefault="003A5AF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2 101</w:t>
            </w:r>
          </w:p>
        </w:tc>
      </w:tr>
      <w:tr w:rsidR="000D79BC" w:rsidRPr="006D3694" w14:paraId="7F663986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AEB7" w14:textId="77777777" w:rsidR="000D79BC" w:rsidRDefault="000D79BC" w:rsidP="00B844E0">
            <w:pPr>
              <w:pStyle w:val="a3"/>
              <w:widowControl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СПРАВОЧНО</w:t>
            </w:r>
          </w:p>
          <w:p w14:paraId="03AB756E" w14:textId="77777777" w:rsidR="000D79BC" w:rsidRPr="004B1D53" w:rsidRDefault="000D79BC" w:rsidP="00A61CB7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005600">
              <w:rPr>
                <w:rFonts w:ascii="Times New Roman" w:hAnsi="Times New Roman"/>
                <w:sz w:val="18"/>
                <w:szCs w:val="18"/>
              </w:rPr>
              <w:t xml:space="preserve">Из кода 1130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– количество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организаций,присоединившихсельскохозяйственные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предприятия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4B35B" w14:textId="77777777"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3FA8">
              <w:rPr>
                <w:rFonts w:ascii="Times New Roman" w:hAnsi="Times New Roman"/>
                <w:sz w:val="18"/>
                <w:szCs w:val="18"/>
              </w:rPr>
              <w:t>11</w:t>
            </w:r>
            <w:r w:rsidRPr="00513FA8">
              <w:rPr>
                <w:rFonts w:ascii="Times New Roman" w:hAnsi="Times New Roman"/>
                <w:sz w:val="18"/>
                <w:szCs w:val="18"/>
                <w:lang w:val="en-US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A552" w14:textId="77777777"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34" w:name="f0r1131"/>
            <w:bookmarkEnd w:id="34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FE68D" w14:textId="77777777"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C65B3" w14:textId="77777777"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467D3668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D50D" w14:textId="77777777" w:rsidR="000D79BC" w:rsidRDefault="000D79BC" w:rsidP="00B844E0">
            <w:pPr>
              <w:pStyle w:val="a3"/>
              <w:widowControl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СПРАВОЧНО</w:t>
            </w:r>
          </w:p>
          <w:p w14:paraId="672F0180" w14:textId="77777777" w:rsidR="000D79BC" w:rsidRDefault="000D79BC" w:rsidP="00B844E0">
            <w:pPr>
              <w:pStyle w:val="a3"/>
              <w:widowControl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005600">
              <w:rPr>
                <w:rFonts w:ascii="Times New Roman" w:hAnsi="Times New Roman"/>
                <w:sz w:val="18"/>
                <w:szCs w:val="18"/>
              </w:rPr>
              <w:t xml:space="preserve">Из кода 1130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005600">
              <w:rPr>
                <w:rFonts w:ascii="Times New Roman" w:hAnsi="Times New Roman"/>
                <w:sz w:val="18"/>
                <w:szCs w:val="18"/>
              </w:rPr>
              <w:t xml:space="preserve">подсобные </w:t>
            </w:r>
            <w:r>
              <w:rPr>
                <w:rFonts w:ascii="Times New Roman" w:hAnsi="Times New Roman"/>
                <w:sz w:val="18"/>
                <w:szCs w:val="18"/>
              </w:rPr>
              <w:t>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8B08" w14:textId="77777777"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113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76B3A" w14:textId="77777777"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35" w:name="f0r1132"/>
            <w:bookmarkEnd w:id="35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682F" w14:textId="77777777"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C44B" w14:textId="77777777"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14:paraId="5EC5FB32" w14:textId="77777777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005C" w14:textId="77777777" w:rsidR="000D79BC" w:rsidRDefault="000D79BC" w:rsidP="00B844E0">
            <w:pPr>
              <w:pStyle w:val="a3"/>
              <w:widowControl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СПРАВОЧНО</w:t>
            </w:r>
          </w:p>
          <w:p w14:paraId="3E239553" w14:textId="77777777" w:rsidR="000D79BC" w:rsidRDefault="000D79BC" w:rsidP="00B844E0">
            <w:pPr>
              <w:pStyle w:val="a3"/>
              <w:widowControl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филиалов</w:t>
            </w:r>
            <w:r w:rsidRPr="0054005A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включенных в консолидированную бухгалтерскую отчетность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46B10" w14:textId="77777777" w:rsidR="000D79BC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C43D0" w14:textId="77777777"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36" w:name="f0r1133"/>
            <w:bookmarkEnd w:id="36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7E45" w14:textId="77777777"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F2B6" w14:textId="77777777"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6C428727" w14:textId="77777777" w:rsidR="000D79BC" w:rsidRPr="00A61CB7" w:rsidRDefault="000D79BC" w:rsidP="00A61CB7">
      <w:pPr>
        <w:pStyle w:val="a3"/>
        <w:widowControl w:val="0"/>
        <w:spacing w:before="240"/>
        <w:rPr>
          <w:rFonts w:ascii="Times New Roman" w:hAnsi="Times New Roman"/>
          <w:sz w:val="18"/>
          <w:szCs w:val="18"/>
        </w:rPr>
      </w:pPr>
      <w:r w:rsidRPr="00A61CB7">
        <w:rPr>
          <w:rFonts w:ascii="Times New Roman" w:hAnsi="Times New Roman"/>
          <w:sz w:val="18"/>
          <w:szCs w:val="18"/>
        </w:rPr>
        <w:t>Все стоимостные показатели показываются в тысячах рублей, а количественные – в тоннах.</w:t>
      </w:r>
    </w:p>
    <w:p w14:paraId="4F47C2C7" w14:textId="77777777" w:rsidR="000D79BC" w:rsidRPr="00A61CB7" w:rsidRDefault="000D79BC" w:rsidP="000D79BC">
      <w:pPr>
        <w:pStyle w:val="a3"/>
        <w:widowControl w:val="0"/>
        <w:rPr>
          <w:rFonts w:ascii="Times New Roman" w:hAnsi="Times New Roman"/>
          <w:sz w:val="18"/>
          <w:szCs w:val="18"/>
        </w:rPr>
      </w:pPr>
      <w:r w:rsidRPr="00A61CB7">
        <w:rPr>
          <w:rFonts w:ascii="Times New Roman" w:hAnsi="Times New Roman"/>
          <w:sz w:val="18"/>
          <w:szCs w:val="18"/>
        </w:rPr>
        <w:t>Отчет утвержден (рассмотрен), и по нему сделаны следующие замечания и предложения:</w:t>
      </w:r>
    </w:p>
    <w:p w14:paraId="0F081D72" w14:textId="77777777" w:rsidR="000D79BC" w:rsidRPr="00A61CB7" w:rsidRDefault="000D79BC" w:rsidP="000D79BC">
      <w:pPr>
        <w:pStyle w:val="a3"/>
        <w:widowControl w:val="0"/>
        <w:rPr>
          <w:rFonts w:ascii="Times New Roman" w:hAnsi="Times New Roman"/>
          <w:sz w:val="18"/>
          <w:szCs w:val="18"/>
        </w:rPr>
      </w:pPr>
      <w:r w:rsidRPr="00A61CB7">
        <w:rPr>
          <w:rFonts w:ascii="Times New Roman" w:hAnsi="Times New Roman"/>
          <w:sz w:val="18"/>
          <w:szCs w:val="18"/>
        </w:rPr>
        <w:t>*Заполняют только реформированные хозяйства</w:t>
      </w:r>
    </w:p>
    <w:p w14:paraId="455E4706" w14:textId="77777777" w:rsidR="000D79BC" w:rsidRPr="00923D2F" w:rsidRDefault="000D79BC" w:rsidP="000D79BC">
      <w:pPr>
        <w:pStyle w:val="a3"/>
        <w:rPr>
          <w:rFonts w:ascii="Times New Roman" w:hAnsi="Times New Roman"/>
        </w:rPr>
      </w:pPr>
      <w:r w:rsidRPr="006D3694">
        <w:rPr>
          <w:rFonts w:ascii="Times New Roman" w:hAnsi="Times New Roman"/>
        </w:rPr>
        <w:br w:type="page"/>
      </w:r>
      <w:bookmarkStart w:id="37" w:name="f2"/>
    </w:p>
    <w:bookmarkEnd w:id="7"/>
    <w:bookmarkEnd w:id="37"/>
    <w:tbl>
      <w:tblPr>
        <w:tblW w:w="10080" w:type="dxa"/>
        <w:tblInd w:w="959" w:type="dxa"/>
        <w:tblLook w:val="0000" w:firstRow="0" w:lastRow="0" w:firstColumn="0" w:lastColumn="0" w:noHBand="0" w:noVBand="0"/>
      </w:tblPr>
      <w:tblGrid>
        <w:gridCol w:w="1635"/>
        <w:gridCol w:w="895"/>
        <w:gridCol w:w="1415"/>
        <w:gridCol w:w="1175"/>
        <w:gridCol w:w="782"/>
        <w:gridCol w:w="2139"/>
        <w:gridCol w:w="2039"/>
      </w:tblGrid>
      <w:tr w:rsidR="00D54885" w14:paraId="18116644" w14:textId="77777777" w:rsidTr="00054037">
        <w:trPr>
          <w:trHeight w:val="8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CD79C40" w14:textId="77777777" w:rsidR="00D54885" w:rsidRDefault="00D54885" w:rsidP="00B44E62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69232BF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1B187A7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2ADE957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4DD4FA6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945711F" w14:textId="77777777" w:rsidR="00D54885" w:rsidRDefault="00D54885" w:rsidP="00B44E6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1</w:t>
            </w:r>
          </w:p>
        </w:tc>
      </w:tr>
      <w:tr w:rsidR="00D54885" w14:paraId="62B0935F" w14:textId="77777777" w:rsidTr="00054037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E8CF46D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089DC81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3DD11B6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2FD4C95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A6FC553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F1C8C8" w14:textId="77777777" w:rsidR="00D54885" w:rsidRDefault="00D54885" w:rsidP="00B44E6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D54885" w14:paraId="556CBDA6" w14:textId="77777777" w:rsidTr="00054037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B1280F3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FE9B128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33E454A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6F5082A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1471CC2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270EB9" w14:textId="77777777" w:rsidR="00D54885" w:rsidRPr="000D79BC" w:rsidRDefault="00D54885" w:rsidP="00B44E62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D54885" w14:paraId="728AE33A" w14:textId="77777777" w:rsidTr="00054037">
        <w:trPr>
          <w:trHeight w:val="25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7B47F77" w14:textId="77777777" w:rsidR="00D54885" w:rsidRDefault="00D54885" w:rsidP="00B44E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133BA2" w14:paraId="1E2A9A66" w14:textId="77777777" w:rsidTr="00054037">
        <w:trPr>
          <w:trHeight w:val="252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53C1098" w14:textId="77777777" w:rsidR="00133BA2" w:rsidRDefault="00133BA2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C55800A" w14:textId="77777777" w:rsidR="00133BA2" w:rsidRDefault="00133BA2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71E0441" w14:textId="77777777" w:rsidR="00133BA2" w:rsidRPr="003D265C" w:rsidRDefault="00133BA2" w:rsidP="00133BA2">
            <w:pPr>
              <w:ind w:firstLineChars="300" w:firstLine="542"/>
              <w:jc w:val="right"/>
              <w:rPr>
                <w:b/>
                <w:sz w:val="18"/>
                <w:szCs w:val="18"/>
              </w:rPr>
            </w:pPr>
            <w:r w:rsidRPr="003D265C">
              <w:rPr>
                <w:b/>
                <w:sz w:val="18"/>
                <w:szCs w:val="18"/>
              </w:rPr>
              <w:t>на</w:t>
            </w:r>
          </w:p>
        </w:tc>
        <w:tc>
          <w:tcPr>
            <w:tcW w:w="4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55961EEF" w14:textId="276C532F" w:rsidR="00133BA2" w:rsidRPr="003D265C" w:rsidRDefault="00133BA2" w:rsidP="00052A5E">
            <w:pPr>
              <w:rPr>
                <w:b/>
                <w:sz w:val="18"/>
                <w:szCs w:val="18"/>
              </w:rPr>
            </w:pPr>
            <w:r w:rsidRPr="003D265C">
              <w:rPr>
                <w:b/>
                <w:sz w:val="18"/>
                <w:szCs w:val="18"/>
              </w:rPr>
              <w:t xml:space="preserve">31 </w:t>
            </w:r>
            <w:proofErr w:type="gramStart"/>
            <w:r w:rsidRPr="003D265C">
              <w:rPr>
                <w:b/>
                <w:sz w:val="18"/>
                <w:szCs w:val="18"/>
              </w:rPr>
              <w:t xml:space="preserve">декабря  </w:t>
            </w:r>
            <w:r w:rsidR="00BA75E8">
              <w:rPr>
                <w:b/>
                <w:sz w:val="18"/>
                <w:szCs w:val="18"/>
              </w:rPr>
              <w:t>202</w:t>
            </w:r>
            <w:r w:rsidR="002431E9">
              <w:rPr>
                <w:b/>
                <w:sz w:val="18"/>
                <w:szCs w:val="18"/>
              </w:rPr>
              <w:t>3</w:t>
            </w:r>
            <w:proofErr w:type="gramEnd"/>
            <w:r w:rsidRPr="003D265C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B2D9142" w14:textId="77777777" w:rsidR="00133BA2" w:rsidRDefault="00133BA2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54885" w14:paraId="270EA569" w14:textId="77777777" w:rsidTr="00054037">
        <w:trPr>
          <w:trHeight w:val="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371F3A0" w14:textId="77777777"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59C2049" w14:textId="77777777"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18F5E38" w14:textId="77777777"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41E720C" w14:textId="77777777"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F09F8D2" w14:textId="77777777"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C9B6E8C" w14:textId="77777777"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1ECDE07" w14:textId="77777777"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D54885" w14:paraId="7FBF9720" w14:textId="77777777" w:rsidTr="00054037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7EC7227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4E4272C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14:paraId="32B71421" w14:textId="77777777" w:rsidTr="00054037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415A626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D9405FF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14:paraId="673F25F1" w14:textId="77777777" w:rsidTr="00054037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48BFFA5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9DB259E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14:paraId="4CBC425F" w14:textId="77777777" w:rsidTr="00054037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C9F7F04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0DD8AEF2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14:paraId="0E33F768" w14:textId="77777777" w:rsidTr="00054037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D4B02C9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1B6D5C6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14:paraId="644D9C5A" w14:textId="77777777" w:rsidTr="00054037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AA70899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501E225" w14:textId="77777777" w:rsidR="00D54885" w:rsidRPr="00A325B4" w:rsidRDefault="00D54885" w:rsidP="00B44E62">
            <w:pPr>
              <w:rPr>
                <w:b/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Pr="00A325B4">
              <w:rPr>
                <w:b/>
                <w:sz w:val="18"/>
                <w:szCs w:val="18"/>
              </w:rPr>
              <w:t xml:space="preserve">тыс. </w:t>
            </w:r>
            <w:proofErr w:type="spellStart"/>
            <w:r w:rsidRPr="00A325B4">
              <w:rPr>
                <w:b/>
                <w:sz w:val="18"/>
                <w:szCs w:val="18"/>
              </w:rPr>
              <w:t>руб</w:t>
            </w:r>
            <w:proofErr w:type="spellEnd"/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D54885" w14:paraId="0D68F093" w14:textId="77777777" w:rsidTr="00054037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0740CBA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F1901DA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14:paraId="28AC8A3A" w14:textId="77777777" w:rsidTr="00054037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DE1EBDB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F21E9BB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310751D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969ACA1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108730" w14:textId="77777777" w:rsidR="00D54885" w:rsidRPr="00A325B4" w:rsidRDefault="00D54885" w:rsidP="00B44E62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утверждения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1F0918" w14:textId="77777777" w:rsidR="00D54885" w:rsidRPr="00A325B4" w:rsidRDefault="00D54885" w:rsidP="00B44E62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14:paraId="4A8102DC" w14:textId="77777777" w:rsidTr="00054037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E3FA8DC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B3DFF4C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477FEB8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A73B947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97A9DD" w14:textId="77777777" w:rsidR="00D54885" w:rsidRPr="00A325B4" w:rsidRDefault="00D54885" w:rsidP="00B44E62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отправки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5C71A7" w14:textId="77777777" w:rsidR="00D54885" w:rsidRPr="00A325B4" w:rsidRDefault="00D54885" w:rsidP="00B44E62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14:paraId="63424A27" w14:textId="77777777" w:rsidTr="00054037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257A10A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6C9E4C9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A5AB8EE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57547FE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57CAB2" w14:textId="77777777" w:rsidR="00D54885" w:rsidRPr="00A325B4" w:rsidRDefault="00D54885" w:rsidP="00B44E62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принятия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07C5F6" w14:textId="77777777" w:rsidR="00D54885" w:rsidRPr="00A325B4" w:rsidRDefault="00D54885" w:rsidP="00B44E62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14:paraId="3CA3F3F5" w14:textId="77777777" w:rsidTr="00054037">
        <w:trPr>
          <w:trHeight w:val="84"/>
        </w:trPr>
        <w:tc>
          <w:tcPr>
            <w:tcW w:w="16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123A791" w14:textId="77777777"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4FE020A5" w14:textId="77777777"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645131E8" w14:textId="77777777"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14:paraId="19F48007" w14:textId="77777777" w:rsidR="00D54885" w:rsidRPr="00670171" w:rsidRDefault="00D54885" w:rsidP="00B44E62">
            <w:pPr>
              <w:ind w:firstLineChars="200" w:firstLine="320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53E051DA" w14:textId="77777777" w:rsidR="00D54885" w:rsidRPr="00670171" w:rsidRDefault="00D54885" w:rsidP="00B44E62">
            <w:pPr>
              <w:jc w:val="center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5FB0F2B5" w14:textId="77777777"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225BF3C8" w14:textId="77777777"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D54885" w14:paraId="6731E373" w14:textId="77777777" w:rsidTr="00054037">
        <w:trPr>
          <w:trHeight w:val="312"/>
        </w:trPr>
        <w:tc>
          <w:tcPr>
            <w:tcW w:w="512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D2CF99" w14:textId="77777777" w:rsidR="00D54885" w:rsidRPr="00670171" w:rsidRDefault="00D54885" w:rsidP="00B44E62">
            <w:pPr>
              <w:jc w:val="center"/>
              <w:rPr>
                <w:b/>
                <w:bCs/>
                <w:sz w:val="18"/>
                <w:szCs w:val="18"/>
              </w:rPr>
            </w:pPr>
            <w:r w:rsidRPr="00670171"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73195E" w14:textId="77777777" w:rsidR="00D54885" w:rsidRPr="00F8617A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F861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0FD7F" w14:textId="57D0D516" w:rsidR="00D54885" w:rsidRPr="00743169" w:rsidRDefault="00D54885" w:rsidP="00052A5E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="00BA75E8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2431E9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729BC85" w14:textId="4D5F7E92" w:rsidR="00D54885" w:rsidRPr="00743169" w:rsidRDefault="00D54885" w:rsidP="00B44E62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="00052A5E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2431E9">
              <w:rPr>
                <w:rFonts w:ascii="Times New Roman" w:hAnsi="Times New Roman"/>
                <w:b/>
                <w:sz w:val="16"/>
                <w:szCs w:val="16"/>
              </w:rPr>
              <w:t xml:space="preserve">2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D54885" w14:paraId="235686BE" w14:textId="77777777" w:rsidTr="00054037">
        <w:trPr>
          <w:trHeight w:val="225"/>
        </w:trPr>
        <w:tc>
          <w:tcPr>
            <w:tcW w:w="512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FEFA843" w14:textId="77777777" w:rsidR="00D54885" w:rsidRPr="00670171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170B5A" w14:textId="77777777" w:rsidR="00D54885" w:rsidRPr="00670171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1B3CA9" w14:textId="77777777" w:rsidR="00D54885" w:rsidRPr="00670171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14:paraId="0AF2E562" w14:textId="77777777" w:rsidR="00D54885" w:rsidRPr="00670171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D54885" w14:paraId="0BBF362D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97BEBF5" w14:textId="77777777"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17F40A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F9FBE6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417F59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54885" w14:paraId="7FE11FF1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18E22B5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D642BD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CAFCFE" w14:textId="4408258E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38" w:name="f1r110"/>
            <w:bookmarkEnd w:id="38"/>
            <w:r>
              <w:rPr>
                <w:b/>
                <w:sz w:val="20"/>
                <w:szCs w:val="20"/>
              </w:rPr>
              <w:t>12445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5855D1" w14:textId="77479ECE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10480</w:t>
            </w:r>
          </w:p>
        </w:tc>
      </w:tr>
      <w:tr w:rsidR="00D54885" w14:paraId="526EA8CD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A936BC4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9A2AEE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6D8F28" w14:textId="079591AE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39" w:name="f1r120"/>
            <w:bookmarkEnd w:id="39"/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19A8D3" w14:textId="11A42B57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D54885" w14:paraId="5532E4D6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A4EADF1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Доходные вложения в материальные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73DEDA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39250A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40" w:name="f1r130"/>
            <w:bookmarkEnd w:id="40"/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4ED449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14:paraId="09EFCF7B" w14:textId="77777777" w:rsidTr="00054037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C81CA60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3D762E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EB8A1E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1E7EB6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14:paraId="5868A8F5" w14:textId="77777777" w:rsidTr="00054037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FF76079" w14:textId="77777777" w:rsidR="00D54885" w:rsidRDefault="00D54885" w:rsidP="00B44E62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3CEF8A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BE60BE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41" w:name="f1r131"/>
            <w:bookmarkEnd w:id="4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922A2C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14:paraId="64D77DE9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226AA14" w14:textId="77777777" w:rsidR="00D54885" w:rsidRDefault="00D54885" w:rsidP="00B44E62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578A65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652953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42" w:name="f1r132"/>
            <w:bookmarkEnd w:id="42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EF0674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14:paraId="6878EB7D" w14:textId="77777777" w:rsidTr="00054037">
        <w:trPr>
          <w:trHeight w:val="281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A063175" w14:textId="77777777" w:rsidR="00D54885" w:rsidRDefault="00D54885" w:rsidP="00B44E62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A418DE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5ABB71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43" w:name="f1r133"/>
            <w:bookmarkEnd w:id="43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D599C5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14:paraId="4B6BF7B7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1EEFAD9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1A018A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B9F982" w14:textId="015A1DB5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44" w:name="f1r140"/>
            <w:bookmarkEnd w:id="44"/>
            <w:r>
              <w:rPr>
                <w:b/>
                <w:sz w:val="20"/>
                <w:szCs w:val="20"/>
              </w:rPr>
              <w:t>286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A5A9B3" w14:textId="7850EF3E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717</w:t>
            </w:r>
          </w:p>
        </w:tc>
      </w:tr>
      <w:tr w:rsidR="00D54885" w14:paraId="559E4034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80B1076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8329CD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E77A62" w14:textId="79324AFE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45" w:name="f1r150"/>
            <w:bookmarkEnd w:id="45"/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4EE470" w14:textId="53F7225F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D54885" w14:paraId="4D4158F7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311E87A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106523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04E13A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46" w:name="f1r160"/>
            <w:bookmarkEnd w:id="46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417564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14:paraId="52AD8191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EFEDB30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2BAA02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260C4F" w14:textId="6002BE33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47" w:name="f1r170"/>
            <w:bookmarkEnd w:id="47"/>
            <w:r>
              <w:rPr>
                <w:b/>
                <w:sz w:val="20"/>
                <w:szCs w:val="20"/>
              </w:rPr>
              <w:t>143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B2F6A9" w14:textId="7C49F6B1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164</w:t>
            </w:r>
          </w:p>
        </w:tc>
      </w:tr>
      <w:tr w:rsidR="00D54885" w14:paraId="3D8634C5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5507F26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2ACF16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57699D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48" w:name="f1r180"/>
            <w:bookmarkEnd w:id="48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7B9815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14:paraId="60880677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0A34CEB" w14:textId="77777777"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CACE07" w14:textId="77777777"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EC9A5" w14:textId="0110AFD2" w:rsidR="00D54885" w:rsidRPr="003C732E" w:rsidRDefault="002431E9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49" w:name="f1r190"/>
            <w:bookmarkEnd w:id="49"/>
            <w:r>
              <w:rPr>
                <w:b/>
                <w:bCs/>
                <w:sz w:val="20"/>
                <w:szCs w:val="20"/>
              </w:rPr>
              <w:t>12884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A9662" w14:textId="515B5B32" w:rsidR="00D54885" w:rsidRPr="003C732E" w:rsidRDefault="002431E9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11371</w:t>
            </w:r>
          </w:p>
        </w:tc>
      </w:tr>
      <w:tr w:rsidR="00D54885" w14:paraId="335E6ED6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D6CED67" w14:textId="77777777"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DC7105" w14:textId="77777777" w:rsidR="00D54885" w:rsidRPr="00E95246" w:rsidRDefault="00D54885" w:rsidP="00B44E6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E8962C" w14:textId="77777777" w:rsidR="00D54885" w:rsidRPr="003C732E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D5E928" w14:textId="77777777" w:rsidR="00D54885" w:rsidRPr="003C732E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54885" w14:paraId="47FB162E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8CED046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Запасы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18E0AD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701F1E" w14:textId="24DD3A79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50" w:name="f1r210"/>
            <w:bookmarkEnd w:id="50"/>
            <w:r>
              <w:rPr>
                <w:b/>
                <w:sz w:val="20"/>
                <w:szCs w:val="20"/>
              </w:rPr>
              <w:t>6372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66ACAC" w14:textId="1E763A75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5270</w:t>
            </w:r>
          </w:p>
        </w:tc>
      </w:tr>
      <w:tr w:rsidR="00D54885" w14:paraId="0C4AB385" w14:textId="77777777" w:rsidTr="00054037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68EB86F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462602" w14:textId="77777777" w:rsidR="00D54885" w:rsidRPr="00E95246" w:rsidRDefault="00D54885" w:rsidP="00B44E62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2CF099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16D734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14:paraId="565A2F60" w14:textId="77777777" w:rsidTr="00054037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8D5AFB0" w14:textId="77777777"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C1B986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F70134" w14:textId="46367DAC" w:rsidR="00D54885" w:rsidRPr="002676D3" w:rsidRDefault="002431E9" w:rsidP="00B44E62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51" w:name="f1r211"/>
            <w:bookmarkEnd w:id="51"/>
            <w:r>
              <w:rPr>
                <w:rFonts w:ascii="Times New Roman" w:hAnsi="Times New Roman"/>
                <w:b/>
              </w:rPr>
              <w:t>3091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F5F238" w14:textId="4DD3682D" w:rsidR="00D54885" w:rsidRPr="002676D3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2818</w:t>
            </w:r>
          </w:p>
        </w:tc>
      </w:tr>
      <w:tr w:rsidR="00D54885" w14:paraId="69A0C388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CD85854" w14:textId="77777777"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C18247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AFCFFD" w14:textId="750B5A83" w:rsidR="00D54885" w:rsidRPr="002676D3" w:rsidRDefault="002431E9" w:rsidP="00B44E62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52" w:name="f1r212"/>
            <w:bookmarkEnd w:id="52"/>
            <w:r>
              <w:rPr>
                <w:rFonts w:ascii="Times New Roman" w:hAnsi="Times New Roman"/>
                <w:b/>
              </w:rPr>
              <w:t>2016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CAC97E" w14:textId="4EC181D4" w:rsidR="00D54885" w:rsidRPr="002676D3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1761</w:t>
            </w:r>
          </w:p>
        </w:tc>
      </w:tr>
      <w:tr w:rsidR="00D54885" w14:paraId="03EBC3B5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77A33AA" w14:textId="77777777"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1CD2E2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D2DE94" w14:textId="24EEDF92" w:rsidR="00D54885" w:rsidRPr="002676D3" w:rsidRDefault="002431E9" w:rsidP="00B44E62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53" w:name="f1r213"/>
            <w:bookmarkEnd w:id="53"/>
            <w:r>
              <w:rPr>
                <w:rFonts w:ascii="Times New Roman" w:hAnsi="Times New Roman"/>
                <w:b/>
              </w:rPr>
              <w:t>1225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B18944" w14:textId="28463D3A" w:rsidR="00D54885" w:rsidRPr="002676D3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685</w:t>
            </w:r>
          </w:p>
        </w:tc>
      </w:tr>
      <w:tr w:rsidR="00D54885" w14:paraId="5771F879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6BFAD9B" w14:textId="77777777"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73C54A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646147" w14:textId="5941F64A" w:rsidR="00D54885" w:rsidRPr="002676D3" w:rsidRDefault="002431E9" w:rsidP="00B44E62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54" w:name="f1r214"/>
            <w:bookmarkEnd w:id="54"/>
            <w:r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F4BFE1" w14:textId="29A7AE24" w:rsidR="00D54885" w:rsidRPr="002676D3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D54885" w14:paraId="06D5A929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A561CB6" w14:textId="77777777"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 отгруженные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985B64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F6ED09" w14:textId="77777777" w:rsidR="00D54885" w:rsidRPr="002676D3" w:rsidRDefault="00D54885" w:rsidP="00B44E62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55" w:name="f1r215"/>
            <w:bookmarkEnd w:id="55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F046B6" w14:textId="77777777" w:rsidR="00D54885" w:rsidRPr="002676D3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14:paraId="6D1BBA77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DC732E1" w14:textId="77777777"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F7C949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F1F6C5" w14:textId="77777777" w:rsidR="00D54885" w:rsidRPr="002676D3" w:rsidRDefault="00D54885" w:rsidP="00B44E62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56" w:name="f1r216"/>
            <w:bookmarkEnd w:id="56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94CA25" w14:textId="77777777" w:rsidR="00D54885" w:rsidRPr="002676D3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14:paraId="285FB19B" w14:textId="77777777" w:rsidTr="00054037">
        <w:trPr>
          <w:trHeight w:val="31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BCD5CF1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активы, предназначенные для реализации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73712D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C9AD35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57" w:name="f1r220"/>
            <w:bookmarkEnd w:id="57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06866C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14:paraId="252B516D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A2D4F03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3D1FC6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F8C82B" w14:textId="529256D0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58" w:name="f1r230"/>
            <w:bookmarkEnd w:id="58"/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240045" w14:textId="76FCFA3B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</w:tr>
      <w:tr w:rsidR="00D54885" w14:paraId="6150092E" w14:textId="77777777" w:rsidTr="00054037">
        <w:trPr>
          <w:trHeight w:val="5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9DF8DD4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50BF94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D26823" w14:textId="3336231D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59" w:name="f1r240"/>
            <w:bookmarkEnd w:id="59"/>
            <w:r>
              <w:rPr>
                <w:b/>
                <w:sz w:val="20"/>
                <w:szCs w:val="20"/>
              </w:rPr>
              <w:t>452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F1B23F" w14:textId="405B5FC9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336</w:t>
            </w:r>
          </w:p>
        </w:tc>
      </w:tr>
      <w:tr w:rsidR="00D54885" w14:paraId="719376A8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67D11EF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25F111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9DDA97" w14:textId="6E58AD46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60" w:name="f1r250"/>
            <w:bookmarkEnd w:id="60"/>
            <w:r>
              <w:rPr>
                <w:b/>
                <w:sz w:val="20"/>
                <w:szCs w:val="20"/>
              </w:rPr>
              <w:t>1192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D79C49" w14:textId="21E047BF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1430</w:t>
            </w:r>
          </w:p>
        </w:tc>
      </w:tr>
      <w:tr w:rsidR="00D54885" w14:paraId="4485C435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13BF894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BC0ED2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916BF3" w14:textId="5AFC50F0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61" w:name="f1r260"/>
            <w:bookmarkEnd w:id="61"/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E72511" w14:textId="342D3B16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D54885" w14:paraId="439F5A31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AC50696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средства и их эквиваленты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9A8075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3EEBC8" w14:textId="33EE173F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62" w:name="f1r270"/>
            <w:bookmarkEnd w:id="62"/>
            <w:r>
              <w:rPr>
                <w:b/>
                <w:sz w:val="20"/>
                <w:szCs w:val="20"/>
              </w:rPr>
              <w:t>420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E84B59" w14:textId="19CCA800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</w:t>
            </w:r>
          </w:p>
        </w:tc>
      </w:tr>
      <w:tr w:rsidR="00D54885" w14:paraId="19A902F0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353E0DE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E68109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F10EAF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63" w:name="f1r280"/>
            <w:bookmarkEnd w:id="63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CD364D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14:paraId="05854E2B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3E2784C" w14:textId="77777777"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2DBD8C" w14:textId="77777777"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D77B4" w14:textId="24CCB0D8" w:rsidR="00D54885" w:rsidRPr="003C732E" w:rsidRDefault="002431E9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4" w:name="f1r290"/>
            <w:bookmarkEnd w:id="64"/>
            <w:r>
              <w:rPr>
                <w:b/>
                <w:bCs/>
                <w:sz w:val="20"/>
                <w:szCs w:val="20"/>
              </w:rPr>
              <w:t>8445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6180C" w14:textId="3B3C438C" w:rsidR="00D54885" w:rsidRPr="003C732E" w:rsidRDefault="002431E9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7228</w:t>
            </w:r>
          </w:p>
        </w:tc>
      </w:tr>
      <w:tr w:rsidR="00D54885" w14:paraId="5F2FB03D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61477DF" w14:textId="77777777"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47A551" w14:textId="77777777"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DDF34" w14:textId="455A5802" w:rsidR="00D54885" w:rsidRPr="003C732E" w:rsidRDefault="002431E9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5" w:name="f1r300"/>
            <w:bookmarkEnd w:id="65"/>
            <w:r>
              <w:rPr>
                <w:b/>
                <w:bCs/>
                <w:sz w:val="20"/>
                <w:szCs w:val="20"/>
              </w:rPr>
              <w:t>21329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8B25E" w14:textId="6C416F8F" w:rsidR="00D54885" w:rsidRPr="003C732E" w:rsidRDefault="002431E9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18599</w:t>
            </w:r>
          </w:p>
        </w:tc>
      </w:tr>
      <w:tr w:rsidR="003A5AFC" w14:paraId="571FCF62" w14:textId="77777777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3890A2C" w14:textId="77777777" w:rsidR="003A5AFC" w:rsidRDefault="003A5AFC" w:rsidP="00B44E6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58170B" w14:textId="77777777" w:rsidR="003A5AFC" w:rsidRDefault="003A5AFC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8F1C2" w14:textId="77777777" w:rsidR="003A5AFC" w:rsidRDefault="003A5AFC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FADEB" w14:textId="77777777" w:rsidR="003A5AFC" w:rsidRDefault="003A5AFC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7A63D996" w14:textId="77777777" w:rsidR="00D54885" w:rsidRPr="00A325B4" w:rsidRDefault="00D54885" w:rsidP="00D54885">
      <w:pPr>
        <w:rPr>
          <w:sz w:val="14"/>
          <w:szCs w:val="14"/>
        </w:rPr>
      </w:pPr>
      <w:r>
        <w:br w:type="page"/>
      </w:r>
    </w:p>
    <w:tbl>
      <w:tblPr>
        <w:tblW w:w="10447" w:type="dxa"/>
        <w:tblInd w:w="348" w:type="dxa"/>
        <w:tblLook w:val="0000" w:firstRow="0" w:lastRow="0" w:firstColumn="0" w:lastColumn="0" w:noHBand="0" w:noVBand="0"/>
      </w:tblPr>
      <w:tblGrid>
        <w:gridCol w:w="5224"/>
        <w:gridCol w:w="792"/>
        <w:gridCol w:w="2165"/>
        <w:gridCol w:w="2266"/>
      </w:tblGrid>
      <w:tr w:rsidR="00D54885" w14:paraId="3698202B" w14:textId="77777777" w:rsidTr="00B44E62">
        <w:trPr>
          <w:trHeight w:val="406"/>
        </w:trPr>
        <w:tc>
          <w:tcPr>
            <w:tcW w:w="522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9F3A6A" w14:textId="77777777" w:rsidR="00D54885" w:rsidRPr="009F36D0" w:rsidRDefault="00D54885" w:rsidP="00B44E62">
            <w:pPr>
              <w:ind w:left="132" w:hanging="132"/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sz w:val="16"/>
                <w:szCs w:val="16"/>
              </w:rPr>
              <w:lastRenderedPageBreak/>
              <w:br w:type="page"/>
            </w:r>
            <w:r w:rsidRPr="009F36D0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90D623" w14:textId="77777777" w:rsidR="00D54885" w:rsidRPr="009F36D0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3F08E" w14:textId="3AE7379C" w:rsidR="00D54885" w:rsidRPr="00743169" w:rsidRDefault="00D54885" w:rsidP="00B44E62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="00052A5E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2431E9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2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BE04A89" w14:textId="52CBB99E" w:rsidR="00D54885" w:rsidRPr="00743169" w:rsidRDefault="00D54885" w:rsidP="00B44E62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="00052A5E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2431E9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D54885" w14:paraId="050F7DAF" w14:textId="77777777" w:rsidTr="00B44E62">
        <w:trPr>
          <w:trHeight w:val="183"/>
        </w:trPr>
        <w:tc>
          <w:tcPr>
            <w:tcW w:w="522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516E685" w14:textId="77777777" w:rsidR="00D54885" w:rsidRPr="00670171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962813" w14:textId="77777777" w:rsidR="00D54885" w:rsidRPr="00670171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8C3DBD" w14:textId="77777777" w:rsidR="00D54885" w:rsidRPr="00670171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14:paraId="18295786" w14:textId="77777777" w:rsidR="00D54885" w:rsidRPr="00670171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D54885" w14:paraId="040A65A9" w14:textId="77777777" w:rsidTr="00B44E62">
        <w:trPr>
          <w:trHeight w:val="360"/>
        </w:trPr>
        <w:tc>
          <w:tcPr>
            <w:tcW w:w="522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E55596C" w14:textId="77777777"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545C93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70532A" w14:textId="77777777"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332B21" w14:textId="77777777"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54885" w:rsidRPr="003C732E" w14:paraId="2DFC82BA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DEAC19D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1266DF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0153C0" w14:textId="2CE19090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66" w:name="f1r410"/>
            <w:bookmarkEnd w:id="66"/>
            <w:r>
              <w:rPr>
                <w:b/>
                <w:sz w:val="20"/>
                <w:szCs w:val="20"/>
              </w:rPr>
              <w:t>2211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F6C550" w14:textId="7112E6FB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2211</w:t>
            </w:r>
          </w:p>
        </w:tc>
      </w:tr>
      <w:tr w:rsidR="00D54885" w:rsidRPr="003C732E" w14:paraId="57FA31E2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B2FEC5E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Неоплаченная часть уставного капитала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8BA0FA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AB4D97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67" w:name="f1r420"/>
            <w:bookmarkEnd w:id="67"/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CC9198" w14:textId="77777777" w:rsidR="00D54885" w:rsidRPr="00BD615C" w:rsidRDefault="00D54885" w:rsidP="00B44E62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54885" w:rsidRPr="003C732E" w14:paraId="2868F812" w14:textId="77777777" w:rsidTr="00B44E62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45897C0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акции (доли в уставном капитале)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5C262C3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53ADA7" w14:textId="77777777" w:rsidR="00D54885" w:rsidRPr="00BD615C" w:rsidRDefault="00D54885" w:rsidP="00B44E62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68" w:name="f1r430"/>
            <w:bookmarkEnd w:id="68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39BF34" w14:textId="77777777" w:rsidR="00D54885" w:rsidRPr="00BD615C" w:rsidRDefault="00D54885" w:rsidP="00B44E62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54885" w:rsidRPr="003C732E" w14:paraId="08E5B18E" w14:textId="77777777" w:rsidTr="00B44E62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E019DA2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093A8C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17FFE0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69" w:name="f1r440"/>
            <w:bookmarkEnd w:id="69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C00752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14:paraId="603F0D8E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ED9431D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F0A806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6AA4A6" w14:textId="15D5EFFD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70" w:name="f1r450"/>
            <w:bookmarkEnd w:id="70"/>
            <w:r>
              <w:rPr>
                <w:b/>
                <w:sz w:val="20"/>
                <w:szCs w:val="20"/>
              </w:rPr>
              <w:t>4089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3B7689" w14:textId="53341DF6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3720</w:t>
            </w:r>
          </w:p>
        </w:tc>
      </w:tr>
      <w:tr w:rsidR="00D54885" w:rsidRPr="003C732E" w14:paraId="46183CD1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DF7EBBB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1B5B65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8E1246" w14:textId="33FDA735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71" w:name="f1r460"/>
            <w:bookmarkEnd w:id="71"/>
            <w:r>
              <w:rPr>
                <w:b/>
                <w:sz w:val="20"/>
                <w:szCs w:val="20"/>
              </w:rPr>
              <w:t>11024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5FE670" w14:textId="593D3DD0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8677</w:t>
            </w:r>
          </w:p>
        </w:tc>
      </w:tr>
      <w:tr w:rsidR="00D54885" w:rsidRPr="003C732E" w14:paraId="29A8E2A5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AE1E782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7B27F1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B8077E" w14:textId="77777777" w:rsidR="00D54885" w:rsidRPr="000D79BC" w:rsidRDefault="00D54885" w:rsidP="00B44E62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72" w:name="f1r470"/>
            <w:bookmarkEnd w:id="72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04366D" w14:textId="77777777" w:rsidR="00D54885" w:rsidRPr="000D79BC" w:rsidRDefault="00D54885" w:rsidP="00B44E62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54885" w:rsidRPr="003C732E" w14:paraId="00AC5C38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F0B8EC2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финансирование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7098DF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A5682C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73" w:name="f1r480"/>
            <w:bookmarkEnd w:id="73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9A2C90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14:paraId="52C93F82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F5A83E4" w14:textId="77777777"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82C0D4" w14:textId="77777777"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C8C42" w14:textId="438BB4CD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74" w:name="f1r490"/>
            <w:bookmarkEnd w:id="74"/>
            <w:r>
              <w:rPr>
                <w:b/>
                <w:sz w:val="20"/>
                <w:szCs w:val="20"/>
              </w:rPr>
              <w:t>17324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DBAEF" w14:textId="7E5000BE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14608</w:t>
            </w:r>
          </w:p>
        </w:tc>
      </w:tr>
      <w:tr w:rsidR="00D54885" w:rsidRPr="003C732E" w14:paraId="6EEFE4D4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D965285" w14:textId="77777777"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E86832" w14:textId="77777777"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F222A1" w14:textId="77777777" w:rsidR="00D54885" w:rsidRPr="003C732E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273383" w14:textId="77777777" w:rsidR="00D54885" w:rsidRPr="003C732E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54885" w:rsidRPr="003C732E" w14:paraId="35A3D0BE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42A9AB8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7E4880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B05788" w14:textId="14E36B87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75" w:name="f1r510"/>
            <w:bookmarkEnd w:id="75"/>
            <w:r>
              <w:rPr>
                <w:b/>
                <w:sz w:val="20"/>
                <w:szCs w:val="20"/>
              </w:rPr>
              <w:t>314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1AA7CA" w14:textId="5E16CD7B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327</w:t>
            </w:r>
          </w:p>
        </w:tc>
      </w:tr>
      <w:tr w:rsidR="00D54885" w:rsidRPr="003C732E" w14:paraId="54FEC4A2" w14:textId="77777777" w:rsidTr="00B44E62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88BD320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2F651D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46F85A" w14:textId="6C0F586A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76" w:name="f1r520"/>
            <w:bookmarkEnd w:id="76"/>
            <w:r>
              <w:rPr>
                <w:b/>
                <w:sz w:val="20"/>
                <w:szCs w:val="20"/>
              </w:rPr>
              <w:t>1742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B28756" w14:textId="0DC69470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1020</w:t>
            </w:r>
          </w:p>
        </w:tc>
      </w:tr>
      <w:tr w:rsidR="00D54885" w:rsidRPr="003C732E" w14:paraId="791096BF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CCA6540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9B1F65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1022AF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77" w:name="f1r530"/>
            <w:bookmarkEnd w:id="77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0F67DE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14:paraId="58999C5E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C741B32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43FFBD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B6E6CE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78" w:name="f1r540"/>
            <w:bookmarkEnd w:id="7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C12AF4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14:paraId="6702C5FD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810B82A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75D9F4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375668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79" w:name="f1r550"/>
            <w:bookmarkEnd w:id="79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FABBC9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14:paraId="6A9553B9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0726F0C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1B0E07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F60753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80" w:name="f1r560"/>
            <w:bookmarkEnd w:id="80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83BA78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14:paraId="39925228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DB9E101" w14:textId="77777777"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F9ECC8" w14:textId="77777777"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D9397" w14:textId="5C9EA2D0" w:rsidR="00D54885" w:rsidRPr="003C732E" w:rsidRDefault="002431E9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81" w:name="f1r590"/>
            <w:bookmarkEnd w:id="81"/>
            <w:r>
              <w:rPr>
                <w:b/>
                <w:bCs/>
                <w:sz w:val="20"/>
                <w:szCs w:val="20"/>
              </w:rPr>
              <w:t>2056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3E703" w14:textId="7701C59E" w:rsidR="00D54885" w:rsidRPr="003C732E" w:rsidRDefault="0009648E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1347</w:t>
            </w:r>
          </w:p>
        </w:tc>
      </w:tr>
      <w:tr w:rsidR="00D54885" w:rsidRPr="003C732E" w14:paraId="7F00D4F6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D6689F2" w14:textId="77777777"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C6D259" w14:textId="77777777"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80541B" w14:textId="77777777" w:rsidR="00D54885" w:rsidRPr="003C732E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277D5A" w14:textId="77777777" w:rsidR="00D54885" w:rsidRPr="003C732E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54885" w:rsidRPr="003C732E" w14:paraId="5812A214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DF6D774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B4612B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009B44" w14:textId="3BC4ED20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82" w:name="f1r610"/>
            <w:bookmarkEnd w:id="82"/>
            <w:r>
              <w:rPr>
                <w:b/>
                <w:sz w:val="20"/>
                <w:szCs w:val="20"/>
              </w:rPr>
              <w:t>67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516815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14:paraId="1D7654C9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DE0B8CC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1E5AA8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888BC3" w14:textId="68AAAE9C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83" w:name="f1r620"/>
            <w:bookmarkEnd w:id="83"/>
            <w:r>
              <w:rPr>
                <w:b/>
                <w:sz w:val="20"/>
                <w:szCs w:val="20"/>
              </w:rPr>
              <w:t>216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66A28A" w14:textId="5F65F431" w:rsidR="00D54885" w:rsidRPr="003C732E" w:rsidRDefault="0009648E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</w:t>
            </w:r>
          </w:p>
        </w:tc>
      </w:tr>
      <w:tr w:rsidR="00D54885" w:rsidRPr="003C732E" w14:paraId="1DD784FE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F9F75E3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37A81A0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DCB89C8" w14:textId="54FC6C05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84" w:name="f1r630"/>
            <w:bookmarkEnd w:id="84"/>
            <w:r>
              <w:rPr>
                <w:b/>
                <w:sz w:val="20"/>
                <w:szCs w:val="20"/>
              </w:rPr>
              <w:t>1666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71690A" w14:textId="29DB0FEA" w:rsidR="00D54885" w:rsidRPr="003C732E" w:rsidRDefault="0009648E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2429</w:t>
            </w:r>
          </w:p>
        </w:tc>
      </w:tr>
      <w:tr w:rsidR="00D54885" w:rsidRPr="003C732E" w14:paraId="08BBA3E3" w14:textId="77777777" w:rsidTr="00B44E62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015CE60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F9B2B5E" w14:textId="77777777" w:rsidR="00D54885" w:rsidRPr="00A20493" w:rsidRDefault="00D54885" w:rsidP="00B44E62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DB7D9B" w14:textId="3E2740D1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85" w:name="f1r631"/>
            <w:bookmarkEnd w:id="85"/>
            <w:r>
              <w:rPr>
                <w:b/>
                <w:sz w:val="20"/>
                <w:szCs w:val="20"/>
              </w:rPr>
              <w:t>572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6E6F96" w14:textId="775B54C8" w:rsidR="00D54885" w:rsidRPr="003C732E" w:rsidRDefault="0009648E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1470</w:t>
            </w:r>
          </w:p>
        </w:tc>
      </w:tr>
      <w:tr w:rsidR="00D54885" w:rsidRPr="003C732E" w14:paraId="106404D2" w14:textId="77777777" w:rsidTr="00B44E62">
        <w:trPr>
          <w:trHeight w:val="306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18AFF80" w14:textId="77777777"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14:paraId="6C78A8A4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EA7EEE" w14:textId="77777777" w:rsidR="00D54885" w:rsidRPr="003C732E" w:rsidRDefault="00D54885" w:rsidP="00B44E62">
            <w:pPr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146B45" w14:textId="77777777" w:rsidR="00D54885" w:rsidRPr="003C732E" w:rsidRDefault="00D54885" w:rsidP="00B44E62">
            <w:pPr>
              <w:rPr>
                <w:b/>
                <w:sz w:val="20"/>
                <w:szCs w:val="20"/>
              </w:rPr>
            </w:pPr>
          </w:p>
        </w:tc>
      </w:tr>
      <w:tr w:rsidR="00D54885" w:rsidRPr="003C732E" w14:paraId="623E60A2" w14:textId="77777777" w:rsidTr="00B44E62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8199C17" w14:textId="77777777"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861A36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A86D1F" w14:textId="0CC6511D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86" w:name="f1r632"/>
            <w:bookmarkEnd w:id="86"/>
            <w:r>
              <w:rPr>
                <w:b/>
                <w:sz w:val="20"/>
                <w:szCs w:val="20"/>
              </w:rPr>
              <w:t>78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6F207F" w14:textId="1C0B5F39" w:rsidR="00D54885" w:rsidRPr="003C732E" w:rsidRDefault="0009648E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343</w:t>
            </w:r>
          </w:p>
        </w:tc>
      </w:tr>
      <w:tr w:rsidR="00D54885" w:rsidRPr="003C732E" w14:paraId="30D79416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E0DFF0C" w14:textId="77777777"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FE1AD1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57AB41" w14:textId="08D00C35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87" w:name="f1r633"/>
            <w:bookmarkEnd w:id="87"/>
            <w:r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51A299" w14:textId="2E92DD7F" w:rsidR="00D54885" w:rsidRPr="003C732E" w:rsidRDefault="0009648E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</w:t>
            </w:r>
          </w:p>
        </w:tc>
      </w:tr>
      <w:tr w:rsidR="00D54885" w:rsidRPr="003C732E" w14:paraId="3BD530A5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958D4ED" w14:textId="77777777"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ED6622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73FE9F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88" w:name="f1r634"/>
            <w:bookmarkEnd w:id="8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FBCC31" w14:textId="0B7B9576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14:paraId="3A46F4D2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CB7F04C" w14:textId="77777777"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8A82F4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CEA17B" w14:textId="415867B0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89" w:name="f1r635"/>
            <w:bookmarkEnd w:id="89"/>
            <w:r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15D988" w14:textId="745A6EB2" w:rsidR="00D54885" w:rsidRPr="003C732E" w:rsidRDefault="0009648E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</w:t>
            </w:r>
          </w:p>
        </w:tc>
      </w:tr>
      <w:tr w:rsidR="00D54885" w:rsidRPr="003C732E" w14:paraId="08B29B93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F2B01E4" w14:textId="77777777"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F46D5B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141A9F" w14:textId="54261024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90" w:name="f1r636"/>
            <w:bookmarkEnd w:id="90"/>
            <w:r>
              <w:rPr>
                <w:b/>
                <w:sz w:val="20"/>
                <w:szCs w:val="20"/>
              </w:rPr>
              <w:t>408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4E0214" w14:textId="3CD745BA" w:rsidR="00D54885" w:rsidRPr="003C732E" w:rsidRDefault="0009648E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336</w:t>
            </w:r>
          </w:p>
        </w:tc>
      </w:tr>
      <w:tr w:rsidR="00D54885" w:rsidRPr="003C732E" w14:paraId="5B36615F" w14:textId="77777777" w:rsidTr="00B44E62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70715DE" w14:textId="77777777"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DEB9B7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879A09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91" w:name="f1r637"/>
            <w:bookmarkEnd w:id="91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2D5582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14:paraId="2C526609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042712C" w14:textId="77777777"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FC81E6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101106" w14:textId="43C52760" w:rsidR="00D54885" w:rsidRPr="003C732E" w:rsidRDefault="002431E9" w:rsidP="00B44E62">
            <w:pPr>
              <w:jc w:val="center"/>
              <w:rPr>
                <w:b/>
                <w:sz w:val="20"/>
                <w:szCs w:val="20"/>
              </w:rPr>
            </w:pPr>
            <w:bookmarkStart w:id="92" w:name="f1r638"/>
            <w:bookmarkEnd w:id="92"/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69DD0F" w14:textId="3384A21C" w:rsidR="00D54885" w:rsidRPr="003C732E" w:rsidRDefault="0009648E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</w:tr>
      <w:tr w:rsidR="00D54885" w:rsidRPr="003C732E" w14:paraId="105AC6BA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0213C16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Обязательства, предназначенные для реализации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0B0982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78A143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93" w:name="f1r640"/>
            <w:bookmarkEnd w:id="93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CF436F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14:paraId="72C0E87E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5869967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B7B101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0E29C2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94" w:name="f1r650"/>
            <w:bookmarkEnd w:id="94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64F2BC" w14:textId="161CB0AD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14:paraId="7AA5BAD6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DA40D93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A9BE82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FE4FAE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95" w:name="f1r660"/>
            <w:bookmarkEnd w:id="95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438082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14:paraId="5819387D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2FDAC1D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C09E7E" w14:textId="77777777"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8D05F7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96" w:name="f1r670"/>
            <w:bookmarkEnd w:id="96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2AA56E" w14:textId="77777777"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14:paraId="24CB21A9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A98F0D8" w14:textId="77777777"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5C7BB7" w14:textId="77777777"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2EEE0" w14:textId="78030C4F" w:rsidR="00D54885" w:rsidRPr="003C732E" w:rsidRDefault="002431E9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97" w:name="f1r690"/>
            <w:bookmarkEnd w:id="97"/>
            <w:r>
              <w:rPr>
                <w:b/>
                <w:bCs/>
                <w:sz w:val="20"/>
                <w:szCs w:val="20"/>
              </w:rPr>
              <w:t>1949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2E795" w14:textId="45043F4C" w:rsidR="00D54885" w:rsidRPr="003C732E" w:rsidRDefault="0009648E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2644</w:t>
            </w:r>
          </w:p>
        </w:tc>
      </w:tr>
      <w:tr w:rsidR="00D54885" w:rsidRPr="003C732E" w14:paraId="529E83D2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D724C4" w14:textId="77777777"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AA3AE9" w14:textId="77777777"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2CFF6" w14:textId="61262AC7" w:rsidR="00D54885" w:rsidRPr="003C732E" w:rsidRDefault="002431E9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98" w:name="f1r700"/>
            <w:bookmarkEnd w:id="98"/>
            <w:r>
              <w:rPr>
                <w:b/>
                <w:bCs/>
                <w:sz w:val="20"/>
                <w:szCs w:val="20"/>
              </w:rPr>
              <w:t>21329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10FF8" w14:textId="2D1FE934" w:rsidR="00D54885" w:rsidRPr="003C732E" w:rsidRDefault="0009648E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18599</w:t>
            </w:r>
          </w:p>
        </w:tc>
      </w:tr>
      <w:tr w:rsidR="003A5AFC" w:rsidRPr="003C732E" w14:paraId="638E882C" w14:textId="77777777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3EA41" w14:textId="77777777" w:rsidR="003A5AFC" w:rsidRDefault="003A5AFC" w:rsidP="00B44E6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AE86B9" w14:textId="77777777" w:rsidR="003A5AFC" w:rsidRDefault="003A5AFC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32925" w14:textId="77777777" w:rsidR="003A5AFC" w:rsidRDefault="003A5AFC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E444A" w14:textId="77777777" w:rsidR="003A5AFC" w:rsidRDefault="003A5AFC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E0AF026" w14:textId="77777777" w:rsidR="00D54885" w:rsidRDefault="00D54885" w:rsidP="00D54885">
      <w:pPr>
        <w:pStyle w:val="a3"/>
        <w:widowControl w:val="0"/>
        <w:ind w:firstLine="567"/>
        <w:rPr>
          <w:rFonts w:ascii="Times New Roman" w:hAnsi="Times New Roman"/>
          <w:lang w:val="en-US"/>
        </w:rPr>
      </w:pPr>
    </w:p>
    <w:p w14:paraId="34ABDEC9" w14:textId="77777777" w:rsidR="00D54885" w:rsidRPr="00D47376" w:rsidRDefault="00D54885" w:rsidP="00D54885">
      <w:pPr>
        <w:pStyle w:val="a3"/>
        <w:tabs>
          <w:tab w:val="left" w:pos="2340"/>
        </w:tabs>
        <w:rPr>
          <w:rFonts w:ascii="Times New Roman" w:hAnsi="Times New Roman"/>
          <w:lang w:val="en-US"/>
        </w:rPr>
      </w:pPr>
      <w:r w:rsidRPr="00D47376">
        <w:rPr>
          <w:rFonts w:ascii="Times New Roman" w:hAnsi="Times New Roman"/>
          <w:lang w:val="en-US"/>
        </w:rPr>
        <w:br w:type="page"/>
      </w:r>
    </w:p>
    <w:tbl>
      <w:tblPr>
        <w:tblW w:w="10370" w:type="dxa"/>
        <w:tblInd w:w="228" w:type="dxa"/>
        <w:tblLook w:val="0000" w:firstRow="0" w:lastRow="0" w:firstColumn="0" w:lastColumn="0" w:noHBand="0" w:noVBand="0"/>
      </w:tblPr>
      <w:tblGrid>
        <w:gridCol w:w="1854"/>
        <w:gridCol w:w="764"/>
        <w:gridCol w:w="1273"/>
        <w:gridCol w:w="1002"/>
        <w:gridCol w:w="782"/>
        <w:gridCol w:w="2185"/>
        <w:gridCol w:w="170"/>
        <w:gridCol w:w="10"/>
        <w:gridCol w:w="2330"/>
      </w:tblGrid>
      <w:tr w:rsidR="00D54885" w14:paraId="6E2649E0" w14:textId="77777777" w:rsidTr="00B44E62">
        <w:trPr>
          <w:trHeight w:val="13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08E9DF6" w14:textId="77777777" w:rsidR="00D54885" w:rsidRPr="00692C37" w:rsidRDefault="00D54885" w:rsidP="00B44E62">
            <w:pPr>
              <w:rPr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A4EB125" w14:textId="77777777" w:rsidR="00D54885" w:rsidRPr="00692C37" w:rsidRDefault="00D54885" w:rsidP="00B44E62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7EEBCEB" w14:textId="77777777" w:rsidR="00D54885" w:rsidRPr="00692C37" w:rsidRDefault="00D54885" w:rsidP="00B44E62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CD27377" w14:textId="77777777" w:rsidR="00D54885" w:rsidRPr="00692C37" w:rsidRDefault="00D54885" w:rsidP="00B44E62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0A46BE1" w14:textId="77777777" w:rsidR="00D54885" w:rsidRPr="00692C37" w:rsidRDefault="00D54885" w:rsidP="00B44E62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ECB73CC" w14:textId="77777777" w:rsidR="00D54885" w:rsidRPr="00000891" w:rsidRDefault="00D54885" w:rsidP="00B44E62">
            <w:pPr>
              <w:jc w:val="right"/>
              <w:rPr>
                <w:sz w:val="16"/>
                <w:szCs w:val="16"/>
              </w:rPr>
            </w:pPr>
            <w:r w:rsidRPr="00000891">
              <w:rPr>
                <w:sz w:val="16"/>
                <w:szCs w:val="16"/>
              </w:rPr>
              <w:t>Приложение 2</w:t>
            </w:r>
          </w:p>
        </w:tc>
      </w:tr>
      <w:tr w:rsidR="00D54885" w14:paraId="4A080ACF" w14:textId="77777777" w:rsidTr="00B44E62">
        <w:trPr>
          <w:trHeight w:val="224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DECFE60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7E78736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83AF065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8251AFE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2898D57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00213E" w14:textId="77777777" w:rsidR="00D54885" w:rsidRDefault="00D54885" w:rsidP="00B44E6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D54885" w14:paraId="40F84B2E" w14:textId="77777777" w:rsidTr="00B44E62">
        <w:trPr>
          <w:trHeight w:val="22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1938563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370E6CF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D533D63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D66BC8F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95C7944" w14:textId="77777777"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A4EBD6" w14:textId="77777777" w:rsidR="00D54885" w:rsidRDefault="00D54885" w:rsidP="00B44E6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D54885" w14:paraId="28356BFD" w14:textId="77777777" w:rsidTr="00B44E62">
        <w:trPr>
          <w:trHeight w:val="80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06906C5" w14:textId="77777777" w:rsidR="00D54885" w:rsidRPr="00A325B4" w:rsidRDefault="00D54885" w:rsidP="00B44E62">
            <w:pPr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D54885" w14:paraId="5B31E04B" w14:textId="77777777" w:rsidTr="00B44E62">
        <w:trPr>
          <w:trHeight w:val="255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47C9A22" w14:textId="77777777" w:rsidR="00D54885" w:rsidRPr="00A325B4" w:rsidRDefault="00D54885" w:rsidP="00B44E62">
            <w:pPr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t>о прибылях и убытках</w:t>
            </w:r>
          </w:p>
        </w:tc>
      </w:tr>
      <w:tr w:rsidR="00D54885" w14:paraId="36581900" w14:textId="77777777" w:rsidTr="00B44E62">
        <w:trPr>
          <w:trHeight w:val="151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3768433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4BA6209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D4FAE03" w14:textId="77777777" w:rsidR="00D54885" w:rsidRPr="00A325B4" w:rsidRDefault="00D54885" w:rsidP="00B44E62">
            <w:pPr>
              <w:ind w:firstLineChars="300" w:firstLine="542"/>
              <w:jc w:val="right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за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4D39285" w14:textId="2BE44563" w:rsidR="00D54885" w:rsidRPr="00A325B4" w:rsidRDefault="00D54885" w:rsidP="00052A5E">
            <w:pPr>
              <w:ind w:leftChars="-3" w:left="-2" w:hangingChars="3" w:hanging="5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январь-</w:t>
            </w:r>
            <w:r>
              <w:rPr>
                <w:b/>
                <w:sz w:val="18"/>
                <w:szCs w:val="18"/>
              </w:rPr>
              <w:t>декабрь</w:t>
            </w:r>
            <w:r w:rsidR="002431E9">
              <w:rPr>
                <w:b/>
                <w:sz w:val="18"/>
                <w:szCs w:val="18"/>
              </w:rPr>
              <w:t xml:space="preserve"> </w:t>
            </w:r>
            <w:r w:rsidR="00B663C8">
              <w:rPr>
                <w:b/>
                <w:sz w:val="18"/>
                <w:szCs w:val="18"/>
              </w:rPr>
              <w:t>202</w:t>
            </w:r>
            <w:r w:rsidR="002431E9">
              <w:rPr>
                <w:b/>
                <w:sz w:val="18"/>
                <w:szCs w:val="18"/>
              </w:rPr>
              <w:t>3</w:t>
            </w:r>
            <w:r w:rsidRPr="00A325B4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3A89B3C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14:paraId="1E1A7CA4" w14:textId="77777777" w:rsidTr="00B44E62">
        <w:trPr>
          <w:trHeight w:val="7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CC3E46C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21EF1C1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82D4FF4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D61317D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4B446D4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30DF242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9138D25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14:paraId="44D9E7F7" w14:textId="77777777" w:rsidTr="00B44E6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92C5BE4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35CE4280" w14:textId="77777777" w:rsidR="00D54885" w:rsidRPr="00A325B4" w:rsidRDefault="00D54885" w:rsidP="00B44E62">
            <w:pPr>
              <w:rPr>
                <w:sz w:val="18"/>
                <w:szCs w:val="18"/>
              </w:rPr>
            </w:pPr>
          </w:p>
        </w:tc>
      </w:tr>
      <w:tr w:rsidR="00D54885" w14:paraId="7909F7FF" w14:textId="77777777" w:rsidTr="00B44E6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6A4C2CC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9D204AC" w14:textId="77777777" w:rsidR="00D54885" w:rsidRPr="00A325B4" w:rsidRDefault="00D54885" w:rsidP="00B44E62">
            <w:pPr>
              <w:rPr>
                <w:sz w:val="18"/>
                <w:szCs w:val="18"/>
              </w:rPr>
            </w:pPr>
          </w:p>
        </w:tc>
      </w:tr>
      <w:tr w:rsidR="00D54885" w14:paraId="58FB0C93" w14:textId="77777777" w:rsidTr="00B44E6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E7BF6B6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4B46E5F" w14:textId="77777777" w:rsidR="00D54885" w:rsidRPr="00A325B4" w:rsidRDefault="00D54885" w:rsidP="00B44E62">
            <w:pPr>
              <w:rPr>
                <w:sz w:val="18"/>
                <w:szCs w:val="18"/>
              </w:rPr>
            </w:pPr>
          </w:p>
        </w:tc>
      </w:tr>
      <w:tr w:rsidR="00D54885" w14:paraId="24CDB9F8" w14:textId="77777777" w:rsidTr="00B44E6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21E49FB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F08EF36" w14:textId="77777777" w:rsidR="00D54885" w:rsidRPr="00A325B4" w:rsidRDefault="00D54885" w:rsidP="00B44E62">
            <w:pPr>
              <w:rPr>
                <w:sz w:val="18"/>
                <w:szCs w:val="18"/>
                <w:lang w:val="en-US"/>
              </w:rPr>
            </w:pPr>
          </w:p>
        </w:tc>
      </w:tr>
      <w:tr w:rsidR="00D54885" w14:paraId="6A609D7F" w14:textId="77777777" w:rsidTr="00B44E6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3642049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3337450C" w14:textId="77777777" w:rsidR="00D54885" w:rsidRPr="00A325B4" w:rsidRDefault="00D54885" w:rsidP="00B44E62">
            <w:pPr>
              <w:rPr>
                <w:sz w:val="18"/>
                <w:szCs w:val="18"/>
              </w:rPr>
            </w:pPr>
          </w:p>
        </w:tc>
      </w:tr>
      <w:tr w:rsidR="00D54885" w14:paraId="70FA320B" w14:textId="77777777" w:rsidTr="00B44E6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786FD90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30BA2A6C" w14:textId="77777777" w:rsidR="00D54885" w:rsidRPr="00A325B4" w:rsidRDefault="00D54885" w:rsidP="00B44E62">
            <w:pPr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 xml:space="preserve">тыс. </w:t>
            </w:r>
            <w:proofErr w:type="spellStart"/>
            <w:r w:rsidRPr="00A325B4">
              <w:rPr>
                <w:b/>
                <w:sz w:val="18"/>
                <w:szCs w:val="18"/>
              </w:rPr>
              <w:t>руб</w:t>
            </w:r>
            <w:proofErr w:type="spellEnd"/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D54885" w14:paraId="0CCFE740" w14:textId="77777777" w:rsidTr="00B44E6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95ED4C5" w14:textId="77777777"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56155E4F" w14:textId="77777777" w:rsidR="00D54885" w:rsidRPr="00A325B4" w:rsidRDefault="00D54885" w:rsidP="00B44E62">
            <w:pPr>
              <w:rPr>
                <w:sz w:val="18"/>
                <w:szCs w:val="18"/>
              </w:rPr>
            </w:pPr>
          </w:p>
        </w:tc>
      </w:tr>
      <w:tr w:rsidR="00D54885" w14:paraId="483332E6" w14:textId="77777777" w:rsidTr="00B44E62">
        <w:trPr>
          <w:trHeight w:val="247"/>
        </w:trPr>
        <w:tc>
          <w:tcPr>
            <w:tcW w:w="489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E740F8" w14:textId="77777777" w:rsidR="00D54885" w:rsidRPr="00A325B4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41ED8" w14:textId="77777777" w:rsidR="00D54885" w:rsidRPr="00A325B4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01984" w14:textId="0534D4FB" w:rsidR="00D54885" w:rsidRPr="00A325B4" w:rsidRDefault="00D54885" w:rsidP="00D54885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брь </w:t>
            </w:r>
            <w:r w:rsidR="00052A5E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2431E9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1AF96A7" w14:textId="38E99672" w:rsidR="00D54885" w:rsidRPr="00A325B4" w:rsidRDefault="00D54885" w:rsidP="00D54885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брь </w:t>
            </w:r>
            <w:r w:rsidR="00052A5E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2431E9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D54885" w14:paraId="6542D1D6" w14:textId="77777777" w:rsidTr="00B44E62">
        <w:trPr>
          <w:trHeight w:val="154"/>
        </w:trPr>
        <w:tc>
          <w:tcPr>
            <w:tcW w:w="489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F347E2A" w14:textId="77777777" w:rsidR="00D54885" w:rsidRPr="00A325B4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D91595" w14:textId="77777777" w:rsidR="00D54885" w:rsidRPr="00A325B4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1DC693" w14:textId="77777777" w:rsidR="00D54885" w:rsidRPr="00A325B4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14:paraId="2B57E040" w14:textId="77777777" w:rsidR="00D54885" w:rsidRPr="00A325B4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D54885" w14:paraId="766AC81A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F78EFBC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1D5D6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010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56B15" w14:textId="581F9341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bookmarkStart w:id="99" w:name="f2r10"/>
            <w:bookmarkEnd w:id="99"/>
            <w:r>
              <w:rPr>
                <w:b/>
                <w:sz w:val="18"/>
                <w:szCs w:val="18"/>
              </w:rPr>
              <w:t>12837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9AD51" w14:textId="0600EFD1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11321</w:t>
            </w:r>
          </w:p>
        </w:tc>
      </w:tr>
      <w:tr w:rsidR="00D54885" w14:paraId="57EC76AE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98B78D0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6CF00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020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0348C" w14:textId="2EBE21BB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bookmarkStart w:id="100" w:name="f2r20"/>
            <w:bookmarkEnd w:id="100"/>
            <w:r>
              <w:rPr>
                <w:b/>
                <w:sz w:val="18"/>
                <w:szCs w:val="18"/>
              </w:rPr>
              <w:t>8765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CE150" w14:textId="37DC866C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8354</w:t>
            </w:r>
          </w:p>
        </w:tc>
      </w:tr>
      <w:tr w:rsidR="00D54885" w14:paraId="62369859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591C907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Валовая прибыль (010 – 020)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D9E6E2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030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B6809" w14:textId="7B359F0F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bookmarkStart w:id="101" w:name="f2r30"/>
            <w:bookmarkEnd w:id="101"/>
            <w:r>
              <w:rPr>
                <w:b/>
                <w:sz w:val="18"/>
                <w:szCs w:val="18"/>
              </w:rPr>
              <w:t>4072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2E562" w14:textId="49008B6F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2967</w:t>
            </w:r>
          </w:p>
        </w:tc>
      </w:tr>
      <w:tr w:rsidR="00D54885" w14:paraId="36FEA130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37F6D90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Управленческие расходы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B2859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040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79B8D" w14:textId="4FED2F95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bookmarkStart w:id="102" w:name="f2r40"/>
            <w:bookmarkEnd w:id="102"/>
            <w:r>
              <w:rPr>
                <w:b/>
                <w:sz w:val="18"/>
                <w:szCs w:val="18"/>
              </w:rPr>
              <w:t>1369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7330F" w14:textId="60508BAD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1220</w:t>
            </w:r>
          </w:p>
        </w:tc>
      </w:tr>
      <w:tr w:rsidR="00D54885" w14:paraId="65E3D463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17A8700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на реализацию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9FFAA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050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1EF7B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03" w:name="f2r50"/>
            <w:bookmarkEnd w:id="103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D098A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05945323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057D153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6448D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060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0C88A" w14:textId="0C162A91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bookmarkStart w:id="104" w:name="f2r60"/>
            <w:bookmarkEnd w:id="104"/>
            <w:r>
              <w:rPr>
                <w:b/>
                <w:sz w:val="18"/>
                <w:szCs w:val="18"/>
              </w:rPr>
              <w:t>2703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A1E96" w14:textId="456C5B01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1747</w:t>
            </w:r>
          </w:p>
        </w:tc>
      </w:tr>
      <w:tr w:rsidR="00D54885" w14:paraId="46AC9277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64615E5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C2C429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070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C4E28" w14:textId="38101BFC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bookmarkStart w:id="105" w:name="f2r70"/>
            <w:bookmarkEnd w:id="105"/>
            <w:r>
              <w:rPr>
                <w:b/>
                <w:sz w:val="18"/>
                <w:szCs w:val="18"/>
              </w:rPr>
              <w:t>984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F38A2" w14:textId="034F73C0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1520</w:t>
            </w:r>
          </w:p>
        </w:tc>
      </w:tr>
      <w:tr w:rsidR="00D54885" w14:paraId="366194AF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57BC37C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7473C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080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4A4CF" w14:textId="413E23FC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bookmarkStart w:id="106" w:name="f2r80"/>
            <w:bookmarkEnd w:id="106"/>
            <w:r>
              <w:rPr>
                <w:b/>
                <w:sz w:val="18"/>
                <w:szCs w:val="18"/>
              </w:rPr>
              <w:t>773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37523" w14:textId="0370BE82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1072</w:t>
            </w:r>
          </w:p>
        </w:tc>
      </w:tr>
      <w:tr w:rsidR="00D54885" w14:paraId="6D0B486A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891D6AA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текущей деятельности</w:t>
            </w:r>
            <w:r w:rsidRPr="00566863">
              <w:rPr>
                <w:sz w:val="18"/>
                <w:szCs w:val="18"/>
              </w:rPr>
              <w:br/>
              <w:t>(± 060 + 070 – 080)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E51078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090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5CE33" w14:textId="7CDD1B81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bookmarkStart w:id="107" w:name="f2r90"/>
            <w:bookmarkEnd w:id="107"/>
            <w:r>
              <w:rPr>
                <w:b/>
                <w:sz w:val="18"/>
                <w:szCs w:val="18"/>
              </w:rPr>
              <w:t>2914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41EB7" w14:textId="010B8D55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2195</w:t>
            </w:r>
          </w:p>
        </w:tc>
      </w:tr>
      <w:tr w:rsidR="00D54885" w14:paraId="0814870A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4E606F6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60054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7851C" w14:textId="2AEA74E6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bookmarkStart w:id="108" w:name="f2r100"/>
            <w:bookmarkEnd w:id="108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A60E9" w14:textId="476D6ADC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</w:t>
            </w:r>
          </w:p>
        </w:tc>
      </w:tr>
      <w:tr w:rsidR="00D54885" w14:paraId="248E95B9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68D4D8C" w14:textId="77777777"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5E4AF34" w14:textId="77777777" w:rsidR="00D54885" w:rsidRPr="00566863" w:rsidRDefault="00D54885" w:rsidP="00B44E6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223255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F1DBEB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75D55818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D129B66" w14:textId="77777777"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E04C95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E6B045" w14:textId="51DE50FB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bookmarkStart w:id="109" w:name="f2r101"/>
            <w:bookmarkEnd w:id="109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050D1F" w14:textId="399EE5CF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</w:t>
            </w:r>
          </w:p>
        </w:tc>
      </w:tr>
      <w:tr w:rsidR="00D54885" w14:paraId="17BF9512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4A1780C" w14:textId="77777777"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872A6C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731E58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10" w:name="f2r102"/>
            <w:bookmarkEnd w:id="110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5FD6C9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3D84CFBE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BC681EC" w14:textId="77777777"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проценты к получению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72FEEA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103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AA6273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11" w:name="f2r103"/>
            <w:bookmarkEnd w:id="111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8FB0F7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57171174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B2287F6" w14:textId="77777777"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6BD55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104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5A6554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12" w:name="f2r104"/>
            <w:bookmarkEnd w:id="112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EE4698" w14:textId="1A8789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04BE46E7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B057FFC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0BAF28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4B4562" w14:textId="71B55DF0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bookmarkStart w:id="113" w:name="f2r110"/>
            <w:bookmarkEnd w:id="113"/>
            <w:r>
              <w:rPr>
                <w:b/>
                <w:sz w:val="18"/>
                <w:szCs w:val="18"/>
              </w:rPr>
              <w:t>428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B18EC1" w14:textId="0872CEF0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316</w:t>
            </w:r>
          </w:p>
        </w:tc>
      </w:tr>
      <w:tr w:rsidR="00D54885" w14:paraId="08B9B50F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2B2B5A8" w14:textId="77777777"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CEFA82C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 </w:t>
            </w: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139E63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B0264A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7897AB57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763C190" w14:textId="77777777"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05853C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D5130E" w14:textId="4EF496CA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bookmarkStart w:id="114" w:name="f2r111"/>
            <w:bookmarkEnd w:id="114"/>
            <w:r>
              <w:rPr>
                <w:b/>
                <w:sz w:val="18"/>
                <w:szCs w:val="18"/>
              </w:rPr>
              <w:t>428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48EC22" w14:textId="1C15B867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316</w:t>
            </w:r>
          </w:p>
        </w:tc>
      </w:tr>
      <w:tr w:rsidR="00D54885" w14:paraId="6B1AAFD0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D952462" w14:textId="77777777"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A1C681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4902EE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15" w:name="f2r112"/>
            <w:bookmarkEnd w:id="115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02238E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29012084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9D7A55C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FC2B7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0DCFE7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16" w:name="f2r120"/>
            <w:bookmarkEnd w:id="116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EDC08F" w14:textId="708429C3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7E26C222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B493761" w14:textId="77777777"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2DE4C65" w14:textId="77777777" w:rsidR="00D54885" w:rsidRPr="00566863" w:rsidRDefault="00D54885" w:rsidP="00B44E6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259576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E39061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39E146EB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FF29DF2" w14:textId="77777777"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20FAE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40339F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17" w:name="f2r121"/>
            <w:bookmarkEnd w:id="117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091116" w14:textId="194310EF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560C8212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26A7B9E" w14:textId="77777777"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151280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737185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18" w:name="f2r122"/>
            <w:bookmarkEnd w:id="118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D6DDEC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14422B3A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8E6D67D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BF4D1C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FDDA86" w14:textId="1DAC9CF8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bookmarkStart w:id="119" w:name="f2r130"/>
            <w:bookmarkEnd w:id="119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B53F18" w14:textId="02B74E12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</w:t>
            </w:r>
          </w:p>
        </w:tc>
      </w:tr>
      <w:tr w:rsidR="00D54885" w14:paraId="021D6434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98109B1" w14:textId="77777777"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В том </w:t>
            </w:r>
            <w:proofErr w:type="spellStart"/>
            <w:proofErr w:type="gramStart"/>
            <w:r w:rsidRPr="00566863">
              <w:rPr>
                <w:sz w:val="18"/>
                <w:szCs w:val="18"/>
              </w:rPr>
              <w:t>числе:проценты</w:t>
            </w:r>
            <w:proofErr w:type="spellEnd"/>
            <w:proofErr w:type="gramEnd"/>
            <w:r w:rsidRPr="00566863">
              <w:rPr>
                <w:sz w:val="18"/>
                <w:szCs w:val="18"/>
              </w:rPr>
              <w:t xml:space="preserve"> к уплате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65D98EC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131</w:t>
            </w:r>
          </w:p>
        </w:tc>
        <w:tc>
          <w:tcPr>
            <w:tcW w:w="2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C09CD4" w14:textId="05A8F638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bookmarkStart w:id="120" w:name="f2r131"/>
            <w:bookmarkEnd w:id="12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4D5E0A" w14:textId="5FED06E7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</w:tr>
      <w:tr w:rsidR="00D54885" w14:paraId="26928E76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C99C5B4" w14:textId="77777777"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4267AD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904E28" w14:textId="0AF85DC0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bookmarkStart w:id="121" w:name="f2r132"/>
            <w:bookmarkEnd w:id="121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134D8A" w14:textId="5396473D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</w:t>
            </w:r>
          </w:p>
        </w:tc>
      </w:tr>
      <w:tr w:rsidR="00D54885" w14:paraId="73D942AE" w14:textId="77777777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F700AD9" w14:textId="77777777"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финансовой деятельности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D19B2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133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AFACF6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22" w:name="f2r133"/>
            <w:bookmarkEnd w:id="122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8B3767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70E00C5D" w14:textId="4737C361" w:rsidR="00D54885" w:rsidRDefault="0009648E" w:rsidP="00D54885">
      <w:pPr>
        <w:jc w:val="right"/>
      </w:pPr>
      <w:r>
        <w:t>-</w:t>
      </w:r>
      <w:r w:rsidR="00D54885">
        <w:br w:type="page"/>
      </w:r>
      <w:proofErr w:type="gramStart"/>
      <w:r w:rsidR="00D54885" w:rsidRPr="00856335">
        <w:rPr>
          <w:b/>
          <w:sz w:val="16"/>
        </w:rPr>
        <w:lastRenderedPageBreak/>
        <w:t>Форма  №</w:t>
      </w:r>
      <w:proofErr w:type="gramEnd"/>
      <w:r w:rsidR="00D54885" w:rsidRPr="00856335">
        <w:rPr>
          <w:b/>
          <w:sz w:val="16"/>
        </w:rPr>
        <w:t>2 лист 2</w:t>
      </w:r>
      <w:r w:rsidR="00052A5E">
        <w:rPr>
          <w:b/>
          <w:sz w:val="16"/>
        </w:rPr>
        <w:t>1850</w:t>
      </w:r>
    </w:p>
    <w:tbl>
      <w:tblPr>
        <w:tblW w:w="10512" w:type="dxa"/>
        <w:tblInd w:w="228" w:type="dxa"/>
        <w:tblLook w:val="0000" w:firstRow="0" w:lastRow="0" w:firstColumn="0" w:lastColumn="0" w:noHBand="0" w:noVBand="0"/>
      </w:tblPr>
      <w:tblGrid>
        <w:gridCol w:w="5125"/>
        <w:gridCol w:w="782"/>
        <w:gridCol w:w="2365"/>
        <w:gridCol w:w="2240"/>
      </w:tblGrid>
      <w:tr w:rsidR="00D54885" w14:paraId="0303B706" w14:textId="77777777" w:rsidTr="00B44E62">
        <w:trPr>
          <w:trHeight w:val="270"/>
        </w:trPr>
        <w:tc>
          <w:tcPr>
            <w:tcW w:w="51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472F10" w14:textId="77777777" w:rsidR="00D54885" w:rsidRPr="00566863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E56C93" w14:textId="77777777" w:rsidR="00D54885" w:rsidRPr="00566863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33597" w14:textId="70D20819" w:rsidR="00D54885" w:rsidRPr="00A325B4" w:rsidRDefault="00D54885" w:rsidP="00B44E62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брь </w:t>
            </w:r>
            <w:r w:rsidR="00052A5E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2431E9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3ABDB2A" w14:textId="05F91411" w:rsidR="00D54885" w:rsidRPr="00A325B4" w:rsidRDefault="00D54885" w:rsidP="00052A5E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брь </w:t>
            </w:r>
            <w:r w:rsidR="00BA75E8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2431E9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D54885" w14:paraId="680F39EF" w14:textId="77777777" w:rsidTr="00B44E62">
        <w:trPr>
          <w:trHeight w:val="50"/>
        </w:trPr>
        <w:tc>
          <w:tcPr>
            <w:tcW w:w="51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910FB6" w14:textId="77777777" w:rsidR="00D54885" w:rsidRPr="00566863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148B3E" w14:textId="77777777" w:rsidR="00D54885" w:rsidRPr="00566863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2E96FF" w14:textId="77777777" w:rsidR="00D54885" w:rsidRPr="00566863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14:paraId="0163ADCD" w14:textId="77777777" w:rsidR="00D54885" w:rsidRPr="00566863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D54885" w14:paraId="602EC1BF" w14:textId="77777777" w:rsidTr="00B44E62">
        <w:trPr>
          <w:trHeight w:val="333"/>
        </w:trPr>
        <w:tc>
          <w:tcPr>
            <w:tcW w:w="51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B2E62F6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Прибыль (убыток) от инвестиционной </w:t>
            </w:r>
            <w:proofErr w:type="gramStart"/>
            <w:r w:rsidRPr="00566863">
              <w:rPr>
                <w:sz w:val="18"/>
                <w:szCs w:val="18"/>
              </w:rPr>
              <w:t>и  финансовой</w:t>
            </w:r>
            <w:proofErr w:type="gramEnd"/>
            <w:r w:rsidRPr="00566863">
              <w:rPr>
                <w:sz w:val="18"/>
                <w:szCs w:val="18"/>
              </w:rPr>
              <w:t xml:space="preserve">  деятельности (100 – 110 + 120 – 130)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75434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140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62AC1" w14:textId="11521D4A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bookmarkStart w:id="123" w:name="f2r140"/>
            <w:bookmarkEnd w:id="123"/>
            <w:r>
              <w:rPr>
                <w:b/>
                <w:sz w:val="18"/>
                <w:szCs w:val="18"/>
              </w:rPr>
              <w:t>-531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2FC1D" w14:textId="659F4F05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-345</w:t>
            </w:r>
          </w:p>
        </w:tc>
      </w:tr>
      <w:tr w:rsidR="00D54885" w14:paraId="18374A74" w14:textId="77777777" w:rsidTr="00B44E62">
        <w:trPr>
          <w:trHeight w:val="2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CCB94B9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до налогообложения (± 090 ± 140)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58355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150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C0CC0" w14:textId="34F169C8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bookmarkStart w:id="124" w:name="f2r150"/>
            <w:bookmarkEnd w:id="124"/>
            <w:r>
              <w:rPr>
                <w:b/>
                <w:sz w:val="18"/>
                <w:szCs w:val="18"/>
              </w:rPr>
              <w:t>2383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1F66C" w14:textId="45F1D705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1850</w:t>
            </w:r>
          </w:p>
        </w:tc>
      </w:tr>
      <w:tr w:rsidR="00D54885" w14:paraId="51B03F13" w14:textId="77777777" w:rsidTr="00B44E62">
        <w:trPr>
          <w:trHeight w:val="1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C3006FB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Налог на прибыль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87F8E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160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26985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25" w:name="f2r160"/>
            <w:bookmarkEnd w:id="125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6BB66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0BD4CD1D" w14:textId="77777777" w:rsidTr="00B44E62">
        <w:trPr>
          <w:trHeight w:val="122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170A207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Изменение отложенных налоговых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4D67D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170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53B46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26" w:name="f2r170"/>
            <w:bookmarkEnd w:id="126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FB94E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0C3971A3" w14:textId="77777777" w:rsidTr="00B44E62">
        <w:trPr>
          <w:trHeight w:val="16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DCD9B09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Изменение отложенных налоговых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C1AFBD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180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FCF16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27" w:name="f2r180"/>
            <w:bookmarkEnd w:id="127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84845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753FE2E9" w14:textId="77777777" w:rsidTr="00B44E62">
        <w:trPr>
          <w:trHeight w:val="2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2C92347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налоги и сборы,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B22F3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190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89B0B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28" w:name="f2r190"/>
            <w:bookmarkEnd w:id="128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0DBE0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7CCFC5F6" w14:textId="77777777" w:rsidTr="00B44E62">
        <w:trPr>
          <w:trHeight w:val="163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EF0E9E0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платежи,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48F922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200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A877C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29" w:name="f2r200"/>
            <w:bookmarkEnd w:id="129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C7CE3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73B493D7" w14:textId="77777777" w:rsidTr="00B44E62">
        <w:trPr>
          <w:trHeight w:val="302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9EA62BC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Чистая прибыль (убыток) </w:t>
            </w:r>
            <w:r w:rsidRPr="00566863">
              <w:rPr>
                <w:sz w:val="18"/>
                <w:szCs w:val="18"/>
              </w:rPr>
              <w:br/>
              <w:t>(± 150 – 160 ± 170 ± 180 – 190-200)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DA9426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210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24514" w14:textId="4D66E283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bookmarkStart w:id="130" w:name="f2r210"/>
            <w:bookmarkEnd w:id="130"/>
            <w:r>
              <w:rPr>
                <w:b/>
                <w:sz w:val="18"/>
                <w:szCs w:val="18"/>
              </w:rPr>
              <w:t>2383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0F0DA" w14:textId="455075F9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1850</w:t>
            </w:r>
          </w:p>
        </w:tc>
      </w:tr>
      <w:tr w:rsidR="00D54885" w14:paraId="2E5533E2" w14:textId="77777777" w:rsidTr="00B44E6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198853B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3C1875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220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2E2E6" w14:textId="701C44E5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bookmarkStart w:id="131" w:name="f2r220"/>
            <w:bookmarkEnd w:id="131"/>
            <w:r>
              <w:rPr>
                <w:b/>
                <w:sz w:val="18"/>
                <w:szCs w:val="18"/>
              </w:rPr>
              <w:t>369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75358" w14:textId="56B14FAE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1887</w:t>
            </w:r>
          </w:p>
        </w:tc>
      </w:tr>
      <w:tr w:rsidR="00D54885" w14:paraId="2624DFCF" w14:textId="77777777" w:rsidTr="00B44E62">
        <w:trPr>
          <w:trHeight w:val="178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5B42192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78A7EB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230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EBFF5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32" w:name="f2r230"/>
            <w:bookmarkEnd w:id="132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6EED3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645077E1" w14:textId="77777777" w:rsidTr="00B44E62">
        <w:trPr>
          <w:trHeight w:val="229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FAAC2CA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Совокупная прибыль (убыток) (± 210 ± 220 ± 230)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FC13D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240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4EC64" w14:textId="6E639B38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bookmarkStart w:id="133" w:name="f2r240"/>
            <w:bookmarkEnd w:id="133"/>
            <w:r>
              <w:rPr>
                <w:b/>
                <w:sz w:val="18"/>
                <w:szCs w:val="18"/>
              </w:rPr>
              <w:t>2752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DB11C" w14:textId="1399C8FB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3737</w:t>
            </w:r>
          </w:p>
        </w:tc>
      </w:tr>
      <w:tr w:rsidR="00D54885" w14:paraId="67E7E962" w14:textId="77777777" w:rsidTr="00B44E62">
        <w:trPr>
          <w:trHeight w:val="12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E13E48D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Базовая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3F20D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250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D9CE3D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34" w:name="f2r250"/>
            <w:bookmarkEnd w:id="134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C9DB1D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1C1CE24A" w14:textId="77777777" w:rsidTr="00B44E62">
        <w:trPr>
          <w:trHeight w:val="165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14C90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Разводненная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1302BC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260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5CB8A5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35" w:name="f2r260"/>
            <w:bookmarkEnd w:id="135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245D51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513747F8" w14:textId="77777777" w:rsidTr="00B44E6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220002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proofErr w:type="gramStart"/>
            <w:r w:rsidRPr="00566863">
              <w:rPr>
                <w:sz w:val="18"/>
                <w:szCs w:val="18"/>
              </w:rPr>
              <w:t>Количество  организаций</w:t>
            </w:r>
            <w:proofErr w:type="gramEnd"/>
            <w:r w:rsidRPr="00566863">
              <w:rPr>
                <w:sz w:val="18"/>
                <w:szCs w:val="18"/>
              </w:rPr>
              <w:t xml:space="preserve"> получивших прибыль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71F60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270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2B66C3" w14:textId="7E469B6A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bookmarkStart w:id="136" w:name="f2r270"/>
            <w:bookmarkEnd w:id="1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122C39" w14:textId="0DC007A7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D54885" w14:paraId="20A96D4E" w14:textId="77777777" w:rsidTr="00B44E62">
        <w:trPr>
          <w:trHeight w:val="319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0D6F3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полученной прибыли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D30AA8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270а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4CBBD4" w14:textId="1D10ED25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bookmarkStart w:id="137" w:name="f2r270A"/>
            <w:bookmarkEnd w:id="137"/>
            <w:r>
              <w:rPr>
                <w:b/>
                <w:sz w:val="18"/>
                <w:szCs w:val="18"/>
              </w:rPr>
              <w:t>2383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CE83F7" w14:textId="7AE6BFB7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1850</w:t>
            </w:r>
          </w:p>
        </w:tc>
      </w:tr>
      <w:tr w:rsidR="00D54885" w14:paraId="6A54BE3E" w14:textId="77777777" w:rsidTr="00B44E6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D30342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proofErr w:type="gramStart"/>
            <w:r w:rsidRPr="00566863">
              <w:rPr>
                <w:sz w:val="18"/>
                <w:szCs w:val="18"/>
              </w:rPr>
              <w:t>Количество  организаций</w:t>
            </w:r>
            <w:proofErr w:type="gramEnd"/>
            <w:r w:rsidRPr="00566863">
              <w:rPr>
                <w:sz w:val="18"/>
                <w:szCs w:val="18"/>
              </w:rPr>
              <w:t xml:space="preserve"> получивших убыток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0BE1D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280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FA2EC9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38" w:name="f2r280"/>
            <w:bookmarkEnd w:id="138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E19D1B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4EA1E64C" w14:textId="77777777" w:rsidTr="00B44E6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133B86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DF514F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280а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3EFE11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39" w:name="f2r280A"/>
            <w:bookmarkEnd w:id="139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A5BF20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21EBF0DC" w14:textId="77777777" w:rsidTr="00B44E6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CC9E1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proofErr w:type="gramStart"/>
            <w:r w:rsidRPr="00566863">
              <w:rPr>
                <w:sz w:val="18"/>
                <w:szCs w:val="18"/>
              </w:rPr>
              <w:t>Количество  организаций</w:t>
            </w:r>
            <w:proofErr w:type="gramEnd"/>
            <w:r w:rsidRPr="00566863">
              <w:rPr>
                <w:sz w:val="18"/>
                <w:szCs w:val="18"/>
              </w:rPr>
              <w:t xml:space="preserve"> получивших прибыль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97AA0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D24DAE" w14:textId="2D666734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bookmarkStart w:id="140" w:name="f2r290"/>
            <w:bookmarkEnd w:id="1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FAC1DD" w14:textId="0155D109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D54885" w14:paraId="2D1EEECE" w14:textId="77777777" w:rsidTr="00B44E6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83FCE3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полученной прибыли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98FEB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63032A" w14:textId="214D41D5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bookmarkStart w:id="141" w:name="f"/>
            <w:bookmarkStart w:id="142" w:name="f2r290A"/>
            <w:bookmarkEnd w:id="141"/>
            <w:bookmarkEnd w:id="142"/>
            <w:r>
              <w:rPr>
                <w:b/>
                <w:sz w:val="18"/>
                <w:szCs w:val="18"/>
              </w:rPr>
              <w:t>1733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7D1F19" w14:textId="71FC1B05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911</w:t>
            </w:r>
          </w:p>
        </w:tc>
      </w:tr>
      <w:tr w:rsidR="00D54885" w14:paraId="7E219247" w14:textId="77777777" w:rsidTr="00B44E62">
        <w:trPr>
          <w:trHeight w:val="471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BC1DE5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proofErr w:type="gramStart"/>
            <w:r w:rsidRPr="00566863">
              <w:rPr>
                <w:sz w:val="18"/>
                <w:szCs w:val="18"/>
              </w:rPr>
              <w:t>Количество  организаций</w:t>
            </w:r>
            <w:proofErr w:type="gramEnd"/>
            <w:r w:rsidRPr="00566863">
              <w:rPr>
                <w:sz w:val="18"/>
                <w:szCs w:val="18"/>
              </w:rPr>
              <w:t xml:space="preserve"> получивших убыток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3917D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814432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43" w:name="f2r295"/>
            <w:bookmarkEnd w:id="143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221F8E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3581143B" w14:textId="77777777" w:rsidTr="00B44E62">
        <w:trPr>
          <w:trHeight w:val="29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F5AC32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DBE47D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D95F96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44" w:name="f2r295A"/>
            <w:bookmarkEnd w:id="144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34BE9B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33F1DFB2" w14:textId="77777777" w:rsidR="00D54885" w:rsidRPr="006D3694" w:rsidRDefault="00D54885" w:rsidP="00D54885">
      <w:pPr>
        <w:pStyle w:val="a3"/>
        <w:widowControl w:val="0"/>
        <w:rPr>
          <w:rFonts w:ascii="Times New Roman" w:hAnsi="Times New Roman"/>
          <w:sz w:val="16"/>
        </w:rPr>
      </w:pPr>
    </w:p>
    <w:tbl>
      <w:tblPr>
        <w:tblW w:w="10540" w:type="dxa"/>
        <w:tblInd w:w="228" w:type="dxa"/>
        <w:tblLayout w:type="fixed"/>
        <w:tblLook w:val="0000" w:firstRow="0" w:lastRow="0" w:firstColumn="0" w:lastColumn="0" w:noHBand="0" w:noVBand="0"/>
      </w:tblPr>
      <w:tblGrid>
        <w:gridCol w:w="5834"/>
        <w:gridCol w:w="605"/>
        <w:gridCol w:w="1096"/>
        <w:gridCol w:w="1006"/>
        <w:gridCol w:w="978"/>
        <w:gridCol w:w="1021"/>
      </w:tblGrid>
      <w:tr w:rsidR="00D54885" w14:paraId="0EE5AE54" w14:textId="77777777" w:rsidTr="00B44E62">
        <w:trPr>
          <w:trHeight w:val="165"/>
        </w:trPr>
        <w:tc>
          <w:tcPr>
            <w:tcW w:w="1054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14:paraId="611F7558" w14:textId="77777777" w:rsidR="00D54885" w:rsidRPr="00566863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Расшифровка прочих доходов и расходов по текущей деятельности</w:t>
            </w:r>
          </w:p>
        </w:tc>
      </w:tr>
      <w:tr w:rsidR="00D54885" w14:paraId="13C2AF9A" w14:textId="77777777" w:rsidTr="00B44E62">
        <w:trPr>
          <w:trHeight w:val="209"/>
        </w:trPr>
        <w:tc>
          <w:tcPr>
            <w:tcW w:w="64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C5D7B93" w14:textId="77777777" w:rsidR="00D54885" w:rsidRPr="00566863" w:rsidRDefault="00D54885" w:rsidP="00B44E62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5A6C93" w14:textId="77777777" w:rsidR="00D54885" w:rsidRPr="00566863" w:rsidRDefault="00D54885" w:rsidP="00B44E62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За отчетный период 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14:paraId="2D0429C2" w14:textId="77777777" w:rsidR="00D54885" w:rsidRPr="00566863" w:rsidRDefault="00D54885" w:rsidP="00B44E62">
            <w:pPr>
              <w:ind w:left="-122"/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За аналогичный период прошлого года </w:t>
            </w:r>
          </w:p>
        </w:tc>
      </w:tr>
      <w:tr w:rsidR="00D54885" w14:paraId="35BBCA8C" w14:textId="77777777" w:rsidTr="00B44E62">
        <w:trPr>
          <w:trHeight w:val="156"/>
        </w:trPr>
        <w:tc>
          <w:tcPr>
            <w:tcW w:w="58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ED75C4C" w14:textId="77777777" w:rsidR="00D54885" w:rsidRPr="00566863" w:rsidRDefault="00D54885" w:rsidP="00B44E62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FC8FAD" w14:textId="77777777" w:rsidR="00D54885" w:rsidRPr="00566863" w:rsidRDefault="00D54885" w:rsidP="00B44E62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код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209EEF" w14:textId="77777777" w:rsidR="00D54885" w:rsidRPr="00566863" w:rsidRDefault="00D54885" w:rsidP="00B44E62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7E34C7" w14:textId="77777777" w:rsidR="00D54885" w:rsidRPr="00566863" w:rsidRDefault="00D54885" w:rsidP="00B44E62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расход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BB9D2B" w14:textId="77777777" w:rsidR="00D54885" w:rsidRPr="00566863" w:rsidRDefault="00D54885" w:rsidP="00B44E62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14:paraId="54896385" w14:textId="77777777" w:rsidR="00D54885" w:rsidRPr="00566863" w:rsidRDefault="00D54885" w:rsidP="00B44E62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расход </w:t>
            </w:r>
          </w:p>
        </w:tc>
      </w:tr>
      <w:tr w:rsidR="00D54885" w14:paraId="5D36EC8B" w14:textId="77777777" w:rsidTr="00B44E62">
        <w:trPr>
          <w:trHeight w:val="124"/>
        </w:trPr>
        <w:tc>
          <w:tcPr>
            <w:tcW w:w="583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vAlign w:val="bottom"/>
          </w:tcPr>
          <w:p w14:paraId="00561F8D" w14:textId="77777777" w:rsidR="00D54885" w:rsidRPr="00566863" w:rsidRDefault="00D54885" w:rsidP="00B44E6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050AAA" w14:textId="77777777" w:rsidR="00D54885" w:rsidRPr="00566863" w:rsidRDefault="00D54885" w:rsidP="00B44E6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76D633" w14:textId="77777777" w:rsidR="00D54885" w:rsidRPr="00566863" w:rsidRDefault="00D54885" w:rsidP="00B44E6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0464D1" w14:textId="77777777" w:rsidR="00D54885" w:rsidRPr="00566863" w:rsidRDefault="00D54885" w:rsidP="00B44E6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9C7B1F" w14:textId="77777777" w:rsidR="00D54885" w:rsidRPr="00566863" w:rsidRDefault="00D54885" w:rsidP="00B44E6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14:paraId="5E2C1BE4" w14:textId="77777777" w:rsidR="00D54885" w:rsidRPr="00566863" w:rsidRDefault="00D54885" w:rsidP="00B44E6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6</w:t>
            </w:r>
          </w:p>
        </w:tc>
      </w:tr>
      <w:tr w:rsidR="00D54885" w14:paraId="7B9591E6" w14:textId="77777777" w:rsidTr="00B44E62">
        <w:trPr>
          <w:trHeight w:val="559"/>
        </w:trPr>
        <w:tc>
          <w:tcPr>
            <w:tcW w:w="5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F1D6DDC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C50D6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300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85F942" w14:textId="485814FE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650</w:t>
            </w:r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B838D0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684341" w14:textId="263EEAC3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939</w:t>
            </w: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E8D73A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</w:tr>
      <w:tr w:rsidR="00D54885" w14:paraId="6FF698F4" w14:textId="77777777" w:rsidTr="00B44E62">
        <w:trPr>
          <w:trHeight w:val="288"/>
        </w:trPr>
        <w:tc>
          <w:tcPr>
            <w:tcW w:w="5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40B2FD9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инвестиционную и финансовую деятельность (из стр.104 и 122)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76516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301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DBAE2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45" w:name="f2r301"/>
            <w:bookmarkEnd w:id="145"/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674B4A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C031E6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6FA21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</w:tr>
      <w:tr w:rsidR="00D54885" w14:paraId="3B4AE6B4" w14:textId="77777777" w:rsidTr="00B44E62">
        <w:trPr>
          <w:trHeight w:val="394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256C818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Выплаты компенсирующего, </w:t>
            </w:r>
            <w:proofErr w:type="gramStart"/>
            <w:r w:rsidRPr="00566863">
              <w:rPr>
                <w:sz w:val="18"/>
                <w:szCs w:val="18"/>
              </w:rPr>
              <w:t>стимулирующего  характера</w:t>
            </w:r>
            <w:proofErr w:type="gramEnd"/>
            <w:r w:rsidRPr="00566863">
              <w:rPr>
                <w:sz w:val="18"/>
                <w:szCs w:val="18"/>
              </w:rPr>
              <w:t>, а также выплаты, носящие характер социальных льгот (из строки 080)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71982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310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AA736E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46" w:name="f2r310"/>
            <w:bookmarkEnd w:id="146"/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1B2FB0" w14:textId="4A5F227E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01158E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A4BF47" w14:textId="27C3E02D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325</w:t>
            </w:r>
          </w:p>
        </w:tc>
      </w:tr>
      <w:tr w:rsidR="00D54885" w14:paraId="771C0E66" w14:textId="77777777" w:rsidTr="00B44E62">
        <w:trPr>
          <w:trHeight w:val="209"/>
        </w:trPr>
        <w:tc>
          <w:tcPr>
            <w:tcW w:w="5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814E0C" w14:textId="77777777" w:rsidR="00D54885" w:rsidRPr="00566863" w:rsidRDefault="00D54885" w:rsidP="00B44E62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566863">
              <w:rPr>
                <w:b/>
                <w:bCs/>
                <w:sz w:val="18"/>
                <w:szCs w:val="18"/>
              </w:rPr>
              <w:t>Справочно</w:t>
            </w:r>
            <w:proofErr w:type="spellEnd"/>
            <w:r w:rsidRPr="00566863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C0736" w14:textId="77777777" w:rsidR="00D54885" w:rsidRPr="00566863" w:rsidRDefault="00D54885" w:rsidP="00B44E62">
            <w:pPr>
              <w:jc w:val="center"/>
              <w:rPr>
                <w:b/>
                <w:bCs/>
                <w:sz w:val="18"/>
                <w:szCs w:val="18"/>
              </w:rPr>
            </w:pPr>
            <w:r w:rsidRPr="00566863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D8F30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B05D8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D54885" w14:paraId="5D9AFD2F" w14:textId="77777777" w:rsidTr="00B44E62">
        <w:trPr>
          <w:trHeight w:val="244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A616495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Выручка от реализации продукции, товаров, работ, услуг (с учетом </w:t>
            </w:r>
            <w:proofErr w:type="gramStart"/>
            <w:r w:rsidRPr="00566863">
              <w:rPr>
                <w:sz w:val="18"/>
                <w:szCs w:val="18"/>
              </w:rPr>
              <w:t>налогов и сборов</w:t>
            </w:r>
            <w:proofErr w:type="gramEnd"/>
            <w:r w:rsidRPr="00566863">
              <w:rPr>
                <w:sz w:val="18"/>
                <w:szCs w:val="18"/>
              </w:rPr>
              <w:t xml:space="preserve"> включаемых в выручку)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C4F9D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400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72FAC" w14:textId="758E8EF9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bookmarkStart w:id="147" w:name="f2r400"/>
            <w:bookmarkEnd w:id="147"/>
            <w:r>
              <w:rPr>
                <w:b/>
                <w:sz w:val="18"/>
                <w:szCs w:val="18"/>
              </w:rPr>
              <w:t>14277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CBA10" w14:textId="1B0B5A2D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12589</w:t>
            </w:r>
          </w:p>
        </w:tc>
      </w:tr>
      <w:tr w:rsidR="00D54885" w14:paraId="6E3E8940" w14:textId="77777777" w:rsidTr="00B44E62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DEFDA34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в том числе: </w:t>
            </w:r>
            <w:proofErr w:type="gramStart"/>
            <w:r w:rsidRPr="00566863">
              <w:rPr>
                <w:sz w:val="18"/>
                <w:szCs w:val="18"/>
              </w:rPr>
              <w:t>выручка</w:t>
            </w:r>
            <w:proofErr w:type="gramEnd"/>
            <w:r w:rsidRPr="00566863">
              <w:rPr>
                <w:sz w:val="18"/>
                <w:szCs w:val="18"/>
              </w:rPr>
              <w:t xml:space="preserve"> полученная в иностранной валюте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2C679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400а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4D1AB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48" w:name="f2r400A"/>
            <w:bookmarkEnd w:id="148"/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7C726D" w14:textId="77777777"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14:paraId="7EB4D832" w14:textId="77777777" w:rsidTr="00B44E62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0244B4B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Рентабельность </w:t>
            </w:r>
            <w:proofErr w:type="gramStart"/>
            <w:r w:rsidRPr="00566863">
              <w:rPr>
                <w:sz w:val="18"/>
                <w:szCs w:val="18"/>
              </w:rPr>
              <w:t>продаж,%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695D94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7CECE" w14:textId="29EE53A7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bookmarkStart w:id="149" w:name="f2r410"/>
            <w:bookmarkEnd w:id="149"/>
            <w:r>
              <w:rPr>
                <w:b/>
                <w:sz w:val="18"/>
                <w:szCs w:val="18"/>
              </w:rPr>
              <w:t>18,9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059F15" w14:textId="4481B829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13,9</w:t>
            </w:r>
          </w:p>
        </w:tc>
      </w:tr>
      <w:tr w:rsidR="00D54885" w14:paraId="0B1F7A6F" w14:textId="77777777" w:rsidTr="00B44E62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AD6E1D5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от реализации, товаров, работ, услуг,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2A955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411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B46EC96" w14:textId="2569A286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bookmarkStart w:id="150" w:name="f2r411"/>
            <w:bookmarkEnd w:id="150"/>
            <w:r>
              <w:rPr>
                <w:b/>
                <w:sz w:val="18"/>
                <w:szCs w:val="18"/>
              </w:rPr>
              <w:t>26,7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EEDA5" w14:textId="5E80521A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18,2</w:t>
            </w:r>
          </w:p>
        </w:tc>
      </w:tr>
      <w:tr w:rsidR="00D54885" w14:paraId="1812291C" w14:textId="77777777" w:rsidTr="00B44E62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1A89D3C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4E761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D4D533F" w14:textId="60FEE9AE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bookmarkStart w:id="151" w:name="f2r412"/>
            <w:bookmarkEnd w:id="151"/>
            <w:r>
              <w:rPr>
                <w:b/>
                <w:sz w:val="18"/>
                <w:szCs w:val="18"/>
              </w:rPr>
              <w:t>23,5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7F7E04" w14:textId="2659AB48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19,3</w:t>
            </w:r>
          </w:p>
        </w:tc>
      </w:tr>
      <w:tr w:rsidR="00D54885" w14:paraId="6DFF9FB8" w14:textId="77777777" w:rsidTr="00B44E62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BBFDFDB" w14:textId="77777777"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без учета государственной поддержки,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B8F60" w14:textId="77777777"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FB84644" w14:textId="0C68F05C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bookmarkStart w:id="152" w:name="f2r413"/>
            <w:bookmarkEnd w:id="152"/>
            <w:r>
              <w:rPr>
                <w:b/>
                <w:sz w:val="18"/>
                <w:szCs w:val="18"/>
              </w:rPr>
              <w:t>17,1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6C8A39" w14:textId="59D93DF3" w:rsidR="00D54885" w:rsidRPr="00566863" w:rsidRDefault="0009648E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9,5</w:t>
            </w:r>
          </w:p>
        </w:tc>
      </w:tr>
      <w:tr w:rsidR="003A5AFC" w14:paraId="69253DE1" w14:textId="77777777" w:rsidTr="00B44E62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9F4F15" w14:textId="77777777" w:rsidR="003A5AFC" w:rsidRPr="00566863" w:rsidRDefault="003A5AFC" w:rsidP="00B44E62">
            <w:pPr>
              <w:rPr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A98836" w14:textId="77777777" w:rsidR="003A5AFC" w:rsidRPr="00566863" w:rsidRDefault="003A5AFC" w:rsidP="00B44E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6DB4035" w14:textId="77777777" w:rsidR="003A5AFC" w:rsidRDefault="003A5AFC" w:rsidP="00B44E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3B11C4" w14:textId="77777777" w:rsidR="003A5AFC" w:rsidRDefault="003A5AFC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54C3CAFC" w14:textId="77777777" w:rsidR="00D54885" w:rsidRDefault="00D54885" w:rsidP="00D54885">
      <w:pPr>
        <w:pStyle w:val="a3"/>
        <w:widowControl w:val="0"/>
        <w:ind w:firstLine="567"/>
        <w:rPr>
          <w:rFonts w:ascii="Times New Roman" w:hAnsi="Times New Roman"/>
          <w:lang w:val="en-US"/>
        </w:rPr>
      </w:pPr>
    </w:p>
    <w:p w14:paraId="764F151D" w14:textId="00ED7983" w:rsidR="006F45BC" w:rsidRPr="003570F4" w:rsidRDefault="00D54885" w:rsidP="006F45BC">
      <w:pPr>
        <w:pStyle w:val="a3"/>
        <w:jc w:val="right"/>
        <w:rPr>
          <w:rFonts w:ascii="Times New Roman" w:hAnsi="Times New Roman"/>
          <w:b/>
          <w:sz w:val="16"/>
          <w:szCs w:val="16"/>
          <w:u w:val="single"/>
          <w:lang w:val="en-US"/>
        </w:rPr>
      </w:pPr>
      <w:r w:rsidRPr="00D47376">
        <w:br w:type="page"/>
      </w:r>
      <w:bookmarkStart w:id="153" w:name="f3"/>
      <w:r w:rsidR="006F45BC" w:rsidRPr="003570F4">
        <w:rPr>
          <w:rFonts w:ascii="Times New Roman" w:hAnsi="Times New Roman"/>
          <w:b/>
          <w:sz w:val="16"/>
          <w:szCs w:val="16"/>
          <w:u w:val="single"/>
        </w:rPr>
        <w:lastRenderedPageBreak/>
        <w:t>Форма № 3</w:t>
      </w:r>
      <w:r w:rsidR="0009648E">
        <w:rPr>
          <w:rFonts w:ascii="Times New Roman" w:hAnsi="Times New Roman"/>
          <w:b/>
          <w:sz w:val="16"/>
          <w:szCs w:val="16"/>
          <w:u w:val="single"/>
        </w:rPr>
        <w:t>2383</w:t>
      </w:r>
    </w:p>
    <w:tbl>
      <w:tblPr>
        <w:tblW w:w="1091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06"/>
        <w:gridCol w:w="719"/>
        <w:gridCol w:w="920"/>
        <w:gridCol w:w="403"/>
        <w:gridCol w:w="720"/>
        <w:gridCol w:w="1052"/>
        <w:gridCol w:w="992"/>
        <w:gridCol w:w="960"/>
        <w:gridCol w:w="840"/>
        <w:gridCol w:w="1019"/>
        <w:gridCol w:w="61"/>
        <w:gridCol w:w="899"/>
        <w:gridCol w:w="334"/>
        <w:gridCol w:w="626"/>
        <w:gridCol w:w="299"/>
        <w:gridCol w:w="661"/>
      </w:tblGrid>
      <w:tr w:rsidR="006F45BC" w14:paraId="53D7DD83" w14:textId="77777777" w:rsidTr="00054037">
        <w:trPr>
          <w:trHeight w:val="80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2E9E522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2081CE5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C496B56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7A79CAE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432A245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587E97D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A1531A3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A1DE9CB" w14:textId="77777777" w:rsidR="006F45BC" w:rsidRDefault="006F45BC" w:rsidP="00B9635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89EF7B3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915789" w14:textId="77777777" w:rsidR="006F45BC" w:rsidRPr="00F57E7A" w:rsidRDefault="006F45BC" w:rsidP="00B96355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>Приложение 3</w:t>
            </w:r>
          </w:p>
        </w:tc>
      </w:tr>
      <w:tr w:rsidR="006F45BC" w14:paraId="5D43933D" w14:textId="77777777" w:rsidTr="00054037">
        <w:trPr>
          <w:trHeight w:val="297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B59D404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02766BB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29D067F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D0F2BED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A14EB42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F91F361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D32B71D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DA7BC70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6F4D38D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964B146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F1973B" w14:textId="77777777" w:rsidR="006F45BC" w:rsidRPr="00F57E7A" w:rsidRDefault="006F45BC" w:rsidP="00B96355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 xml:space="preserve">к постановлению Министерства финансов Республики Беларусь </w:t>
            </w:r>
          </w:p>
        </w:tc>
      </w:tr>
      <w:tr w:rsidR="006F45BC" w14:paraId="78ADF6C2" w14:textId="77777777" w:rsidTr="00054037">
        <w:trPr>
          <w:trHeight w:val="124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4747F14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43BD5AC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680CBD4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6183B2A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AA2881C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84C6973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6761AFE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BF687A6" w14:textId="77777777" w:rsidR="006F45BC" w:rsidRDefault="006F45BC" w:rsidP="00B96355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BBEAB12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CB59B1E" w14:textId="77777777"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0CB5F9" w14:textId="77777777" w:rsidR="006F45BC" w:rsidRPr="00F57E7A" w:rsidRDefault="006F45BC" w:rsidP="00B96355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6F45BC" w14:paraId="6EE2B0E4" w14:textId="77777777" w:rsidTr="00054037">
        <w:trPr>
          <w:trHeight w:val="212"/>
        </w:trPr>
        <w:tc>
          <w:tcPr>
            <w:tcW w:w="1091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4E0607F" w14:textId="77777777" w:rsidR="006F45BC" w:rsidRPr="00F57E7A" w:rsidRDefault="006F45BC" w:rsidP="00B96355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>ОТЧЕТ</w:t>
            </w:r>
          </w:p>
        </w:tc>
      </w:tr>
      <w:tr w:rsidR="006F45BC" w14:paraId="33E41D3E" w14:textId="77777777" w:rsidTr="00054037">
        <w:trPr>
          <w:trHeight w:val="255"/>
        </w:trPr>
        <w:tc>
          <w:tcPr>
            <w:tcW w:w="1091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9A902FB" w14:textId="77777777" w:rsidR="006F45BC" w:rsidRPr="00F57E7A" w:rsidRDefault="006F45BC" w:rsidP="00B96355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 xml:space="preserve">об изменении </w:t>
            </w:r>
            <w:r>
              <w:rPr>
                <w:b/>
                <w:bCs/>
                <w:sz w:val="20"/>
                <w:szCs w:val="20"/>
              </w:rPr>
              <w:t xml:space="preserve">собственного </w:t>
            </w:r>
            <w:r w:rsidRPr="00F57E7A">
              <w:rPr>
                <w:b/>
                <w:bCs/>
                <w:sz w:val="20"/>
                <w:szCs w:val="20"/>
              </w:rPr>
              <w:t>капитала</w:t>
            </w:r>
          </w:p>
        </w:tc>
      </w:tr>
      <w:tr w:rsidR="006F45BC" w14:paraId="38604EAD" w14:textId="77777777" w:rsidTr="00054037">
        <w:trPr>
          <w:trHeight w:val="80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142A6FE" w14:textId="77777777" w:rsidR="006F45BC" w:rsidRPr="00020A41" w:rsidRDefault="006F45BC" w:rsidP="00B96355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50D4574" w14:textId="77777777" w:rsidR="006F45BC" w:rsidRPr="00020A41" w:rsidRDefault="006F45BC" w:rsidP="00B96355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92E2B2F" w14:textId="77777777" w:rsidR="006F45BC" w:rsidRPr="00020A41" w:rsidRDefault="006F45BC" w:rsidP="00B96355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B3BA52F" w14:textId="77777777" w:rsidR="006F45BC" w:rsidRPr="00020A41" w:rsidRDefault="006F45BC" w:rsidP="00B96355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A3CC043" w14:textId="77777777" w:rsidR="006F45BC" w:rsidRPr="00020A41" w:rsidRDefault="006F45BC" w:rsidP="00B96355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9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7A8890D" w14:textId="35A5F516" w:rsidR="006F45BC" w:rsidRPr="009F36D0" w:rsidRDefault="006F45BC" w:rsidP="00B96355">
            <w:pPr>
              <w:ind w:firstLineChars="26" w:firstLine="4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за январь-декабрь </w:t>
            </w:r>
            <w:r w:rsidR="00052A5E">
              <w:rPr>
                <w:b/>
                <w:sz w:val="18"/>
                <w:szCs w:val="18"/>
              </w:rPr>
              <w:t>202</w:t>
            </w:r>
            <w:r w:rsidR="002431E9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 xml:space="preserve"> г</w:t>
            </w:r>
            <w:r w:rsidRPr="005407FD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79EB934" w14:textId="77777777" w:rsidR="006F45BC" w:rsidRPr="00020A41" w:rsidRDefault="006F45BC" w:rsidP="00B96355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F33AE92" w14:textId="77777777" w:rsidR="006F45BC" w:rsidRPr="00020A41" w:rsidRDefault="006F45BC" w:rsidP="00B96355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CBCF719" w14:textId="77777777" w:rsidR="006F45BC" w:rsidRPr="00020A41" w:rsidRDefault="006F45BC" w:rsidP="00B96355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</w:tr>
      <w:tr w:rsidR="006F45BC" w14:paraId="06455105" w14:textId="77777777" w:rsidTr="00054037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61B71F75" w14:textId="77777777" w:rsidR="006F45BC" w:rsidRPr="005407FD" w:rsidRDefault="006F45BC" w:rsidP="00B96355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Организация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93EB8D3" w14:textId="77777777" w:rsidR="006F45BC" w:rsidRPr="005407FD" w:rsidRDefault="006F45BC" w:rsidP="00B96355">
            <w:pPr>
              <w:rPr>
                <w:sz w:val="20"/>
                <w:szCs w:val="20"/>
              </w:rPr>
            </w:pPr>
          </w:p>
        </w:tc>
      </w:tr>
      <w:tr w:rsidR="006F45BC" w14:paraId="735A6F7A" w14:textId="77777777" w:rsidTr="00054037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C41E28B" w14:textId="77777777" w:rsidR="006F45BC" w:rsidRPr="00020A41" w:rsidRDefault="006F45BC" w:rsidP="00B96355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69CAB09" w14:textId="77777777" w:rsidR="006F45BC" w:rsidRDefault="006F45BC" w:rsidP="00B96355">
            <w:pPr>
              <w:rPr>
                <w:sz w:val="20"/>
                <w:szCs w:val="20"/>
              </w:rPr>
            </w:pPr>
          </w:p>
        </w:tc>
      </w:tr>
      <w:tr w:rsidR="006F45BC" w14:paraId="1F4ECF78" w14:textId="77777777" w:rsidTr="00054037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6F739B38" w14:textId="77777777" w:rsidR="006F45BC" w:rsidRPr="00020A41" w:rsidRDefault="006F45BC" w:rsidP="00B96355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116B5F2" w14:textId="77777777" w:rsidR="006F45BC" w:rsidRDefault="006F45BC" w:rsidP="00B96355">
            <w:pPr>
              <w:rPr>
                <w:sz w:val="20"/>
                <w:szCs w:val="20"/>
              </w:rPr>
            </w:pPr>
          </w:p>
        </w:tc>
      </w:tr>
      <w:tr w:rsidR="006F45BC" w14:paraId="15017402" w14:textId="77777777" w:rsidTr="00054037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D79FE2B" w14:textId="77777777" w:rsidR="006F45BC" w:rsidRPr="00020A41" w:rsidRDefault="006F45BC" w:rsidP="00B96355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3C188DB7" w14:textId="77777777" w:rsidR="006F45BC" w:rsidRDefault="006F45BC" w:rsidP="00B96355">
            <w:pPr>
              <w:rPr>
                <w:sz w:val="20"/>
                <w:szCs w:val="20"/>
              </w:rPr>
            </w:pPr>
          </w:p>
        </w:tc>
      </w:tr>
      <w:tr w:rsidR="006F45BC" w14:paraId="413F79BC" w14:textId="77777777" w:rsidTr="00054037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3CC31FC" w14:textId="77777777" w:rsidR="006F45BC" w:rsidRPr="00020A41" w:rsidRDefault="006F45BC" w:rsidP="00B96355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BA698C3" w14:textId="77777777" w:rsidR="006F45BC" w:rsidRDefault="006F45BC" w:rsidP="00B96355">
            <w:pPr>
              <w:rPr>
                <w:sz w:val="20"/>
                <w:szCs w:val="20"/>
              </w:rPr>
            </w:pPr>
          </w:p>
        </w:tc>
      </w:tr>
      <w:tr w:rsidR="006F45BC" w14:paraId="49A6CA3A" w14:textId="77777777" w:rsidTr="00054037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3B2DF5BE" w14:textId="77777777" w:rsidR="006F45BC" w:rsidRPr="00020A41" w:rsidRDefault="006F45BC" w:rsidP="00B96355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6D3948B2" w14:textId="77777777" w:rsidR="006F45BC" w:rsidRPr="00A325B4" w:rsidRDefault="006F45BC" w:rsidP="00B96355">
            <w:pPr>
              <w:rPr>
                <w:b/>
                <w:sz w:val="18"/>
                <w:szCs w:val="18"/>
                <w:lang w:val="en-US"/>
              </w:rPr>
            </w:pPr>
            <w:r w:rsidRPr="00A325B4">
              <w:rPr>
                <w:b/>
                <w:sz w:val="18"/>
                <w:szCs w:val="18"/>
              </w:rPr>
              <w:t xml:space="preserve">тыс. </w:t>
            </w:r>
            <w:proofErr w:type="spellStart"/>
            <w:r w:rsidRPr="00A325B4">
              <w:rPr>
                <w:b/>
                <w:sz w:val="18"/>
                <w:szCs w:val="18"/>
              </w:rPr>
              <w:t>руб</w:t>
            </w:r>
            <w:proofErr w:type="spellEnd"/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6F45BC" w14:paraId="11A8C109" w14:textId="77777777" w:rsidTr="00054037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1EA8ECC3" w14:textId="77777777" w:rsidR="006F45BC" w:rsidRPr="00020A41" w:rsidRDefault="006F45BC" w:rsidP="00B96355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Адрес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518FB893" w14:textId="77777777" w:rsidR="006F45BC" w:rsidRDefault="006F45BC" w:rsidP="00B96355">
            <w:pPr>
              <w:rPr>
                <w:sz w:val="20"/>
                <w:szCs w:val="20"/>
              </w:rPr>
            </w:pPr>
          </w:p>
        </w:tc>
      </w:tr>
      <w:tr w:rsidR="006F45BC" w14:paraId="6C79BEF8" w14:textId="77777777" w:rsidTr="00054037">
        <w:trPr>
          <w:trHeight w:val="726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20243C0" w14:textId="77777777" w:rsidR="006F45BC" w:rsidRPr="00F758E8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Наименование</w:t>
            </w:r>
          </w:p>
          <w:p w14:paraId="7BEDC92E" w14:textId="77777777" w:rsidR="006F45BC" w:rsidRPr="00F57E7A" w:rsidRDefault="006F45BC" w:rsidP="00B96355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C4BDEE5" w14:textId="77777777" w:rsidR="006F45BC" w:rsidRPr="00F57E7A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5B2FAB1" w14:textId="77777777" w:rsidR="006F45BC" w:rsidRPr="00F57E7A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E4829C0" w14:textId="77777777" w:rsidR="006F45BC" w:rsidRPr="00F57E7A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57E7A">
              <w:rPr>
                <w:b/>
                <w:bCs/>
                <w:sz w:val="16"/>
                <w:szCs w:val="16"/>
              </w:rPr>
              <w:t>Неопла-ченная</w:t>
            </w:r>
            <w:proofErr w:type="spellEnd"/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1766F3D" w14:textId="77777777" w:rsidR="006F45BC" w:rsidRPr="00F57E7A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57E7A">
              <w:rPr>
                <w:b/>
                <w:bCs/>
                <w:sz w:val="16"/>
                <w:szCs w:val="16"/>
              </w:rPr>
              <w:t>Собст</w:t>
            </w:r>
            <w:proofErr w:type="spellEnd"/>
            <w:r w:rsidRPr="00F57E7A">
              <w:rPr>
                <w:b/>
                <w:bCs/>
                <w:sz w:val="16"/>
                <w:szCs w:val="16"/>
              </w:rPr>
              <w:t>-венные</w:t>
            </w:r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7962B62" w14:textId="77777777" w:rsidR="006F45BC" w:rsidRPr="00F57E7A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F57E7A">
              <w:rPr>
                <w:b/>
                <w:bCs/>
                <w:sz w:val="16"/>
                <w:szCs w:val="16"/>
              </w:rPr>
              <w:t>Резерв-</w:t>
            </w:r>
            <w:proofErr w:type="spellStart"/>
            <w:r w:rsidRPr="00F57E7A">
              <w:rPr>
                <w:b/>
                <w:bCs/>
                <w:sz w:val="16"/>
                <w:szCs w:val="16"/>
              </w:rPr>
              <w:t>ный</w:t>
            </w:r>
            <w:proofErr w:type="spellEnd"/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70B3F98" w14:textId="77777777" w:rsidR="006F45BC" w:rsidRPr="00F57E7A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57E7A">
              <w:rPr>
                <w:b/>
                <w:bCs/>
                <w:sz w:val="16"/>
                <w:szCs w:val="16"/>
              </w:rPr>
              <w:t>Добавоч-ный</w:t>
            </w:r>
            <w:proofErr w:type="spellEnd"/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капитал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59380C3" w14:textId="77777777" w:rsidR="006F45BC" w:rsidRPr="00F57E7A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57E7A">
              <w:rPr>
                <w:b/>
                <w:bCs/>
                <w:sz w:val="16"/>
                <w:szCs w:val="16"/>
              </w:rPr>
              <w:t>Нераспре</w:t>
            </w:r>
            <w:proofErr w:type="spellEnd"/>
            <w:r w:rsidRPr="00F57E7A">
              <w:rPr>
                <w:b/>
                <w:bCs/>
                <w:sz w:val="16"/>
                <w:szCs w:val="16"/>
              </w:rPr>
              <w:t>-деленная</w:t>
            </w:r>
            <w:proofErr w:type="gramEnd"/>
            <w:r w:rsidRPr="00F57E7A">
              <w:rPr>
                <w:b/>
                <w:bCs/>
                <w:sz w:val="16"/>
                <w:szCs w:val="16"/>
              </w:rPr>
              <w:t xml:space="preserve"> прибыль (непокрытый убыток)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F8AD0" w14:textId="77777777" w:rsidR="006F45BC" w:rsidRPr="00F57E7A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D1C76" w14:textId="77777777" w:rsidR="006F45BC" w:rsidRPr="00F57E7A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6F45BC" w14:paraId="3478A187" w14:textId="77777777" w:rsidTr="00054037">
        <w:trPr>
          <w:trHeight w:val="225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5A023B6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3B86BB15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C3F6C9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DF54EA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C94AF5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4D6A74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F9A8A1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C6DCB7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0E231B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65BFB7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7874CC" w14:paraId="2BE83935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2D98DEA" w14:textId="77777777" w:rsidR="007874CC" w:rsidRPr="007A72AE" w:rsidRDefault="007874CC" w:rsidP="006E09C2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Остаток на 31.12.201</w:t>
            </w:r>
            <w:r w:rsidR="00447374">
              <w:rPr>
                <w:b/>
                <w:sz w:val="16"/>
                <w:szCs w:val="16"/>
              </w:rPr>
              <w:t>8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3F2603A1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010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66051E" w14:textId="77777777"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154" w:name="f3r10"/>
            <w:bookmarkEnd w:id="154"/>
            <w:r>
              <w:rPr>
                <w:b/>
                <w:sz w:val="18"/>
                <w:szCs w:val="18"/>
              </w:rPr>
              <w:t>2211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DF0A4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99BFA7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5A2131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B81F22" w14:textId="6435F3AA" w:rsidR="002763EC" w:rsidRPr="007670C0" w:rsidRDefault="002763EC" w:rsidP="002763E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1833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8F1606" w14:textId="4DD8B7D9" w:rsidR="007874CC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6852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4CA045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AD6AD5" w14:textId="5EF8AA08" w:rsidR="007874CC" w:rsidRPr="007670C0" w:rsidRDefault="002763EC" w:rsidP="0018013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10896</w:t>
            </w:r>
          </w:p>
        </w:tc>
      </w:tr>
      <w:tr w:rsidR="007874CC" w14:paraId="5B094D09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6E77934" w14:textId="77777777"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9217649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020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C3C9C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55" w:name="f3r20"/>
            <w:bookmarkEnd w:id="155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20A97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130437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9589B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D14C95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73C9D1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124107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5564D1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65168DCB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EDD4B6F" w14:textId="77777777"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AA389C9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030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E9C12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56" w:name="f3r30"/>
            <w:bookmarkEnd w:id="156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A3ECE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C43DCC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8399E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B3B76B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903373" w14:textId="1B4D92D9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12A9BA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063471" w14:textId="2C3F813C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206736D8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D4A8E2C" w14:textId="77777777" w:rsidR="002E6050" w:rsidRPr="003C732E" w:rsidRDefault="002E6050" w:rsidP="00105246">
            <w:pPr>
              <w:rPr>
                <w:sz w:val="16"/>
                <w:szCs w:val="16"/>
              </w:rPr>
            </w:pPr>
            <w:proofErr w:type="gramStart"/>
            <w:r w:rsidRPr="00C762E6">
              <w:rPr>
                <w:sz w:val="16"/>
                <w:szCs w:val="16"/>
              </w:rPr>
              <w:t xml:space="preserve">По  </w:t>
            </w:r>
            <w:r>
              <w:rPr>
                <w:sz w:val="16"/>
                <w:szCs w:val="16"/>
              </w:rPr>
              <w:t>п</w:t>
            </w:r>
            <w:r w:rsidRPr="00C762E6">
              <w:rPr>
                <w:sz w:val="16"/>
                <w:szCs w:val="16"/>
              </w:rPr>
              <w:t>остановлению</w:t>
            </w:r>
            <w:proofErr w:type="gramEnd"/>
            <w:r w:rsidRPr="00C762E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Министерства финансов РБ </w:t>
            </w:r>
            <w:r w:rsidRPr="009E2B60">
              <w:rPr>
                <w:b/>
                <w:sz w:val="16"/>
                <w:szCs w:val="16"/>
              </w:rPr>
              <w:t>№</w:t>
            </w:r>
            <w:r>
              <w:rPr>
                <w:b/>
                <w:sz w:val="16"/>
                <w:szCs w:val="16"/>
              </w:rPr>
              <w:t> </w:t>
            </w:r>
            <w:r w:rsidRPr="009E2B60">
              <w:rPr>
                <w:b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>от 10.08.2017 г.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03CF744" w14:textId="77777777" w:rsidR="002E6050" w:rsidRPr="0011743F" w:rsidRDefault="002E6050" w:rsidP="0010524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E6B7E7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57" w:name="f3r31"/>
            <w:bookmarkEnd w:id="15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2A0EB4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82FDE9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53AA7C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C044E4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1FC3C2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A5B6BA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5FE1D3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51364046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2AFB21E" w14:textId="77777777" w:rsidR="002E6050" w:rsidRPr="007A72AE" w:rsidRDefault="002E6050" w:rsidP="00105246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Скорректированный остаток на 31.12.201</w:t>
            </w:r>
            <w:r>
              <w:rPr>
                <w:b/>
                <w:sz w:val="16"/>
                <w:szCs w:val="16"/>
              </w:rPr>
              <w:t>7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95104D7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040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335AB6" w14:textId="77777777" w:rsidR="002E6050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158" w:name="f3r40"/>
            <w:bookmarkEnd w:id="158"/>
            <w:r>
              <w:rPr>
                <w:b/>
                <w:sz w:val="18"/>
                <w:szCs w:val="18"/>
              </w:rPr>
              <w:t>2211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2BD135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05B6F9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492456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039B5C" w14:textId="3305D4ED" w:rsidR="002E6050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1833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6BE106" w14:textId="2CCCF9DC" w:rsidR="002E6050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6852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A4A3C2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2B17A1" w14:textId="39285311" w:rsidR="002E6050" w:rsidRPr="007670C0" w:rsidRDefault="002763EC" w:rsidP="0018013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10896</w:t>
            </w:r>
          </w:p>
        </w:tc>
      </w:tr>
      <w:tr w:rsidR="002E6050" w14:paraId="55B26DA8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294C8D88" w14:textId="77777777" w:rsidR="002E6050" w:rsidRPr="007A72AE" w:rsidRDefault="002E6050" w:rsidP="00105246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За январь-</w:t>
            </w:r>
            <w:r w:rsidR="00447374">
              <w:rPr>
                <w:b/>
                <w:sz w:val="16"/>
                <w:szCs w:val="16"/>
              </w:rPr>
              <w:t xml:space="preserve"> декабрь 2019</w:t>
            </w:r>
            <w:r w:rsidRPr="007A72AE">
              <w:rPr>
                <w:b/>
                <w:sz w:val="16"/>
                <w:szCs w:val="16"/>
              </w:rPr>
              <w:t xml:space="preserve"> года</w:t>
            </w:r>
          </w:p>
          <w:p w14:paraId="78DE548C" w14:textId="77777777" w:rsidR="002E6050" w:rsidRPr="003C732E" w:rsidRDefault="002E6050" w:rsidP="00105246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45E7D44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85DAA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59" w:name="f3r50"/>
            <w:bookmarkEnd w:id="159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E12EE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91BF0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19A1C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1E86E" w14:textId="4A4E1B05" w:rsidR="002E6050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1887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EB001" w14:textId="1FE8D980" w:rsidR="002E6050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1850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313DE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E0F02" w14:textId="2B550644" w:rsidR="002E6050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3737</w:t>
            </w:r>
          </w:p>
        </w:tc>
      </w:tr>
      <w:tr w:rsidR="002E6050" w14:paraId="1BC3D056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925AD22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14:paraId="756FC8CA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14:paraId="5C76EC9C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006FE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60" w:name="f3r51"/>
            <w:bookmarkEnd w:id="160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934CF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BD0AE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150C5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459D4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6DFB4" w14:textId="367F74B1" w:rsidR="002E6050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1850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0AD06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A6E3D" w14:textId="320D25CC" w:rsidR="002E6050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1850</w:t>
            </w:r>
          </w:p>
        </w:tc>
      </w:tr>
      <w:tr w:rsidR="002E6050" w14:paraId="1C1F57A6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21C333B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EE63CEB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BDF15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61" w:name="f3r52"/>
            <w:bookmarkEnd w:id="16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A0F0E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0719D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37299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013E5" w14:textId="495BBA35" w:rsidR="002E6050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1887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840DD" w14:textId="41F0A775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D2949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5CEE8" w14:textId="24BC8430" w:rsidR="002E6050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1887</w:t>
            </w:r>
          </w:p>
        </w:tc>
      </w:tr>
      <w:tr w:rsidR="002E6050" w14:paraId="456A2A11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9724C13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0DD6DC3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8AB3B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62" w:name="f3r53"/>
            <w:bookmarkEnd w:id="162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DC4A8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E5326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8A4C8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66D89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51BA6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2AB4F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2E723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27FB35C6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4DCADDD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106A909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FAF7D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63" w:name="f3r54"/>
            <w:bookmarkEnd w:id="163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C1392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7949D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D3D4C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58CE2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AB91B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C1627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AABBC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133704F4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B4AA4AD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99C6015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EDA5F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64" w:name="f3r55"/>
            <w:bookmarkEnd w:id="164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C5910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179AE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5CAE6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5A65B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BD1DF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EFF33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1214B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34B78898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0C5BBCA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CC2023B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C8712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65" w:name="f3r56"/>
            <w:bookmarkEnd w:id="165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69E45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2AA03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112FB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1CB26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B51D6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F7833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3274D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0635758D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FFFFDF7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ABEE944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784FC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66" w:name="f3r57"/>
            <w:bookmarkEnd w:id="166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582A1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10E1D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74E26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DB297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919D4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0C516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5CC90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6A32D479" w14:textId="77777777" w:rsidTr="00054037">
        <w:trPr>
          <w:trHeight w:val="224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BEB4F67" w14:textId="77777777" w:rsidR="002E6050" w:rsidRPr="003C732E" w:rsidRDefault="002E6050" w:rsidP="00105246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D521091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23E99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67" w:name="f3r58"/>
            <w:bookmarkEnd w:id="16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86F11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99FD6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5CB94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FC9E8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1744B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71EC4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3FD8D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01686D7D" w14:textId="77777777" w:rsidTr="00054037">
        <w:trPr>
          <w:trHeight w:val="24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B0E2662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8E3642E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059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705BD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68" w:name="f3r59"/>
            <w:bookmarkEnd w:id="168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3F302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E7B47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C2DD5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71274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BD051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3AE03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762DC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7CB71C1C" w14:textId="77777777" w:rsidTr="00054037">
        <w:trPr>
          <w:trHeight w:val="281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E3D068A" w14:textId="77777777" w:rsidR="002E6050" w:rsidRPr="003C732E" w:rsidRDefault="002E6050" w:rsidP="00105246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630A378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BEE93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69" w:name="f3r60"/>
            <w:bookmarkEnd w:id="169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C5389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D6D99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258F7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BDDBE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6659E" w14:textId="67B64F4C" w:rsidR="002E6050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51C98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69D8D" w14:textId="068A99C2" w:rsidR="002E6050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</w:tr>
      <w:tr w:rsidR="002E6050" w14:paraId="52D2A46A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7BE61F9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14:paraId="7DC15469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14:paraId="7CD040DE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5873F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70" w:name="f3r61"/>
            <w:bookmarkEnd w:id="170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26CCD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4EA69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1943E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0B6B0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D3F33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E8064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02F48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691D4231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5FA4661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D6AE935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81545F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71" w:name="f3r62"/>
            <w:bookmarkEnd w:id="17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8E8A3D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5A3C2C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C3410D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A333C3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05A7D6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04C170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7DD9E7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10C477DC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2813263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176B89C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951ECC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72" w:name="f3r63"/>
            <w:bookmarkEnd w:id="172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CB680D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63A2CC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695169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65192A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832904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C9403E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B2506E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6B2DA1C0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C36FBFA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46D837B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59E179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73" w:name="f3r64"/>
            <w:bookmarkEnd w:id="173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2BA5FD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8BBC3F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C16E90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BB7490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7381AB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42504B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0F188C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78C24D6F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0A33C5C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214F67C5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4CBBF1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74" w:name="f3r65"/>
            <w:bookmarkEnd w:id="174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D30269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106BB6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00D85F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797147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FB968D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CB5CF7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BA3CFA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1713FAE2" w14:textId="77777777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1219D06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   доходы от участия в уставном капитале организации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191D935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467A8E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75" w:name="f3r66"/>
            <w:bookmarkEnd w:id="175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D86B2E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94BC7F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10267B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A12E6D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7EDB19" w14:textId="4B573DCF" w:rsidR="002E6050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A81D34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754CE7" w14:textId="115525A6" w:rsidR="002E6050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</w:tr>
      <w:tr w:rsidR="002E6050" w14:paraId="1284482B" w14:textId="77777777" w:rsidTr="00054037">
        <w:trPr>
          <w:trHeight w:val="33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48C7615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B9AF67E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EF2B26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76" w:name="f3r67"/>
            <w:bookmarkEnd w:id="176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570F71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F85C8F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03B32F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FE1F18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FB8980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D6CCAA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767571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51A829F1" w14:textId="77777777" w:rsidTr="00054037">
        <w:trPr>
          <w:trHeight w:val="24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7D16479" w14:textId="77777777" w:rsidR="002E6050" w:rsidRPr="003C732E" w:rsidRDefault="002E6050" w:rsidP="00105246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37086168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8D988A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77" w:name="f3r68"/>
            <w:bookmarkEnd w:id="17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21C417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6C9E05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F6DC71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739E7C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93E72C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185195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FEAFB8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05C75498" w14:textId="77777777" w:rsidTr="00054037">
        <w:trPr>
          <w:trHeight w:val="24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DE562" w14:textId="77777777"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C35AA7C" w14:textId="77777777"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DA0E45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78" w:name="f3r69"/>
            <w:bookmarkEnd w:id="178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6241E3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866C9F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01CA5B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BCE08C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FF2C62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56770F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222A8E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14:paraId="56287E2D" w14:textId="77777777" w:rsidTr="00054037">
        <w:trPr>
          <w:trHeight w:val="31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4F7E0" w14:textId="77777777" w:rsidR="002E6050" w:rsidRPr="003C732E" w:rsidRDefault="002E6050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8A6301B" w14:textId="77777777" w:rsidR="002E6050" w:rsidRPr="00020A41" w:rsidRDefault="002E6050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904C95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D6C2A0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F54D70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A8AF50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5A3992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5F8801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F172D8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CF9233" w14:textId="77777777"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6A7D6168" w14:textId="77777777" w:rsidR="006F45BC" w:rsidRDefault="006F45BC" w:rsidP="006F45BC">
      <w:pPr>
        <w:jc w:val="right"/>
      </w:pPr>
      <w:r>
        <w:br w:type="page"/>
      </w:r>
      <w:r w:rsidRPr="000C7B6A">
        <w:rPr>
          <w:b/>
          <w:sz w:val="16"/>
        </w:rPr>
        <w:lastRenderedPageBreak/>
        <w:t>Форма №3 лист 2</w:t>
      </w:r>
    </w:p>
    <w:tbl>
      <w:tblPr>
        <w:tblW w:w="10860" w:type="dxa"/>
        <w:tblInd w:w="-324" w:type="dxa"/>
        <w:tblLayout w:type="fixed"/>
        <w:tblLook w:val="0000" w:firstRow="0" w:lastRow="0" w:firstColumn="0" w:lastColumn="0" w:noHBand="0" w:noVBand="0"/>
      </w:tblPr>
      <w:tblGrid>
        <w:gridCol w:w="2400"/>
        <w:gridCol w:w="721"/>
        <w:gridCol w:w="1080"/>
        <w:gridCol w:w="960"/>
        <w:gridCol w:w="960"/>
        <w:gridCol w:w="840"/>
        <w:gridCol w:w="1019"/>
        <w:gridCol w:w="960"/>
        <w:gridCol w:w="960"/>
        <w:gridCol w:w="960"/>
      </w:tblGrid>
      <w:tr w:rsidR="006F45BC" w14:paraId="6D1A1691" w14:textId="77777777" w:rsidTr="00B96355">
        <w:trPr>
          <w:trHeight w:val="303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EC38C" w14:textId="77777777" w:rsidR="006F45BC" w:rsidRDefault="006F45BC" w:rsidP="00B9635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20A41">
              <w:rPr>
                <w:b/>
                <w:bCs/>
                <w:sz w:val="16"/>
                <w:szCs w:val="16"/>
              </w:rPr>
              <w:t>Наименование</w:t>
            </w:r>
          </w:p>
          <w:p w14:paraId="3C70B9DC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970B42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97B0C0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64A46B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20A41">
              <w:rPr>
                <w:b/>
                <w:bCs/>
                <w:sz w:val="16"/>
                <w:szCs w:val="16"/>
              </w:rPr>
              <w:t>Неопла-ченная</w:t>
            </w:r>
            <w:proofErr w:type="spellEnd"/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0481A6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20A41">
              <w:rPr>
                <w:b/>
                <w:bCs/>
                <w:sz w:val="16"/>
                <w:szCs w:val="16"/>
              </w:rPr>
              <w:t>Собст</w:t>
            </w:r>
            <w:proofErr w:type="spellEnd"/>
            <w:r w:rsidRPr="00020A41">
              <w:rPr>
                <w:b/>
                <w:bCs/>
                <w:sz w:val="16"/>
                <w:szCs w:val="16"/>
              </w:rPr>
              <w:t>-венные</w:t>
            </w:r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EEA2E9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020A41">
              <w:rPr>
                <w:b/>
                <w:bCs/>
                <w:sz w:val="16"/>
                <w:szCs w:val="16"/>
              </w:rPr>
              <w:t>Резерв-</w:t>
            </w:r>
            <w:proofErr w:type="spellStart"/>
            <w:r w:rsidRPr="00020A41">
              <w:rPr>
                <w:b/>
                <w:bCs/>
                <w:sz w:val="16"/>
                <w:szCs w:val="16"/>
              </w:rPr>
              <w:t>ный</w:t>
            </w:r>
            <w:proofErr w:type="spellEnd"/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EC83CF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20A41">
              <w:rPr>
                <w:b/>
                <w:bCs/>
                <w:sz w:val="16"/>
                <w:szCs w:val="16"/>
              </w:rPr>
              <w:t>Добавоч-ный</w:t>
            </w:r>
            <w:proofErr w:type="spellEnd"/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897AC3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020A41">
              <w:rPr>
                <w:b/>
                <w:bCs/>
                <w:sz w:val="16"/>
                <w:szCs w:val="16"/>
              </w:rPr>
              <w:t>Нераспре</w:t>
            </w:r>
            <w:proofErr w:type="spellEnd"/>
            <w:r w:rsidRPr="00020A41">
              <w:rPr>
                <w:b/>
                <w:bCs/>
                <w:sz w:val="16"/>
                <w:szCs w:val="16"/>
              </w:rPr>
              <w:t>-деленная</w:t>
            </w:r>
            <w:proofErr w:type="gramEnd"/>
            <w:r w:rsidRPr="00020A41">
              <w:rPr>
                <w:b/>
                <w:bCs/>
                <w:sz w:val="16"/>
                <w:szCs w:val="16"/>
              </w:rPr>
              <w:t xml:space="preserve"> прибыль (непокрытый 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374728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B1ABD6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6F45BC" w14:paraId="22932936" w14:textId="77777777" w:rsidTr="00B96355">
        <w:trPr>
          <w:trHeight w:val="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E0B31C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73440B84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7AB8B3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0C5450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0B5E20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26BC08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08408A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A0F2D4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90A33C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D2DDC8" w14:textId="77777777"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7874CC" w14:paraId="568D8A3C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2A0B125" w14:textId="77777777"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9B89894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C2523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79" w:name="f3r70"/>
            <w:bookmarkEnd w:id="17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D7E5E9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9BF9C2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C94059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B66B0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33C295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BC90F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122E77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782D9C34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EFCF512" w14:textId="77777777"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9525BC7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97A987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80" w:name="f3r80"/>
            <w:bookmarkEnd w:id="18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4F576A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D96043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4ED39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190FB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7DC07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4D8A59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C12822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299D1F52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8CE80C3" w14:textId="77777777"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2E74B4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40229E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81" w:name="f3r90"/>
            <w:bookmarkEnd w:id="18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7CB96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E077A2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5A60F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459DEB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C82C32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543C4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98450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1334CCEA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75759" w14:textId="77777777" w:rsidR="007874CC" w:rsidRPr="007A72AE" w:rsidRDefault="007874CC" w:rsidP="007874C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Остаток на 31</w:t>
            </w:r>
            <w:r w:rsidRPr="007A72AE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>12.2018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14:paraId="796E9A8A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2B9C97" w14:textId="77777777"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182" w:name="f3r100"/>
            <w:bookmarkEnd w:id="182"/>
            <w:r>
              <w:rPr>
                <w:b/>
                <w:sz w:val="18"/>
                <w:szCs w:val="18"/>
              </w:rPr>
              <w:t>2211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231B7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E11FBB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8B4D09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170EBC" w14:textId="15F8DC35" w:rsidR="007874CC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9D328B" w14:textId="0F3236A6" w:rsidR="007874CC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8677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A8B5B9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5028A9" w14:textId="7313E0A2" w:rsidR="007874CC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14608</w:t>
            </w:r>
          </w:p>
        </w:tc>
      </w:tr>
      <w:tr w:rsidR="007874CC" w14:paraId="495D3DE2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BA5E7AD" w14:textId="77777777" w:rsidR="007874CC" w:rsidRPr="007A72AE" w:rsidRDefault="007874CC" w:rsidP="006E09C2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Остаток на 31.12.201</w:t>
            </w:r>
            <w:r>
              <w:rPr>
                <w:b/>
                <w:sz w:val="16"/>
                <w:szCs w:val="16"/>
              </w:rPr>
              <w:t>8</w:t>
            </w:r>
            <w:r w:rsidRPr="007A72AE">
              <w:rPr>
                <w:b/>
                <w:sz w:val="16"/>
                <w:szCs w:val="16"/>
              </w:rPr>
              <w:t xml:space="preserve"> 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6B5BA4D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B90FE4" w14:textId="77777777"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183" w:name="f3r110"/>
            <w:bookmarkEnd w:id="183"/>
            <w:r>
              <w:rPr>
                <w:b/>
                <w:sz w:val="18"/>
                <w:szCs w:val="18"/>
              </w:rPr>
              <w:t>2211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A3513B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700F2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018F3A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E071EC" w14:textId="50B20C99" w:rsidR="007874CC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7F3A03" w14:textId="004568C3" w:rsidR="007874CC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E13F4F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4698B5" w14:textId="35BABAC5" w:rsidR="007874CC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14608</w:t>
            </w:r>
          </w:p>
        </w:tc>
      </w:tr>
      <w:tr w:rsidR="007874CC" w14:paraId="2E0E0481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91BD0AF" w14:textId="77777777"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B218B49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E954D3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84" w:name="f3r120"/>
            <w:bookmarkEnd w:id="18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67EC5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E15B61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7B796C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EE054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4CE42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D9C64C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991D8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1A445A71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ACFA180" w14:textId="77777777"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A73A722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130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DF921B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85" w:name="f3r130"/>
            <w:bookmarkEnd w:id="18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F4C59C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4DED87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9E4E8E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38506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70C5A5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5B496C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1C7F1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5A4874A5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B4E66A9" w14:textId="77777777" w:rsidR="007874CC" w:rsidRPr="00566571" w:rsidRDefault="007874CC" w:rsidP="006E09C2">
            <w:pPr>
              <w:rPr>
                <w:sz w:val="18"/>
                <w:szCs w:val="18"/>
              </w:rPr>
            </w:pPr>
            <w:proofErr w:type="gramStart"/>
            <w:r w:rsidRPr="00C762E6">
              <w:rPr>
                <w:sz w:val="16"/>
                <w:szCs w:val="16"/>
              </w:rPr>
              <w:t xml:space="preserve">По  </w:t>
            </w:r>
            <w:r>
              <w:rPr>
                <w:sz w:val="16"/>
                <w:szCs w:val="16"/>
              </w:rPr>
              <w:t>п</w:t>
            </w:r>
            <w:r w:rsidRPr="00C762E6">
              <w:rPr>
                <w:sz w:val="16"/>
                <w:szCs w:val="16"/>
              </w:rPr>
              <w:t>остановлению</w:t>
            </w:r>
            <w:proofErr w:type="gramEnd"/>
            <w:r w:rsidRPr="00C762E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Министерства финансов РБ </w:t>
            </w:r>
            <w:r w:rsidRPr="009E2B60">
              <w:rPr>
                <w:b/>
                <w:sz w:val="16"/>
                <w:szCs w:val="16"/>
              </w:rPr>
              <w:t>№</w:t>
            </w:r>
            <w:r>
              <w:rPr>
                <w:b/>
                <w:sz w:val="16"/>
                <w:szCs w:val="16"/>
              </w:rPr>
              <w:t> </w:t>
            </w:r>
            <w:r w:rsidRPr="009E2B60">
              <w:rPr>
                <w:b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>от 10.08.2017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9C5486C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7827B5" w14:textId="77777777" w:rsidR="007874CC" w:rsidRPr="00EC7908" w:rsidRDefault="007874CC" w:rsidP="00B96355">
            <w:pPr>
              <w:jc w:val="center"/>
              <w:rPr>
                <w:sz w:val="18"/>
                <w:szCs w:val="18"/>
              </w:rPr>
            </w:pPr>
            <w:bookmarkStart w:id="186" w:name="f3r131"/>
            <w:bookmarkEnd w:id="18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9827BD" w14:textId="77777777" w:rsidR="007874CC" w:rsidRPr="00EC7908" w:rsidRDefault="007874CC" w:rsidP="00B96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396775" w14:textId="77777777" w:rsidR="007874CC" w:rsidRPr="00EC7908" w:rsidRDefault="007874CC" w:rsidP="00B96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42DFA0" w14:textId="77777777" w:rsidR="007874CC" w:rsidRPr="00EC7908" w:rsidRDefault="007874CC" w:rsidP="00B96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89DB16" w14:textId="77777777" w:rsidR="007874CC" w:rsidRPr="00EC7908" w:rsidRDefault="007874CC" w:rsidP="00B96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A6AC4B" w14:textId="77777777" w:rsidR="007874CC" w:rsidRPr="00EC7908" w:rsidRDefault="007874CC" w:rsidP="00B96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2C6FCC" w14:textId="77777777" w:rsidR="007874CC" w:rsidRPr="00EC7908" w:rsidRDefault="007874CC" w:rsidP="00B96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C9A194" w14:textId="77777777" w:rsidR="007874CC" w:rsidRPr="00EC7908" w:rsidRDefault="007874CC" w:rsidP="00B96355">
            <w:pPr>
              <w:jc w:val="center"/>
              <w:rPr>
                <w:sz w:val="18"/>
                <w:szCs w:val="18"/>
              </w:rPr>
            </w:pPr>
          </w:p>
        </w:tc>
      </w:tr>
      <w:tr w:rsidR="007874CC" w14:paraId="68A06A77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8AFBB87" w14:textId="77777777" w:rsidR="007874CC" w:rsidRPr="007A72AE" w:rsidRDefault="007874CC" w:rsidP="006E09C2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Скорректированный остаток на 31.12.201</w:t>
            </w:r>
            <w:r>
              <w:rPr>
                <w:b/>
                <w:sz w:val="16"/>
                <w:szCs w:val="16"/>
              </w:rPr>
              <w:t>8</w:t>
            </w:r>
            <w:r w:rsidRPr="007A72AE">
              <w:rPr>
                <w:b/>
                <w:sz w:val="16"/>
                <w:szCs w:val="16"/>
              </w:rPr>
              <w:t xml:space="preserve"> 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8B9FEDC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140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732F71" w14:textId="77777777"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187" w:name="f3r140"/>
            <w:bookmarkEnd w:id="187"/>
            <w:r>
              <w:rPr>
                <w:b/>
                <w:sz w:val="18"/>
                <w:szCs w:val="18"/>
              </w:rPr>
              <w:t>2211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EFBCB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27C14C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2F745F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9052C7" w14:textId="14A2887F" w:rsidR="007874CC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C47636" w14:textId="5C2A4CC8" w:rsidR="007874CC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F7A7E5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F0D176" w14:textId="455BF71D" w:rsidR="007874CC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14608</w:t>
            </w:r>
          </w:p>
        </w:tc>
      </w:tr>
      <w:tr w:rsidR="007874CC" w14:paraId="24739597" w14:textId="77777777" w:rsidTr="00B96355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2145D2" w14:textId="77777777" w:rsidR="007874CC" w:rsidRPr="007A72AE" w:rsidRDefault="007874CC" w:rsidP="007874CC">
            <w:pPr>
              <w:ind w:right="-125"/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За январь-</w:t>
            </w:r>
            <w:r>
              <w:rPr>
                <w:b/>
                <w:sz w:val="16"/>
                <w:szCs w:val="16"/>
              </w:rPr>
              <w:t xml:space="preserve"> декабрь 2019</w:t>
            </w:r>
            <w:r w:rsidRPr="007A72AE">
              <w:rPr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0808D64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BCF1CB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94E8F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BB0F8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4E4FF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5E3528" w14:textId="77777777" w:rsidR="007874CC" w:rsidRPr="007670C0" w:rsidRDefault="007874CC" w:rsidP="00B96355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2A207C" w14:textId="77777777" w:rsidR="007874CC" w:rsidRPr="007670C0" w:rsidRDefault="007874CC" w:rsidP="00B96355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2D36E6" w14:textId="77777777" w:rsidR="007874CC" w:rsidRPr="007670C0" w:rsidRDefault="007874CC" w:rsidP="00B96355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9FE727" w14:textId="77777777" w:rsidR="007874CC" w:rsidRPr="007670C0" w:rsidRDefault="007874CC" w:rsidP="00B96355">
            <w:pPr>
              <w:rPr>
                <w:b/>
                <w:color w:val="FF0000"/>
                <w:sz w:val="18"/>
                <w:szCs w:val="18"/>
              </w:rPr>
            </w:pPr>
          </w:p>
        </w:tc>
      </w:tr>
      <w:tr w:rsidR="007874CC" w14:paraId="091AB18B" w14:textId="77777777" w:rsidTr="00B96355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13E9435" w14:textId="77777777"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8C85A44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BD892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88" w:name="f3r150"/>
            <w:bookmarkEnd w:id="18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00D4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9B455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7F76C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BBC35" w14:textId="2BE6864A" w:rsidR="007874CC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00C27" w14:textId="2743F15D" w:rsidR="007874CC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F1845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302AF" w14:textId="54002B49" w:rsidR="007874CC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2752</w:t>
            </w:r>
          </w:p>
        </w:tc>
      </w:tr>
      <w:tr w:rsidR="007874CC" w14:paraId="399457F4" w14:textId="77777777" w:rsidTr="00B96355">
        <w:trPr>
          <w:trHeight w:val="20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019DD4A" w14:textId="77777777"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14:paraId="5B4B37C6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6FA7833D" w14:textId="77777777"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89" w:name="f3r151"/>
            <w:bookmarkEnd w:id="189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62B2F9" w14:textId="77777777"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78BF04" w14:textId="77777777"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44DE03" w14:textId="77777777"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05DF98" w14:textId="77777777"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5FC780" w14:textId="4A460D46" w:rsidR="007874CC" w:rsidRPr="00AF1FB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2383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7547F2" w14:textId="77777777"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5615F0" w14:textId="29CBE3B5"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533842D8" w14:textId="77777777" w:rsidTr="00B96355">
        <w:trPr>
          <w:trHeight w:val="15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AFEF539" w14:textId="77777777" w:rsidR="007874CC" w:rsidRPr="003C732E" w:rsidRDefault="007874CC" w:rsidP="00B96355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2124D6B" w14:textId="77777777" w:rsidR="007874CC" w:rsidRPr="00020A41" w:rsidRDefault="007874CC" w:rsidP="00B9635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4330E72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217301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45B60C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65A52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7E9FB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C3012F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1134BA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209671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3B3D172C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069317C" w14:textId="77777777"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E9C33CB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7BD31A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90" w:name="f3r152"/>
            <w:bookmarkEnd w:id="19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5E7CE9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EAE923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FEAC2C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1FE043" w14:textId="3A962CF2" w:rsidR="007874CC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EB40BB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1F3055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8E0405" w14:textId="3EFF68C6" w:rsidR="007874CC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369</w:t>
            </w:r>
          </w:p>
        </w:tc>
      </w:tr>
      <w:tr w:rsidR="007874CC" w14:paraId="3D5B5C62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1AEC748" w14:textId="77777777"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91FD5E6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5D89A1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91" w:name="f3r153"/>
            <w:bookmarkEnd w:id="19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75E4B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D42AC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7AF103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7CC133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0CBBCF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8DDED2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AA0A5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1F3214B1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4F3FEF4" w14:textId="77777777"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F88D14C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D237C9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92" w:name="f3r154"/>
            <w:bookmarkEnd w:id="19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B2F86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F168B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4AAC0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B5DB35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A78493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95F33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A0498B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0CB1E9CD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F5090CF" w14:textId="77777777"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0D02C1E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394959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93" w:name="f3r155"/>
            <w:bookmarkEnd w:id="19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BFBBF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9BBEE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F6EC79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DAA7E9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687A33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24C76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018757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24986E29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063251B" w14:textId="77777777"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693492A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6A8742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94" w:name="f3r156"/>
            <w:bookmarkEnd w:id="19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D3AEE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E9385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2367C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520987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4442A7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BDECD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34BF3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1F1A5DFE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6C6D1D2" w14:textId="77777777"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46C1E3D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D0BF7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95" w:name="f3r157"/>
            <w:bookmarkEnd w:id="19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4CE4C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F1B63B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E8CCBB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02C67F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85E88E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37511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2E164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7852B623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194A0D4" w14:textId="77777777"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DEAD0C3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57AA52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96" w:name="f3r158"/>
            <w:bookmarkEnd w:id="19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2DF1B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9DEE5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CD4DC2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2CD043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3E6A71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862B32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33F535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569A1BAF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8224C49" w14:textId="77777777"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76D551D3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B10C87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97" w:name="f3r159"/>
            <w:bookmarkEnd w:id="19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3A8111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7643EB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18409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7215B3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B76D1C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E1D079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076AD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64B1F91C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4EC27" w14:textId="77777777"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30847D5E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A59E2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98" w:name="f3r160"/>
            <w:bookmarkEnd w:id="198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7320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72B35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162FA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ED8A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B461B" w14:textId="68354A07" w:rsidR="007874CC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D4ACF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BA83D" w14:textId="638DB22E" w:rsidR="007874CC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</w:tr>
      <w:tr w:rsidR="007874CC" w14:paraId="01C5E14E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AE95EB" w14:textId="77777777"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14:paraId="36BA1DAE" w14:textId="77777777"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D1176BA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4204813B" w14:textId="77777777"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99" w:name="f3r161"/>
            <w:bookmarkEnd w:id="199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41DE8F19" w14:textId="77777777"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22483AF" w14:textId="77777777"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DDC7CA2" w14:textId="77777777"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2EA62533" w14:textId="77777777"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36EDE0E8" w14:textId="77777777"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5ED9F3C7" w14:textId="77777777"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6A0EC7" w14:textId="77777777"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03909CD0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12E3A" w14:textId="77777777"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6E372616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BD019E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00" w:name="f3r162"/>
            <w:bookmarkEnd w:id="200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F3EC5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BE3BDE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0B761C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BEEE6E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CDDF21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F5E7DB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CC817F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30CC82CF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C8977" w14:textId="77777777"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70927305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536A0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01" w:name="f3r163"/>
            <w:bookmarkEnd w:id="201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172E8A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612D1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0C883A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D2F8FB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A67BD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E9CBF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426292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7B00B25A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0C31E22" w14:textId="77777777"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867DD83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A9B84A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02" w:name="f3r164"/>
            <w:bookmarkEnd w:id="202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0FD69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A7FAF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5340E7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EDA4BA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D5400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04FDF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8FCEE2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05C299C0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4C72971" w14:textId="77777777"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78DD2E7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E0D59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03" w:name="f3r165"/>
            <w:bookmarkEnd w:id="20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6FBEE1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FA853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D59A1F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867CD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710FD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787D33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67D0D1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284AE67D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5911A98" w14:textId="77777777"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AB5E366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E1CA6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04" w:name="f3r166"/>
            <w:bookmarkEnd w:id="20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1D8457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6AD1A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FAAC0B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A705CE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966137" w14:textId="757A2BE4" w:rsidR="007874CC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1C495C" w14:textId="7C85C5F2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3701C0" w14:textId="4F7EE686" w:rsidR="007874CC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</w:tr>
      <w:tr w:rsidR="007874CC" w14:paraId="7AF2A5BA" w14:textId="77777777" w:rsidTr="004975AF">
        <w:trPr>
          <w:trHeight w:val="38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C7904AD" w14:textId="77777777"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9B554B0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7EB6BC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05" w:name="f3r167"/>
            <w:bookmarkEnd w:id="20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35192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11976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E9F56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793A7A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C5390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29B22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A4A8F5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1F1AAE18" w14:textId="77777777" w:rsidTr="004975AF">
        <w:trPr>
          <w:trHeight w:val="277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9CCD1E5" w14:textId="77777777" w:rsidR="007874CC" w:rsidRPr="003C732E" w:rsidRDefault="007874CC" w:rsidP="006E09C2">
            <w:pPr>
              <w:rPr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19D2BD0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A69A7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06" w:name="f3r168"/>
            <w:bookmarkEnd w:id="20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7F864B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4FA94A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1E3EA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5613B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3F09CF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67F1C3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B29C15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0A15C1AC" w14:textId="77777777" w:rsidTr="00B96355">
        <w:trPr>
          <w:trHeight w:val="2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D9587BD" w14:textId="77777777"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C854044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FF4C0B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07" w:name="f3r169"/>
            <w:bookmarkEnd w:id="20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15059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83F8D3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ED8C5E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2EEA8F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E945D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2842E9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9BB258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027F0C90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FB3A5F1" w14:textId="77777777"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9F2132D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D66C4E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08" w:name="f3r170"/>
            <w:bookmarkEnd w:id="20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05C6B3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A49D1E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2C4471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4A73E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4D1805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9F4D03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5A33B9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292001C8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F11A74F" w14:textId="77777777"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34C67FB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3DD05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09" w:name="f3r180"/>
            <w:bookmarkEnd w:id="20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6E706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D9D36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8F65DE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43B483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70EEA3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7FD662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50282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26E18782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BF12B4D" w14:textId="77777777"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7E16F40C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9D70B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10" w:name="f3r190"/>
            <w:bookmarkEnd w:id="21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F9D5CE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8BF19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BFF8B5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B5233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144780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07C987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CAF339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14:paraId="2134E5E7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849BD" w14:textId="77777777" w:rsidR="007874CC" w:rsidRPr="007A72AE" w:rsidRDefault="007874CC" w:rsidP="007874CC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 xml:space="preserve">Остаток на </w:t>
            </w:r>
            <w:r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  <w:lang w:val="en-US"/>
              </w:rPr>
              <w:t>1</w:t>
            </w:r>
            <w:r w:rsidRPr="007A72AE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  <w:lang w:val="en-US"/>
              </w:rPr>
              <w:t>12</w:t>
            </w:r>
            <w:r>
              <w:rPr>
                <w:b/>
                <w:sz w:val="16"/>
                <w:szCs w:val="16"/>
              </w:rPr>
              <w:t>.2019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7FD1A462" w14:textId="77777777"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9C43CE" w14:textId="77777777"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211" w:name="f3r200"/>
            <w:bookmarkEnd w:id="211"/>
            <w:r>
              <w:rPr>
                <w:b/>
                <w:sz w:val="18"/>
                <w:szCs w:val="18"/>
              </w:rPr>
              <w:t>2211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E20796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49BF7D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43E884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3BDC14" w14:textId="2D7D9B1A" w:rsidR="007874CC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4089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76DA16" w14:textId="0510E126" w:rsidR="007874CC" w:rsidRPr="007670C0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994A45" w14:textId="77777777"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C30F75" w14:textId="7D234069" w:rsidR="007874CC" w:rsidRPr="007670C0" w:rsidRDefault="002763EC" w:rsidP="006C0B2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17324</w:t>
            </w:r>
          </w:p>
        </w:tc>
      </w:tr>
      <w:tr w:rsidR="003A5AFC" w14:paraId="6E387D58" w14:textId="77777777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4A610" w14:textId="77777777" w:rsidR="003A5AFC" w:rsidRPr="007A72AE" w:rsidRDefault="003A5AFC" w:rsidP="007874CC">
            <w:pPr>
              <w:rPr>
                <w:b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14370CF" w14:textId="77777777" w:rsidR="003A5AFC" w:rsidRPr="00020A41" w:rsidRDefault="003A5AFC" w:rsidP="006E0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4B6322" w14:textId="77777777" w:rsidR="003A5AFC" w:rsidRDefault="003A5AF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26D017" w14:textId="77777777" w:rsidR="003A5AFC" w:rsidRPr="007670C0" w:rsidRDefault="003A5AF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09E54C" w14:textId="77777777" w:rsidR="003A5AFC" w:rsidRPr="007670C0" w:rsidRDefault="003A5AF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AE7C2A" w14:textId="77777777" w:rsidR="003A5AFC" w:rsidRPr="007670C0" w:rsidRDefault="003A5AF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DE0BC9" w14:textId="77777777" w:rsidR="003A5AFC" w:rsidRDefault="003A5AF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76DE29" w14:textId="77777777" w:rsidR="003A5AFC" w:rsidRDefault="003A5AF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3590F4" w14:textId="77777777" w:rsidR="003A5AFC" w:rsidRPr="007670C0" w:rsidRDefault="003A5AF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06B41C" w14:textId="77777777" w:rsidR="003A5AFC" w:rsidRDefault="003A5AF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bookmarkEnd w:id="153"/>
    </w:tbl>
    <w:p w14:paraId="082D9DD2" w14:textId="77777777" w:rsidR="006F45BC" w:rsidRPr="00516B29" w:rsidRDefault="006F45BC" w:rsidP="006F45BC">
      <w:pPr>
        <w:pStyle w:val="a3"/>
        <w:widowControl w:val="0"/>
        <w:ind w:firstLine="567"/>
        <w:rPr>
          <w:rFonts w:ascii="Times New Roman" w:hAnsi="Times New Roman"/>
        </w:rPr>
      </w:pPr>
    </w:p>
    <w:p w14:paraId="590C36B6" w14:textId="77777777" w:rsidR="00D54885" w:rsidRPr="003570F4" w:rsidRDefault="00D54885" w:rsidP="006F45BC">
      <w:pPr>
        <w:pStyle w:val="a3"/>
        <w:jc w:val="right"/>
        <w:rPr>
          <w:rFonts w:ascii="Times New Roman" w:hAnsi="Times New Roman"/>
          <w:b/>
          <w:sz w:val="16"/>
          <w:szCs w:val="16"/>
          <w:u w:val="single"/>
        </w:rPr>
      </w:pPr>
      <w:r w:rsidRPr="00D47376">
        <w:br w:type="page"/>
      </w:r>
      <w:bookmarkStart w:id="212" w:name="f4"/>
      <w:proofErr w:type="gramStart"/>
      <w:r w:rsidRPr="003570F4">
        <w:rPr>
          <w:rFonts w:ascii="Times New Roman" w:hAnsi="Times New Roman"/>
          <w:b/>
          <w:sz w:val="16"/>
          <w:szCs w:val="16"/>
          <w:u w:val="single"/>
        </w:rPr>
        <w:lastRenderedPageBreak/>
        <w:t>Форма  №</w:t>
      </w:r>
      <w:proofErr w:type="gramEnd"/>
      <w:r w:rsidRPr="003570F4">
        <w:rPr>
          <w:rFonts w:ascii="Times New Roman" w:hAnsi="Times New Roman"/>
          <w:b/>
          <w:sz w:val="16"/>
          <w:szCs w:val="16"/>
          <w:u w:val="single"/>
        </w:rPr>
        <w:t>4</w:t>
      </w:r>
    </w:p>
    <w:tbl>
      <w:tblPr>
        <w:tblW w:w="10560" w:type="dxa"/>
        <w:tblInd w:w="108" w:type="dxa"/>
        <w:tblLook w:val="0000" w:firstRow="0" w:lastRow="0" w:firstColumn="0" w:lastColumn="0" w:noHBand="0" w:noVBand="0"/>
      </w:tblPr>
      <w:tblGrid>
        <w:gridCol w:w="1448"/>
        <w:gridCol w:w="780"/>
        <w:gridCol w:w="1276"/>
        <w:gridCol w:w="1025"/>
        <w:gridCol w:w="782"/>
        <w:gridCol w:w="2729"/>
        <w:gridCol w:w="2520"/>
      </w:tblGrid>
      <w:tr w:rsidR="002757E4" w14:paraId="51D08D7C" w14:textId="77777777" w:rsidTr="00B96355">
        <w:trPr>
          <w:trHeight w:val="19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bookmarkEnd w:id="212"/>
          <w:p w14:paraId="449BD183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8C16FEC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FEF88B4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35C1E4F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0038A07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2D2F366" w14:textId="77777777" w:rsidR="002757E4" w:rsidRPr="00F57E7A" w:rsidRDefault="002757E4" w:rsidP="00B96355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>Приложение 4</w:t>
            </w:r>
          </w:p>
        </w:tc>
      </w:tr>
      <w:tr w:rsidR="002757E4" w14:paraId="464C62AA" w14:textId="77777777" w:rsidTr="00B96355">
        <w:trPr>
          <w:trHeight w:val="182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8D0AA6F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8273CBE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4520563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9A581EE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D764E92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B0F8F9" w14:textId="77777777" w:rsidR="002757E4" w:rsidRPr="00F57E7A" w:rsidRDefault="002757E4" w:rsidP="00B96355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 xml:space="preserve">к постановлению Министерства финансов </w:t>
            </w:r>
            <w:r w:rsidRPr="00F57E7A">
              <w:rPr>
                <w:sz w:val="12"/>
                <w:szCs w:val="12"/>
              </w:rPr>
              <w:br/>
              <w:t xml:space="preserve">Республики Беларусь </w:t>
            </w:r>
          </w:p>
        </w:tc>
      </w:tr>
      <w:tr w:rsidR="002757E4" w14:paraId="29BE97AA" w14:textId="77777777" w:rsidTr="00B96355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B71F769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E2D6750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EE13EC2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2315205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92476D6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EFD4AC" w14:textId="77777777" w:rsidR="002757E4" w:rsidRPr="00F57E7A" w:rsidRDefault="002757E4" w:rsidP="00B96355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2757E4" w14:paraId="221D70CB" w14:textId="77777777" w:rsidTr="00B96355">
        <w:trPr>
          <w:trHeight w:val="6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FCD0BAF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845F185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E4F56F4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4C7AE1A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B6EDEA7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760AA3F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2701D37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757E4" w14:paraId="7731CED7" w14:textId="77777777" w:rsidTr="00B96355">
        <w:trPr>
          <w:trHeight w:val="80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E7CDCDC" w14:textId="77777777" w:rsidR="002757E4" w:rsidRPr="00256A29" w:rsidRDefault="002757E4" w:rsidP="00B96355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2757E4" w14:paraId="3F2ED133" w14:textId="77777777" w:rsidTr="00B96355">
        <w:trPr>
          <w:trHeight w:val="255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CD91606" w14:textId="77777777" w:rsidR="002757E4" w:rsidRPr="00256A29" w:rsidRDefault="002757E4" w:rsidP="00B96355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 движении денежных средств</w:t>
            </w:r>
          </w:p>
        </w:tc>
      </w:tr>
      <w:tr w:rsidR="002757E4" w14:paraId="0548EBFC" w14:textId="77777777" w:rsidTr="00B96355">
        <w:trPr>
          <w:trHeight w:val="8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21C7663" w14:textId="77777777" w:rsidR="002757E4" w:rsidRPr="00256A29" w:rsidRDefault="002757E4" w:rsidP="00B96355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8F653D0" w14:textId="77777777" w:rsidR="002757E4" w:rsidRPr="00256A29" w:rsidRDefault="002757E4" w:rsidP="00B96355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CFA0D9C" w14:textId="46C1DF06" w:rsidR="002757E4" w:rsidRPr="00256A29" w:rsidRDefault="002757E4" w:rsidP="00052A5E">
            <w:pPr>
              <w:ind w:firstLineChars="300" w:firstLine="542"/>
              <w:jc w:val="center"/>
              <w:rPr>
                <w:b/>
                <w:sz w:val="18"/>
                <w:szCs w:val="18"/>
              </w:rPr>
            </w:pPr>
            <w:r w:rsidRPr="00256A29">
              <w:rPr>
                <w:b/>
                <w:sz w:val="18"/>
                <w:szCs w:val="18"/>
              </w:rPr>
              <w:t>за январь-</w:t>
            </w:r>
            <w:r>
              <w:rPr>
                <w:b/>
                <w:sz w:val="18"/>
                <w:szCs w:val="18"/>
              </w:rPr>
              <w:t xml:space="preserve">декабрь </w:t>
            </w:r>
            <w:r w:rsidR="00180138">
              <w:rPr>
                <w:b/>
                <w:sz w:val="18"/>
                <w:szCs w:val="18"/>
              </w:rPr>
              <w:t>202</w:t>
            </w:r>
            <w:r w:rsidR="002431E9">
              <w:rPr>
                <w:b/>
                <w:sz w:val="18"/>
                <w:szCs w:val="18"/>
              </w:rPr>
              <w:t>3</w:t>
            </w:r>
            <w:r w:rsidRPr="00256A29">
              <w:rPr>
                <w:b/>
                <w:sz w:val="18"/>
                <w:szCs w:val="18"/>
              </w:rPr>
              <w:t xml:space="preserve"> г</w:t>
            </w:r>
            <w:r w:rsidRPr="00256A29"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FE8E93E" w14:textId="77777777"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757E4" w14:paraId="66B39682" w14:textId="77777777" w:rsidTr="00B96355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991CAB5" w14:textId="77777777"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91A6961" w14:textId="77777777"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5499019" w14:textId="77777777"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229CB1A" w14:textId="77777777"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8616AE0" w14:textId="77777777"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C4E09B0" w14:textId="77777777"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8D67782" w14:textId="77777777"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</w:tr>
      <w:tr w:rsidR="002757E4" w14:paraId="45E2455F" w14:textId="77777777" w:rsidTr="00B96355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2A1E2BB" w14:textId="77777777"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783C9D1" w14:textId="77777777" w:rsidR="002757E4" w:rsidRDefault="002757E4" w:rsidP="00B96355">
            <w:pPr>
              <w:rPr>
                <w:sz w:val="20"/>
                <w:szCs w:val="20"/>
              </w:rPr>
            </w:pPr>
          </w:p>
        </w:tc>
      </w:tr>
      <w:tr w:rsidR="002757E4" w14:paraId="56377730" w14:textId="77777777" w:rsidTr="00B96355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48C1D50" w14:textId="77777777"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E4D4AB2" w14:textId="77777777" w:rsidR="002757E4" w:rsidRDefault="002757E4" w:rsidP="00B96355">
            <w:pPr>
              <w:rPr>
                <w:sz w:val="20"/>
                <w:szCs w:val="20"/>
              </w:rPr>
            </w:pPr>
          </w:p>
        </w:tc>
      </w:tr>
      <w:tr w:rsidR="002757E4" w14:paraId="03A775DE" w14:textId="77777777" w:rsidTr="00B96355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28E45530" w14:textId="77777777"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AA4E9BA" w14:textId="77777777" w:rsidR="002757E4" w:rsidRDefault="002757E4" w:rsidP="00B96355">
            <w:pPr>
              <w:rPr>
                <w:sz w:val="20"/>
                <w:szCs w:val="20"/>
              </w:rPr>
            </w:pPr>
          </w:p>
        </w:tc>
      </w:tr>
      <w:tr w:rsidR="002757E4" w14:paraId="6F0D2B1D" w14:textId="77777777" w:rsidTr="00B96355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4A616B56" w14:textId="77777777"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65FAA18" w14:textId="77777777" w:rsidR="002757E4" w:rsidRDefault="002757E4" w:rsidP="00B96355">
            <w:pPr>
              <w:rPr>
                <w:sz w:val="20"/>
                <w:szCs w:val="20"/>
              </w:rPr>
            </w:pPr>
          </w:p>
        </w:tc>
      </w:tr>
      <w:tr w:rsidR="002757E4" w14:paraId="38CC80D8" w14:textId="77777777" w:rsidTr="00B96355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673BF3EA" w14:textId="77777777"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20945EF" w14:textId="77777777" w:rsidR="002757E4" w:rsidRDefault="002757E4" w:rsidP="00B96355">
            <w:pPr>
              <w:rPr>
                <w:sz w:val="20"/>
                <w:szCs w:val="20"/>
              </w:rPr>
            </w:pPr>
          </w:p>
        </w:tc>
      </w:tr>
      <w:tr w:rsidR="002757E4" w14:paraId="70583F0B" w14:textId="77777777" w:rsidTr="00B96355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877BFF5" w14:textId="77777777"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50BCA2F" w14:textId="77777777" w:rsidR="002757E4" w:rsidRPr="00F758E8" w:rsidRDefault="002757E4" w:rsidP="00B96355">
            <w:pPr>
              <w:rPr>
                <w:b/>
                <w:sz w:val="20"/>
                <w:szCs w:val="20"/>
              </w:rPr>
            </w:pPr>
            <w:r w:rsidRPr="00F758E8">
              <w:rPr>
                <w:b/>
                <w:sz w:val="20"/>
                <w:szCs w:val="20"/>
              </w:rPr>
              <w:t xml:space="preserve">тыс. </w:t>
            </w:r>
            <w:proofErr w:type="spellStart"/>
            <w:r w:rsidRPr="00F758E8">
              <w:rPr>
                <w:b/>
                <w:sz w:val="20"/>
                <w:szCs w:val="20"/>
              </w:rPr>
              <w:t>руб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>.</w:t>
            </w:r>
          </w:p>
        </w:tc>
      </w:tr>
      <w:tr w:rsidR="002757E4" w14:paraId="0FE168C1" w14:textId="77777777" w:rsidTr="00B96355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4777E43" w14:textId="77777777"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Адрес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7338E27" w14:textId="77777777" w:rsidR="002757E4" w:rsidRDefault="002757E4" w:rsidP="00B96355">
            <w:pPr>
              <w:rPr>
                <w:sz w:val="20"/>
                <w:szCs w:val="20"/>
              </w:rPr>
            </w:pPr>
          </w:p>
        </w:tc>
      </w:tr>
      <w:tr w:rsidR="002757E4" w14:paraId="5CC10355" w14:textId="77777777" w:rsidTr="00B96355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57C6DE2" w14:textId="77777777" w:rsidR="002757E4" w:rsidRPr="00057AB2" w:rsidRDefault="002757E4" w:rsidP="00B96355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19052AB" w14:textId="77777777" w:rsidR="002757E4" w:rsidRPr="00057AB2" w:rsidRDefault="002757E4" w:rsidP="00B96355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8C01C40" w14:textId="77777777" w:rsidR="002757E4" w:rsidRPr="00057AB2" w:rsidRDefault="002757E4" w:rsidP="00B96355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D088A95" w14:textId="77777777" w:rsidR="002757E4" w:rsidRPr="00057AB2" w:rsidRDefault="002757E4" w:rsidP="00B96355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BB94CF9" w14:textId="77777777" w:rsidR="002757E4" w:rsidRPr="00057AB2" w:rsidRDefault="002757E4" w:rsidP="00B96355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ECAB3F0" w14:textId="77777777" w:rsidR="002757E4" w:rsidRPr="00057AB2" w:rsidRDefault="002757E4" w:rsidP="00B96355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165E2F8" w14:textId="77777777" w:rsidR="002757E4" w:rsidRPr="00057AB2" w:rsidRDefault="002757E4" w:rsidP="00B96355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</w:tr>
      <w:tr w:rsidR="002757E4" w14:paraId="0C503B44" w14:textId="77777777" w:rsidTr="00B96355">
        <w:trPr>
          <w:trHeight w:val="31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A9B967" w14:textId="77777777"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3AA957" w14:textId="77777777"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7F516F" w14:textId="4DD9F2E9" w:rsidR="002757E4" w:rsidRPr="00A325B4" w:rsidRDefault="002757E4" w:rsidP="006C0B26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</w:t>
            </w:r>
            <w:r w:rsidR="002431E9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180138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2431E9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3FF90" w14:textId="268EB16A" w:rsidR="002757E4" w:rsidRPr="00A325B4" w:rsidRDefault="002757E4" w:rsidP="00B96355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декабрь </w:t>
            </w:r>
            <w:r w:rsidR="006C0B26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2431E9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2757E4" w14:paraId="16B632E7" w14:textId="77777777" w:rsidTr="00B96355">
        <w:trPr>
          <w:trHeight w:val="10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CFE4E3B" w14:textId="77777777"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0C25EB" w14:textId="77777777" w:rsidR="002757E4" w:rsidRPr="00256A29" w:rsidRDefault="002757E4" w:rsidP="00B96355">
            <w:pPr>
              <w:jc w:val="center"/>
              <w:rPr>
                <w:bCs/>
                <w:sz w:val="16"/>
                <w:szCs w:val="16"/>
              </w:rPr>
            </w:pPr>
            <w:r w:rsidRPr="00256A29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178535" w14:textId="77777777"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5E1E1D" w14:textId="77777777"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2757E4" w14:paraId="27CAFD8C" w14:textId="77777777" w:rsidTr="00B96355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6CB7EC3" w14:textId="77777777" w:rsidR="002757E4" w:rsidRPr="00A57223" w:rsidRDefault="002757E4" w:rsidP="00B96355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текущей деятельности</w:t>
            </w:r>
          </w:p>
        </w:tc>
      </w:tr>
      <w:tr w:rsidR="002757E4" w14:paraId="4412EC0F" w14:textId="77777777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6D9D41" w14:textId="77777777" w:rsidR="002757E4" w:rsidRPr="00A57223" w:rsidRDefault="002757E4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36A5B2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7F8AC3" w14:textId="7B3CFD26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bookmarkStart w:id="213" w:name="f4r20"/>
            <w:bookmarkEnd w:id="213"/>
            <w:r>
              <w:rPr>
                <w:b/>
                <w:sz w:val="18"/>
                <w:szCs w:val="18"/>
              </w:rPr>
              <w:t>14241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FB204D" w14:textId="3C107ED9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9644</w:t>
            </w:r>
          </w:p>
        </w:tc>
      </w:tr>
      <w:tr w:rsidR="002757E4" w14:paraId="13438CD9" w14:textId="77777777" w:rsidTr="00B96355">
        <w:trPr>
          <w:trHeight w:val="7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6DD3C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14:paraId="2D91FBD9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продукции, товаров, заказчиков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77E62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  <w:p w14:paraId="07386B8B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021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82633A" w14:textId="6F668F0E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bookmarkStart w:id="214" w:name="f4r21"/>
            <w:bookmarkEnd w:id="214"/>
            <w:r>
              <w:rPr>
                <w:b/>
                <w:sz w:val="18"/>
                <w:szCs w:val="18"/>
              </w:rPr>
              <w:t>13368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257699" w14:textId="038B5E48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8810</w:t>
            </w:r>
          </w:p>
        </w:tc>
      </w:tr>
      <w:tr w:rsidR="002757E4" w14:paraId="78D9B0AC" w14:textId="77777777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7F1C54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материалов и других запасов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E7E89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F91434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15" w:name="f4r22"/>
            <w:bookmarkEnd w:id="215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88DED8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14:paraId="2F09EE66" w14:textId="77777777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5BBD21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роялти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38490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B15F87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16" w:name="f4r23"/>
            <w:bookmarkEnd w:id="216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AAA85D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14:paraId="5A2C9971" w14:textId="77777777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B8736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EF962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C20B7B" w14:textId="07571450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bookmarkStart w:id="217" w:name="f4r24"/>
            <w:bookmarkEnd w:id="217"/>
            <w:r>
              <w:rPr>
                <w:b/>
                <w:sz w:val="18"/>
                <w:szCs w:val="18"/>
              </w:rPr>
              <w:t>873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3F304B" w14:textId="6980CD49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834</w:t>
            </w:r>
          </w:p>
        </w:tc>
      </w:tr>
      <w:tr w:rsidR="002757E4" w14:paraId="1928083C" w14:textId="77777777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768FA" w14:textId="77777777" w:rsidR="002757E4" w:rsidRPr="00A57223" w:rsidRDefault="002757E4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3325C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BFD0DB" w14:textId="53518951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bookmarkStart w:id="218" w:name="f4r30"/>
            <w:bookmarkEnd w:id="218"/>
            <w:r>
              <w:rPr>
                <w:b/>
                <w:sz w:val="18"/>
                <w:szCs w:val="18"/>
              </w:rPr>
              <w:t>13216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BC4ECD" w14:textId="1AA322C2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9031</w:t>
            </w:r>
          </w:p>
        </w:tc>
      </w:tr>
      <w:tr w:rsidR="002757E4" w14:paraId="19637D50" w14:textId="77777777" w:rsidTr="00B96355">
        <w:trPr>
          <w:trHeight w:val="61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D09FB8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14:paraId="718C18FA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запасов,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26A7256F" w14:textId="77777777" w:rsidR="002757E4" w:rsidRPr="00A57223" w:rsidRDefault="002757E4" w:rsidP="00B96355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14:paraId="7553DB7A" w14:textId="77777777" w:rsidR="002757E4" w:rsidRPr="00A57223" w:rsidRDefault="002757E4" w:rsidP="00B96355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17D474" w14:textId="4D53A686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bookmarkStart w:id="219" w:name="f4r31"/>
            <w:bookmarkEnd w:id="219"/>
            <w:r>
              <w:rPr>
                <w:b/>
                <w:sz w:val="18"/>
                <w:szCs w:val="18"/>
              </w:rPr>
              <w:t>9395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3E26CF" w14:textId="5E915C24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6042</w:t>
            </w:r>
          </w:p>
        </w:tc>
      </w:tr>
      <w:tr w:rsidR="002757E4" w14:paraId="120E03DD" w14:textId="77777777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B1CB0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оплату труда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184F60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A9DBA3" w14:textId="586EF030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bookmarkStart w:id="220" w:name="f4r32"/>
            <w:bookmarkEnd w:id="220"/>
            <w:r>
              <w:rPr>
                <w:b/>
                <w:sz w:val="18"/>
                <w:szCs w:val="18"/>
              </w:rPr>
              <w:t>3001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5BB3D1" w14:textId="0390DFA6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2335</w:t>
            </w:r>
          </w:p>
        </w:tc>
      </w:tr>
      <w:tr w:rsidR="002757E4" w14:paraId="3CF14907" w14:textId="77777777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6EBD5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уплату налогов и сборов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822D37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0D3A7F" w14:textId="4F9DCBE4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bookmarkStart w:id="221" w:name="f4r33"/>
            <w:bookmarkEnd w:id="221"/>
            <w:r>
              <w:rPr>
                <w:b/>
                <w:sz w:val="18"/>
                <w:szCs w:val="18"/>
              </w:rPr>
              <w:t>576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89F7B8" w14:textId="34EAA12A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428</w:t>
            </w:r>
          </w:p>
        </w:tc>
      </w:tr>
      <w:tr w:rsidR="002757E4" w14:paraId="23796341" w14:textId="77777777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8B5CB3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6FF99E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C82441" w14:textId="1367F66C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bookmarkStart w:id="222" w:name="f4r34"/>
            <w:bookmarkEnd w:id="222"/>
            <w:r>
              <w:rPr>
                <w:b/>
                <w:sz w:val="18"/>
                <w:szCs w:val="18"/>
              </w:rPr>
              <w:t>244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237CD9" w14:textId="0E08C8B4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226</w:t>
            </w:r>
          </w:p>
        </w:tc>
      </w:tr>
      <w:tr w:rsidR="002757E4" w14:paraId="0FE89ECD" w14:textId="77777777" w:rsidTr="00B96355">
        <w:trPr>
          <w:trHeight w:val="27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186F7" w14:textId="77777777" w:rsidR="002757E4" w:rsidRPr="00A57223" w:rsidRDefault="002757E4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текущей деятельности (020 – 030)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0356BF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040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3ACE4" w14:textId="12E0F34A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bookmarkStart w:id="223" w:name="f4r40"/>
            <w:bookmarkEnd w:id="223"/>
            <w:r>
              <w:rPr>
                <w:b/>
                <w:sz w:val="18"/>
                <w:szCs w:val="18"/>
              </w:rPr>
              <w:t>1025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C6698" w14:textId="30850E28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613</w:t>
            </w:r>
          </w:p>
        </w:tc>
      </w:tr>
      <w:tr w:rsidR="002757E4" w14:paraId="0A455062" w14:textId="77777777" w:rsidTr="00B96355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A20E02F" w14:textId="77777777" w:rsidR="002757E4" w:rsidRPr="00A57223" w:rsidRDefault="002757E4" w:rsidP="00B96355">
            <w:pPr>
              <w:rPr>
                <w:b/>
                <w:sz w:val="18"/>
                <w:szCs w:val="18"/>
              </w:rPr>
            </w:pPr>
          </w:p>
        </w:tc>
      </w:tr>
      <w:tr w:rsidR="002757E4" w14:paraId="44457632" w14:textId="77777777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2962E5" w14:textId="77777777" w:rsidR="002757E4" w:rsidRPr="00A57223" w:rsidRDefault="002757E4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C3B3DF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D85331" w14:textId="2C8A5610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bookmarkStart w:id="224" w:name="f4r50"/>
            <w:bookmarkEnd w:id="22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FC6F44" w14:textId="02CBC472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</w:p>
        </w:tc>
      </w:tr>
      <w:tr w:rsidR="002757E4" w14:paraId="5B23FAA8" w14:textId="77777777" w:rsidTr="00B96355">
        <w:trPr>
          <w:trHeight w:val="91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4249F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14:paraId="608DB409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3740BA07" w14:textId="77777777" w:rsidR="002757E4" w:rsidRPr="00A57223" w:rsidRDefault="002757E4" w:rsidP="00B96355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14:paraId="492D6294" w14:textId="77777777" w:rsidR="002757E4" w:rsidRPr="00A57223" w:rsidRDefault="002757E4" w:rsidP="00B96355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2B9EE8" w14:textId="74C99C7F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bookmarkStart w:id="225" w:name="f4r51"/>
            <w:bookmarkEnd w:id="22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7C0DA3" w14:textId="3F8C7B0E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</w:p>
        </w:tc>
      </w:tr>
      <w:tr w:rsidR="002757E4" w14:paraId="687B78B3" w14:textId="77777777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3F413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возврат предоставленных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725BD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FF9D47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26" w:name="f4r52"/>
            <w:bookmarkEnd w:id="226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416990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14:paraId="678FB937" w14:textId="77777777" w:rsidTr="00B96355">
        <w:trPr>
          <w:trHeight w:val="16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D25E7E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7FEC7B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9FE2F4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27" w:name="f4r53"/>
            <w:bookmarkEnd w:id="227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D2944A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14:paraId="0CD3CEAA" w14:textId="77777777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1671F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проценты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9DD892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8A1762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28" w:name="f4r54"/>
            <w:bookmarkEnd w:id="228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AFC2DF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14:paraId="7C00E215" w14:textId="77777777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AC0795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B9EF8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FE60A4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29" w:name="f4r55"/>
            <w:bookmarkEnd w:id="229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CE5787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14:paraId="1E550432" w14:textId="77777777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E2C33" w14:textId="77777777" w:rsidR="002757E4" w:rsidRPr="00A57223" w:rsidRDefault="002757E4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28202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E26CA0" w14:textId="220F497F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bookmarkStart w:id="230" w:name="f4r60"/>
            <w:bookmarkEnd w:id="230"/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6E3788" w14:textId="0B598B86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2757E4" w14:paraId="7C43D903" w14:textId="77777777" w:rsidTr="00B96355">
        <w:trPr>
          <w:trHeight w:val="93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EB6F3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14:paraId="040D5861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F043B63" w14:textId="77777777" w:rsidR="002757E4" w:rsidRPr="00A57223" w:rsidRDefault="002757E4" w:rsidP="00B96355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14:paraId="3066F6A5" w14:textId="77777777" w:rsidR="002757E4" w:rsidRPr="00A57223" w:rsidRDefault="002757E4" w:rsidP="00B96355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061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10DBD3" w14:textId="71F652D3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bookmarkStart w:id="231" w:name="f4r61"/>
            <w:bookmarkEnd w:id="231"/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CE1D39" w14:textId="054A5971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2757E4" w14:paraId="4E6BD2FD" w14:textId="77777777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E948F7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предоставление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A115C0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CC67C7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32" w:name="f4r62"/>
            <w:bookmarkEnd w:id="232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B60F0A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14:paraId="6F4FD9E2" w14:textId="77777777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A2461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вклады в уставный капитал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A2695D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B1039A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33" w:name="f4r63"/>
            <w:bookmarkEnd w:id="233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E41D95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14:paraId="133C4301" w14:textId="77777777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69D7F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B50EA5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FF8CEF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34" w:name="f4r64"/>
            <w:bookmarkEnd w:id="234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CE811E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14:paraId="75BDA349" w14:textId="77777777" w:rsidTr="00B96355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32E72" w14:textId="77777777" w:rsidR="002757E4" w:rsidRPr="00A57223" w:rsidRDefault="002757E4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инвестиционной деятельности (050 – 060)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797DEA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070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0642F" w14:textId="25F9B979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bookmarkStart w:id="235" w:name="f4r70"/>
            <w:bookmarkEnd w:id="235"/>
            <w:r>
              <w:rPr>
                <w:b/>
                <w:sz w:val="18"/>
                <w:szCs w:val="18"/>
              </w:rPr>
              <w:t>-119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02162" w14:textId="4DA3E09A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</w:t>
            </w:r>
          </w:p>
        </w:tc>
      </w:tr>
      <w:tr w:rsidR="003A5AFC" w14:paraId="037156CE" w14:textId="77777777" w:rsidTr="00B96355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E1CF0" w14:textId="77777777" w:rsidR="003A5AFC" w:rsidRPr="00A57223" w:rsidRDefault="003A5AFC" w:rsidP="00B96355">
            <w:pPr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18C894" w14:textId="77777777" w:rsidR="003A5AFC" w:rsidRPr="00A57223" w:rsidRDefault="003A5AFC" w:rsidP="00B96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3A1BE" w14:textId="77777777" w:rsidR="003A5AFC" w:rsidRDefault="003A5AF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0D6E9" w14:textId="77777777" w:rsidR="003A5AFC" w:rsidRDefault="003A5AF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2E1BCC1E" w14:textId="77777777" w:rsidR="002757E4" w:rsidRPr="00B655D0" w:rsidRDefault="002757E4" w:rsidP="002757E4">
      <w:pPr>
        <w:jc w:val="right"/>
        <w:rPr>
          <w:b/>
          <w:bCs/>
          <w:sz w:val="20"/>
          <w:szCs w:val="20"/>
        </w:rPr>
      </w:pPr>
      <w:r>
        <w:br w:type="page"/>
      </w:r>
      <w:r w:rsidRPr="00B655D0">
        <w:rPr>
          <w:b/>
          <w:sz w:val="16"/>
        </w:rPr>
        <w:lastRenderedPageBreak/>
        <w:t>Форма №4 лист 2</w:t>
      </w:r>
    </w:p>
    <w:tbl>
      <w:tblPr>
        <w:tblW w:w="10572" w:type="dxa"/>
        <w:tblInd w:w="-178" w:type="dxa"/>
        <w:tblLook w:val="0000" w:firstRow="0" w:lastRow="0" w:firstColumn="0" w:lastColumn="0" w:noHBand="0" w:noVBand="0"/>
      </w:tblPr>
      <w:tblGrid>
        <w:gridCol w:w="4534"/>
        <w:gridCol w:w="783"/>
        <w:gridCol w:w="2732"/>
        <w:gridCol w:w="2523"/>
      </w:tblGrid>
      <w:tr w:rsidR="002757E4" w14:paraId="78613611" w14:textId="77777777" w:rsidTr="00B96355">
        <w:trPr>
          <w:trHeight w:val="669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7265F9" w14:textId="77777777"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BF01CF" w14:textId="77777777"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541E2" w14:textId="616B6394" w:rsidR="002757E4" w:rsidRPr="00A325B4" w:rsidRDefault="002757E4" w:rsidP="00B96355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</w:t>
            </w:r>
            <w:r w:rsidR="006C0B26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2431E9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AD534B" w14:textId="4E26BCC5" w:rsidR="002757E4" w:rsidRPr="00A325B4" w:rsidRDefault="002757E4" w:rsidP="00B96355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декабрь </w:t>
            </w:r>
            <w:r w:rsidR="006C0B26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2431E9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2757E4" w14:paraId="427CF0A9" w14:textId="77777777" w:rsidTr="00B96355">
        <w:trPr>
          <w:trHeight w:val="187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4641181" w14:textId="77777777"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0047EC" w14:textId="77777777"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D3FC33" w14:textId="77777777"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7F3E12" w14:textId="77777777"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2757E4" w14:paraId="2432753D" w14:textId="77777777" w:rsidTr="00B96355">
        <w:trPr>
          <w:trHeight w:val="425"/>
        </w:trPr>
        <w:tc>
          <w:tcPr>
            <w:tcW w:w="10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E295F1B" w14:textId="77777777" w:rsidR="002757E4" w:rsidRPr="00A57223" w:rsidRDefault="002757E4" w:rsidP="00B96355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финансовой деятельности</w:t>
            </w:r>
          </w:p>
        </w:tc>
      </w:tr>
      <w:tr w:rsidR="002757E4" w14:paraId="2ED0A6F8" w14:textId="77777777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86440" w14:textId="77777777" w:rsidR="002757E4" w:rsidRPr="00A57223" w:rsidRDefault="002757E4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Поступило денежных средств – всего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AC2D8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198E9" w14:textId="5608FA35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bookmarkStart w:id="236" w:name="f4r80"/>
            <w:bookmarkEnd w:id="236"/>
            <w:r>
              <w:rPr>
                <w:b/>
                <w:sz w:val="18"/>
                <w:szCs w:val="18"/>
              </w:rPr>
              <w:t>283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3DE36" w14:textId="3971E3B0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302</w:t>
            </w:r>
          </w:p>
        </w:tc>
      </w:tr>
      <w:tr w:rsidR="002757E4" w14:paraId="14E831F5" w14:textId="77777777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5A23A68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BA7781C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772DC" w14:textId="3B3E4B40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283</w:t>
            </w: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E2D9A" w14:textId="26124FC7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302</w:t>
            </w:r>
          </w:p>
        </w:tc>
      </w:tr>
      <w:tr w:rsidR="002757E4" w14:paraId="52F27118" w14:textId="77777777" w:rsidTr="00B96355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142A5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кредиты и займы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F68816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F8D28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37" w:name="f4r81"/>
            <w:bookmarkEnd w:id="237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71738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14:paraId="0FAE7693" w14:textId="77777777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E996F0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от выпуска акций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503A45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8550B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38" w:name="f4r82"/>
            <w:bookmarkEnd w:id="238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330A8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14:paraId="4A24B9D4" w14:textId="77777777" w:rsidTr="00B96355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079B34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9DD67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F8525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39" w:name="f4r83"/>
            <w:bookmarkEnd w:id="239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3B648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14:paraId="46A53539" w14:textId="77777777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9D367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прочие поступления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00B01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3177A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40" w:name="f4r84"/>
            <w:bookmarkEnd w:id="240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895BC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14:paraId="34E206D2" w14:textId="77777777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7A313" w14:textId="77777777" w:rsidR="002757E4" w:rsidRPr="00A57223" w:rsidRDefault="002757E4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 – всего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7E1CD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E3D68" w14:textId="0F0B158C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bookmarkStart w:id="241" w:name="f4r90"/>
            <w:bookmarkEnd w:id="241"/>
            <w:r>
              <w:rPr>
                <w:b/>
                <w:sz w:val="18"/>
                <w:szCs w:val="18"/>
              </w:rPr>
              <w:t>938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680A4" w14:textId="62F575C8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859</w:t>
            </w:r>
          </w:p>
        </w:tc>
      </w:tr>
      <w:tr w:rsidR="002757E4" w14:paraId="2603EE80" w14:textId="77777777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E2C67B3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8932DD1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1AB6D" w14:textId="7600C5FC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A6224" w14:textId="3D33371E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14:paraId="5E440982" w14:textId="77777777" w:rsidTr="00B96355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15BCB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погашение кредитов и займов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B7CE7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34AAA" w14:textId="033F0CF7" w:rsidR="002757E4" w:rsidRPr="00A57223" w:rsidRDefault="002763EC" w:rsidP="002763EC">
            <w:pPr>
              <w:rPr>
                <w:b/>
                <w:sz w:val="18"/>
                <w:szCs w:val="18"/>
              </w:rPr>
            </w:pPr>
            <w:bookmarkStart w:id="242" w:name="f4r91"/>
            <w:bookmarkEnd w:id="242"/>
            <w:r>
              <w:rPr>
                <w:b/>
                <w:sz w:val="18"/>
                <w:szCs w:val="18"/>
              </w:rPr>
              <w:t xml:space="preserve">                         227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41DB2" w14:textId="4CA203E1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312</w:t>
            </w:r>
          </w:p>
        </w:tc>
      </w:tr>
      <w:tr w:rsidR="002757E4" w14:paraId="36C08CCF" w14:textId="77777777" w:rsidTr="00B96355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2DA3E1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F4DEE8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840FA" w14:textId="0393883C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bookmarkStart w:id="243" w:name="f4r92"/>
            <w:bookmarkEnd w:id="243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1705E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14:paraId="17E0F62E" w14:textId="77777777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E69FB1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процентов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890F83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4CFA2" w14:textId="5F004722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bookmarkStart w:id="244" w:name="f4r93"/>
            <w:bookmarkEnd w:id="24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E58C9" w14:textId="685B2ECF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</w:tr>
      <w:tr w:rsidR="002757E4" w14:paraId="4F610F08" w14:textId="77777777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51106A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лизинговые платежи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F73D9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C0E4B" w14:textId="374E8D81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bookmarkStart w:id="245" w:name="f4r94"/>
            <w:bookmarkEnd w:id="245"/>
            <w:r>
              <w:rPr>
                <w:b/>
                <w:sz w:val="18"/>
                <w:szCs w:val="18"/>
              </w:rPr>
              <w:t>659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D3182" w14:textId="5512F162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527</w:t>
            </w:r>
          </w:p>
        </w:tc>
      </w:tr>
      <w:tr w:rsidR="002757E4" w14:paraId="52649882" w14:textId="77777777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8A98B2" w14:textId="77777777"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0C8FE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B9A6E" w14:textId="6CF8572C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46" w:name="f4r95"/>
            <w:bookmarkEnd w:id="246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045DA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14:paraId="7782EB07" w14:textId="77777777" w:rsidTr="00B96355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B84AC" w14:textId="77777777" w:rsidR="002757E4" w:rsidRPr="00F3186F" w:rsidRDefault="002757E4" w:rsidP="00B96355">
            <w:pPr>
              <w:rPr>
                <w:sz w:val="18"/>
                <w:szCs w:val="18"/>
              </w:rPr>
            </w:pPr>
            <w:r w:rsidRPr="00F3186F">
              <w:rPr>
                <w:sz w:val="18"/>
                <w:szCs w:val="18"/>
              </w:rPr>
              <w:t xml:space="preserve">Результат движения денежных средств финансовой деятельности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5DA556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100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C889F" w14:textId="7736FBEC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bookmarkStart w:id="247" w:name="f4r100"/>
            <w:bookmarkEnd w:id="247"/>
            <w:r>
              <w:rPr>
                <w:b/>
                <w:sz w:val="18"/>
                <w:szCs w:val="18"/>
              </w:rPr>
              <w:t>-655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1EDF6" w14:textId="65E63F2E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-557</w:t>
            </w:r>
          </w:p>
        </w:tc>
      </w:tr>
      <w:tr w:rsidR="002757E4" w14:paraId="38AB9C78" w14:textId="77777777" w:rsidTr="00B96355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F64A0" w14:textId="77777777" w:rsidR="002757E4" w:rsidRPr="00F3186F" w:rsidRDefault="002757E4" w:rsidP="00B96355">
            <w:pPr>
              <w:rPr>
                <w:sz w:val="18"/>
                <w:szCs w:val="18"/>
              </w:rPr>
            </w:pPr>
            <w:r w:rsidRPr="00F3186F">
              <w:rPr>
                <w:sz w:val="18"/>
                <w:szCs w:val="18"/>
              </w:rPr>
              <w:t xml:space="preserve">Результат движения денежных средств по текущей, инвестиционной и финансовой деятельности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43C58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BDD4E" w14:textId="4C252C60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bookmarkStart w:id="248" w:name="f4r110"/>
            <w:bookmarkEnd w:id="248"/>
            <w:r>
              <w:rPr>
                <w:b/>
                <w:sz w:val="18"/>
                <w:szCs w:val="18"/>
              </w:rPr>
              <w:t>251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5AAF1" w14:textId="4E08C806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  <w:tr w:rsidR="002757E4" w14:paraId="2C4324B3" w14:textId="77777777" w:rsidTr="00B96355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E74EC" w14:textId="77777777" w:rsidR="002757E4" w:rsidRPr="00A57223" w:rsidRDefault="002757E4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Остаток денежных средств и </w:t>
            </w:r>
            <w:proofErr w:type="spellStart"/>
            <w:r w:rsidRPr="00A57223">
              <w:rPr>
                <w:sz w:val="18"/>
                <w:szCs w:val="18"/>
              </w:rPr>
              <w:t>эквивалентов</w:t>
            </w:r>
            <w:r>
              <w:rPr>
                <w:sz w:val="18"/>
                <w:szCs w:val="18"/>
              </w:rPr>
              <w:t>денежных</w:t>
            </w:r>
            <w:proofErr w:type="spellEnd"/>
            <w:r>
              <w:rPr>
                <w:sz w:val="18"/>
                <w:szCs w:val="18"/>
              </w:rPr>
              <w:t xml:space="preserve"> средств </w:t>
            </w:r>
            <w:r w:rsidRPr="00A57223">
              <w:rPr>
                <w:sz w:val="18"/>
                <w:szCs w:val="18"/>
              </w:rPr>
              <w:t xml:space="preserve">на </w:t>
            </w:r>
            <w:r w:rsidRPr="00A57223">
              <w:rPr>
                <w:b/>
                <w:sz w:val="18"/>
                <w:szCs w:val="18"/>
              </w:rPr>
              <w:t>3</w:t>
            </w:r>
            <w:r w:rsidRPr="00807F3D">
              <w:rPr>
                <w:b/>
                <w:sz w:val="18"/>
                <w:szCs w:val="18"/>
              </w:rPr>
              <w:t>1</w:t>
            </w:r>
            <w:r w:rsidRPr="00A57223">
              <w:rPr>
                <w:b/>
                <w:sz w:val="18"/>
                <w:szCs w:val="18"/>
              </w:rPr>
              <w:t>.</w:t>
            </w:r>
            <w:r w:rsidRPr="00807F3D">
              <w:rPr>
                <w:b/>
                <w:sz w:val="18"/>
                <w:szCs w:val="18"/>
              </w:rPr>
              <w:t>12</w:t>
            </w:r>
            <w:r>
              <w:rPr>
                <w:b/>
                <w:sz w:val="18"/>
                <w:szCs w:val="18"/>
              </w:rPr>
              <w:t>.</w:t>
            </w:r>
            <w:r w:rsidR="007874CC">
              <w:rPr>
                <w:b/>
                <w:sz w:val="18"/>
                <w:szCs w:val="18"/>
              </w:rPr>
              <w:t>2018</w:t>
            </w:r>
            <w:r w:rsidRPr="00A57223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4699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120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B90C4A" w14:textId="2F2315E9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bookmarkStart w:id="249" w:name="f4r120"/>
            <w:bookmarkEnd w:id="249"/>
            <w:r>
              <w:rPr>
                <w:b/>
                <w:sz w:val="18"/>
                <w:szCs w:val="18"/>
              </w:rPr>
              <w:t>169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1928E8" w14:textId="71923F90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</w:t>
            </w:r>
          </w:p>
        </w:tc>
      </w:tr>
      <w:tr w:rsidR="002757E4" w14:paraId="10000C7C" w14:textId="77777777" w:rsidTr="00B96355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3A765" w14:textId="77777777" w:rsidR="002757E4" w:rsidRPr="00A57223" w:rsidRDefault="002757E4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Остаток денежных средств и </w:t>
            </w:r>
            <w:proofErr w:type="spellStart"/>
            <w:r w:rsidRPr="00A57223">
              <w:rPr>
                <w:sz w:val="18"/>
                <w:szCs w:val="18"/>
              </w:rPr>
              <w:t>эквивалентов</w:t>
            </w:r>
            <w:r>
              <w:rPr>
                <w:sz w:val="18"/>
                <w:szCs w:val="18"/>
              </w:rPr>
              <w:t>денежных</w:t>
            </w:r>
            <w:proofErr w:type="spellEnd"/>
            <w:r>
              <w:rPr>
                <w:sz w:val="18"/>
                <w:szCs w:val="18"/>
              </w:rPr>
              <w:t xml:space="preserve"> средств</w:t>
            </w:r>
            <w:r w:rsidRPr="00A57223">
              <w:rPr>
                <w:sz w:val="18"/>
                <w:szCs w:val="18"/>
              </w:rPr>
              <w:t xml:space="preserve"> на </w:t>
            </w:r>
            <w:r w:rsidRPr="00A57223">
              <w:rPr>
                <w:b/>
                <w:sz w:val="18"/>
                <w:szCs w:val="18"/>
              </w:rPr>
              <w:t>конец отчетного периода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99824B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130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283E5A" w14:textId="300499F9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bookmarkStart w:id="250" w:name="f4r130"/>
            <w:bookmarkEnd w:id="250"/>
            <w:r>
              <w:rPr>
                <w:b/>
                <w:sz w:val="18"/>
                <w:szCs w:val="18"/>
              </w:rPr>
              <w:t>420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ECEB00" w14:textId="236F732E" w:rsidR="002757E4" w:rsidRPr="00A57223" w:rsidRDefault="002763EC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169</w:t>
            </w:r>
          </w:p>
        </w:tc>
      </w:tr>
      <w:tr w:rsidR="002757E4" w14:paraId="123C2954" w14:textId="77777777" w:rsidTr="00B96355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EBAE56" w14:textId="77777777" w:rsidR="002757E4" w:rsidRPr="00F3186F" w:rsidRDefault="002757E4" w:rsidP="00B96355">
            <w:pPr>
              <w:rPr>
                <w:sz w:val="18"/>
                <w:szCs w:val="18"/>
              </w:rPr>
            </w:pPr>
            <w:r w:rsidRPr="00F3186F">
              <w:rPr>
                <w:sz w:val="18"/>
                <w:szCs w:val="18"/>
              </w:rPr>
              <w:t>Влияние изменений курсов иностранных валют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C0969" w14:textId="77777777"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140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51D7D7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51" w:name="f4r140"/>
            <w:bookmarkEnd w:id="251"/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D20CA7" w14:textId="77777777"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290A3A02" w14:textId="77777777" w:rsidR="00D54885" w:rsidRDefault="00D54885" w:rsidP="00D54885">
      <w:pPr>
        <w:rPr>
          <w:lang w:val="en-US"/>
        </w:rPr>
      </w:pPr>
    </w:p>
    <w:p w14:paraId="086024F0" w14:textId="77777777" w:rsidR="00D54885" w:rsidRPr="0024128E" w:rsidRDefault="00D54885" w:rsidP="00D54885">
      <w:pPr>
        <w:rPr>
          <w:lang w:val="en-US"/>
        </w:rPr>
      </w:pPr>
    </w:p>
    <w:p w14:paraId="6B75C63B" w14:textId="77777777" w:rsidR="00D54885" w:rsidRPr="0024128E" w:rsidRDefault="00D54885" w:rsidP="00D54885">
      <w:pPr>
        <w:pStyle w:val="a3"/>
        <w:jc w:val="center"/>
        <w:rPr>
          <w:lang w:val="en-US"/>
        </w:rPr>
      </w:pPr>
    </w:p>
    <w:p w14:paraId="2042A45F" w14:textId="77777777" w:rsidR="0069128F" w:rsidRPr="00CD6E9E" w:rsidRDefault="00D54885" w:rsidP="0069128F">
      <w:pPr>
        <w:rPr>
          <w:highlight w:val="yellow"/>
        </w:rPr>
      </w:pPr>
      <w:r w:rsidRPr="0024128E">
        <w:br w:type="page"/>
      </w:r>
      <w:bookmarkEnd w:id="0"/>
    </w:p>
    <w:tbl>
      <w:tblPr>
        <w:tblpPr w:leftFromText="180" w:rightFromText="180" w:vertAnchor="text" w:tblpY="1"/>
        <w:tblOverlap w:val="never"/>
        <w:tblW w:w="5000" w:type="pct"/>
        <w:tblLook w:val="00A0" w:firstRow="1" w:lastRow="0" w:firstColumn="1" w:lastColumn="0" w:noHBand="0" w:noVBand="0"/>
      </w:tblPr>
      <w:tblGrid>
        <w:gridCol w:w="6229"/>
        <w:gridCol w:w="4620"/>
      </w:tblGrid>
      <w:tr w:rsidR="0069128F" w:rsidRPr="00CD6E9E" w14:paraId="57AB4945" w14:textId="77777777" w:rsidTr="0069128F">
        <w:trPr>
          <w:gridBefore w:val="1"/>
          <w:wBefore w:w="2871" w:type="pct"/>
          <w:trHeight w:val="1707"/>
        </w:trPr>
        <w:tc>
          <w:tcPr>
            <w:tcW w:w="2129" w:type="pct"/>
            <w:vAlign w:val="bottom"/>
          </w:tcPr>
          <w:p w14:paraId="37A88962" w14:textId="77777777" w:rsidR="0069128F" w:rsidRPr="00CD6E9E" w:rsidRDefault="0069128F" w:rsidP="0069128F">
            <w:pPr>
              <w:jc w:val="both"/>
              <w:rPr>
                <w:sz w:val="20"/>
                <w:highlight w:val="yellow"/>
                <w:lang w:eastAsia="en-US"/>
              </w:rPr>
            </w:pPr>
          </w:p>
        </w:tc>
      </w:tr>
      <w:tr w:rsidR="0069128F" w:rsidRPr="00CD6E9E" w14:paraId="26930625" w14:textId="77777777" w:rsidTr="0069128F">
        <w:trPr>
          <w:gridAfter w:val="1"/>
          <w:wAfter w:w="2129" w:type="pct"/>
          <w:trHeight w:val="696"/>
        </w:trPr>
        <w:tc>
          <w:tcPr>
            <w:tcW w:w="2871" w:type="pct"/>
          </w:tcPr>
          <w:p w14:paraId="6126BFA5" w14:textId="77777777" w:rsidR="0069128F" w:rsidRPr="005B367F" w:rsidRDefault="0069128F" w:rsidP="0069128F"/>
        </w:tc>
      </w:tr>
    </w:tbl>
    <w:p w14:paraId="715F6DD0" w14:textId="77777777" w:rsidR="004E2391" w:rsidRDefault="004E2391" w:rsidP="004E2391"/>
    <w:p w14:paraId="52CC8739" w14:textId="77777777" w:rsidR="004E2391" w:rsidRDefault="004E2391" w:rsidP="004E2391"/>
    <w:tbl>
      <w:tblPr>
        <w:tblpPr w:leftFromText="180" w:rightFromText="180" w:vertAnchor="text" w:tblpY="1"/>
        <w:tblOverlap w:val="never"/>
        <w:tblW w:w="5000" w:type="pct"/>
        <w:tblLook w:val="00A0" w:firstRow="1" w:lastRow="0" w:firstColumn="1" w:lastColumn="0" w:noHBand="0" w:noVBand="0"/>
      </w:tblPr>
      <w:tblGrid>
        <w:gridCol w:w="6229"/>
        <w:gridCol w:w="4620"/>
      </w:tblGrid>
      <w:tr w:rsidR="0023336A" w14:paraId="51C49387" w14:textId="77777777" w:rsidTr="0023336A">
        <w:trPr>
          <w:gridBefore w:val="1"/>
          <w:wBefore w:w="2871" w:type="pct"/>
          <w:trHeight w:val="1707"/>
        </w:trPr>
        <w:tc>
          <w:tcPr>
            <w:tcW w:w="2129" w:type="pct"/>
            <w:vAlign w:val="bottom"/>
          </w:tcPr>
          <w:p w14:paraId="3834844F" w14:textId="77777777" w:rsidR="0023336A" w:rsidRDefault="0023336A">
            <w:pPr>
              <w:jc w:val="both"/>
              <w:rPr>
                <w:sz w:val="20"/>
                <w:highlight w:val="yellow"/>
                <w:lang w:eastAsia="en-US"/>
              </w:rPr>
            </w:pPr>
          </w:p>
        </w:tc>
      </w:tr>
      <w:tr w:rsidR="0023336A" w14:paraId="6339BA0B" w14:textId="77777777" w:rsidTr="0023336A">
        <w:trPr>
          <w:gridAfter w:val="1"/>
          <w:wAfter w:w="2129" w:type="pct"/>
          <w:trHeight w:val="696"/>
        </w:trPr>
        <w:tc>
          <w:tcPr>
            <w:tcW w:w="2871" w:type="pct"/>
          </w:tcPr>
          <w:p w14:paraId="7D5C9129" w14:textId="77777777" w:rsidR="0023336A" w:rsidRDefault="0023336A"/>
        </w:tc>
      </w:tr>
    </w:tbl>
    <w:p w14:paraId="38A3246B" w14:textId="77777777" w:rsidR="0023336A" w:rsidRDefault="0023336A" w:rsidP="0023336A"/>
    <w:p w14:paraId="65B8F057" w14:textId="77777777" w:rsidR="0023336A" w:rsidRDefault="0023336A" w:rsidP="0023336A"/>
    <w:p w14:paraId="02E920C9" w14:textId="77777777" w:rsidR="0023336A" w:rsidRDefault="0023336A" w:rsidP="0023336A"/>
    <w:p w14:paraId="449B7711" w14:textId="77777777" w:rsidR="0023336A" w:rsidRDefault="0023336A" w:rsidP="0023336A"/>
    <w:tbl>
      <w:tblPr>
        <w:tblW w:w="10529" w:type="dxa"/>
        <w:tblInd w:w="103" w:type="dxa"/>
        <w:tblLook w:val="04A0" w:firstRow="1" w:lastRow="0" w:firstColumn="1" w:lastColumn="0" w:noHBand="0" w:noVBand="1"/>
      </w:tblPr>
      <w:tblGrid>
        <w:gridCol w:w="1524"/>
        <w:gridCol w:w="4052"/>
        <w:gridCol w:w="688"/>
        <w:gridCol w:w="1009"/>
        <w:gridCol w:w="39"/>
        <w:gridCol w:w="1716"/>
        <w:gridCol w:w="1501"/>
      </w:tblGrid>
      <w:tr w:rsidR="0023336A" w14:paraId="3DF844BF" w14:textId="77777777" w:rsidTr="00A7143F">
        <w:trPr>
          <w:gridAfter w:val="3"/>
          <w:wAfter w:w="3256" w:type="dxa"/>
          <w:trHeight w:val="750"/>
        </w:trPr>
        <w:tc>
          <w:tcPr>
            <w:tcW w:w="6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B339BED" w14:textId="77777777" w:rsidR="0023336A" w:rsidRDefault="0023336A">
            <w:pPr>
              <w:rPr>
                <w:b/>
                <w:bCs/>
              </w:rPr>
            </w:pPr>
            <w:r>
              <w:rPr>
                <w:b/>
                <w:bCs/>
              </w:rPr>
              <w:t>4.Доля государства в уставном фонде эмитента (всего в %):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187ED" w14:textId="77777777" w:rsidR="0023336A" w:rsidRDefault="0023336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95,0247</w:t>
            </w:r>
          </w:p>
        </w:tc>
      </w:tr>
      <w:tr w:rsidR="0023336A" w14:paraId="3EE9F327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78722F52" w14:textId="77777777" w:rsidR="0023336A" w:rsidRDefault="002333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4F8E581F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22D77681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24C638D3" w14:textId="77777777" w:rsidTr="00A7143F">
        <w:trPr>
          <w:gridAfter w:val="3"/>
          <w:wAfter w:w="3256" w:type="dxa"/>
          <w:trHeight w:val="1020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1F32A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A5D7D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акций, шт.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145F8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в уставном фонде, %</w:t>
            </w:r>
          </w:p>
        </w:tc>
      </w:tr>
      <w:tr w:rsidR="0023336A" w14:paraId="436328F9" w14:textId="77777777" w:rsidTr="00A7143F">
        <w:trPr>
          <w:gridAfter w:val="3"/>
          <w:wAfter w:w="3256" w:type="dxa"/>
          <w:trHeight w:val="480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EC8B2" w14:textId="77777777" w:rsidR="0023336A" w:rsidRDefault="002333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республиканская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  <w:hideMark/>
          </w:tcPr>
          <w:p w14:paraId="11E650E6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  <w:hideMark/>
          </w:tcPr>
          <w:p w14:paraId="4BBA412D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144FE9BE" w14:textId="77777777" w:rsidTr="00A7143F">
        <w:trPr>
          <w:gridAfter w:val="3"/>
          <w:wAfter w:w="3256" w:type="dxa"/>
          <w:trHeight w:val="675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B930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коммунальная всего: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85362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21009342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3B47D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95,0247</w:t>
            </w:r>
          </w:p>
        </w:tc>
      </w:tr>
      <w:tr w:rsidR="0023336A" w14:paraId="4ED96691" w14:textId="77777777" w:rsidTr="00A7143F">
        <w:trPr>
          <w:gridAfter w:val="3"/>
          <w:wAfter w:w="3256" w:type="dxa"/>
          <w:trHeight w:val="450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6D8B1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3E0C1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23FE0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23336A" w14:paraId="62C6B586" w14:textId="77777777" w:rsidTr="00A7143F">
        <w:trPr>
          <w:gridAfter w:val="3"/>
          <w:wAfter w:w="3256" w:type="dxa"/>
          <w:trHeight w:val="525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9BA0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областная 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1A9EFF87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60BD8C92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26C7D90D" w14:textId="77777777" w:rsidTr="00A7143F">
        <w:trPr>
          <w:gridAfter w:val="3"/>
          <w:wAfter w:w="3256" w:type="dxa"/>
          <w:trHeight w:val="480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EB283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районная 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6834DD1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21009342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164D1914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95,0247</w:t>
            </w:r>
          </w:p>
        </w:tc>
      </w:tr>
      <w:tr w:rsidR="0023336A" w14:paraId="4CAE290D" w14:textId="77777777" w:rsidTr="00A7143F">
        <w:trPr>
          <w:gridAfter w:val="3"/>
          <w:wAfter w:w="3256" w:type="dxa"/>
          <w:trHeight w:val="495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E97D2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городская</w:t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57333CD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F96F127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51190E37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5069C74A" w14:textId="77777777" w:rsidR="0023336A" w:rsidRDefault="0023336A">
            <w:pPr>
              <w:rPr>
                <w:sz w:val="20"/>
                <w:szCs w:val="20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050F4D7C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371C3B3B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702911EA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49432E45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3152E230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53BC0C1A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533E14EE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72A1415B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2F5529EF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7136829F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586A53AA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0FB5E261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4FBA56A3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3A9A9C48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417886F5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021894FA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0417E3BC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23885D85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30702239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47DE32D1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32505AF0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4FBD68F3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46C6730B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58DDA66B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4A463C2D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037F5402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5A3681B9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46384E2E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791C04BD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42EEB22F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6E0DF0A9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center"/>
            <w:hideMark/>
          </w:tcPr>
          <w:p w14:paraId="781B8F70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center"/>
            <w:hideMark/>
          </w:tcPr>
          <w:p w14:paraId="545AB7D8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center"/>
            <w:hideMark/>
          </w:tcPr>
          <w:p w14:paraId="374BB28F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2F18C61E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27D685FF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6BDF5230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7160F15F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0C3D8C99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6475496F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028F0DAE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450C8455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6E9BCD63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30477A49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412B1EE8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2E4D82B3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512DE643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6A23504A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67CC1480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1B3B68BD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48D89317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68E77CBE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13A96E27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65F37B93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2DCAFB57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378FA748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1D114B67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3B866484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3D49E7BC" w14:textId="77777777" w:rsidTr="00A7143F">
        <w:trPr>
          <w:gridAfter w:val="3"/>
          <w:wAfter w:w="3256" w:type="dxa"/>
          <w:trHeight w:val="80"/>
        </w:trPr>
        <w:tc>
          <w:tcPr>
            <w:tcW w:w="1524" w:type="dxa"/>
            <w:noWrap/>
            <w:vAlign w:val="bottom"/>
            <w:hideMark/>
          </w:tcPr>
          <w:p w14:paraId="5F18F4D9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5B76042B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598ACF92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0D800E23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574BED04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16D08481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5877F85E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7EB69B81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04AAFBFB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2E91868E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1FE3BC2C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2A03DDF6" w14:textId="77777777" w:rsidTr="00A7143F">
        <w:trPr>
          <w:gridAfter w:val="3"/>
          <w:wAfter w:w="3256" w:type="dxa"/>
          <w:trHeight w:val="255"/>
        </w:trPr>
        <w:tc>
          <w:tcPr>
            <w:tcW w:w="1524" w:type="dxa"/>
            <w:noWrap/>
            <w:vAlign w:val="bottom"/>
            <w:hideMark/>
          </w:tcPr>
          <w:p w14:paraId="3E78948E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4740" w:type="dxa"/>
            <w:gridSpan w:val="2"/>
            <w:noWrap/>
            <w:vAlign w:val="bottom"/>
            <w:hideMark/>
          </w:tcPr>
          <w:p w14:paraId="32E7EC9F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09" w:type="dxa"/>
            <w:noWrap/>
            <w:vAlign w:val="bottom"/>
            <w:hideMark/>
          </w:tcPr>
          <w:p w14:paraId="066D4BDC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2AE12FD8" w14:textId="77777777" w:rsidTr="00A7143F">
        <w:trPr>
          <w:trHeight w:val="660"/>
        </w:trPr>
        <w:tc>
          <w:tcPr>
            <w:tcW w:w="5576" w:type="dxa"/>
            <w:gridSpan w:val="2"/>
            <w:noWrap/>
            <w:vAlign w:val="center"/>
            <w:hideMark/>
          </w:tcPr>
          <w:p w14:paraId="461136A7" w14:textId="20D9733A" w:rsidR="0023336A" w:rsidRDefault="00A7143F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23336A">
              <w:rPr>
                <w:b/>
                <w:bCs/>
              </w:rPr>
              <w:t>-6. Информация о дивидендах и акциях:</w:t>
            </w:r>
          </w:p>
        </w:tc>
        <w:tc>
          <w:tcPr>
            <w:tcW w:w="1736" w:type="dxa"/>
            <w:gridSpan w:val="3"/>
            <w:noWrap/>
            <w:vAlign w:val="bottom"/>
            <w:hideMark/>
          </w:tcPr>
          <w:p w14:paraId="1D6A7119" w14:textId="77777777" w:rsidR="0023336A" w:rsidRDefault="0023336A">
            <w:pPr>
              <w:rPr>
                <w:b/>
                <w:bCs/>
              </w:rPr>
            </w:pPr>
          </w:p>
        </w:tc>
        <w:tc>
          <w:tcPr>
            <w:tcW w:w="1716" w:type="dxa"/>
            <w:noWrap/>
            <w:vAlign w:val="bottom"/>
            <w:hideMark/>
          </w:tcPr>
          <w:p w14:paraId="17818A0D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501" w:type="dxa"/>
            <w:noWrap/>
            <w:vAlign w:val="bottom"/>
            <w:hideMark/>
          </w:tcPr>
          <w:p w14:paraId="5F99D084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78FF565E" w14:textId="77777777" w:rsidTr="00A7143F">
        <w:trPr>
          <w:trHeight w:val="1155"/>
        </w:trPr>
        <w:tc>
          <w:tcPr>
            <w:tcW w:w="5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F54DC8" w14:textId="77777777" w:rsidR="0023336A" w:rsidRDefault="002333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CB5C31B" w14:textId="77777777" w:rsidR="0023336A" w:rsidRDefault="002333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0AA74B" w14:textId="77777777" w:rsidR="0023336A" w:rsidRDefault="002333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отчетный период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C0C2D6" w14:textId="77777777" w:rsidR="0023336A" w:rsidRDefault="002333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аналогичный период прошлого года</w:t>
            </w:r>
          </w:p>
        </w:tc>
      </w:tr>
      <w:tr w:rsidR="0023336A" w14:paraId="59281808" w14:textId="77777777" w:rsidTr="00A7143F">
        <w:trPr>
          <w:trHeight w:val="607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1510D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акционеров, всего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5AF5822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4E64B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3B232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</w:t>
            </w:r>
          </w:p>
        </w:tc>
      </w:tr>
      <w:tr w:rsidR="0023336A" w14:paraId="7A43CC50" w14:textId="77777777" w:rsidTr="00A7143F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ECC03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в том числе: юридических лиц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8557885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1FD294F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8268EDE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3336A" w14:paraId="29801C8D" w14:textId="77777777" w:rsidTr="00A7143F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20809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из них нерезидентов Республики Беларусь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6FAF531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449D5448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62B7352E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39F43B55" w14:textId="77777777" w:rsidTr="00A7143F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403D9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в том числе: физических лиц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AA45F45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EE79FD3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6EB3F9C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</w:t>
            </w:r>
          </w:p>
        </w:tc>
      </w:tr>
      <w:tr w:rsidR="0023336A" w14:paraId="31AE576A" w14:textId="77777777" w:rsidTr="00A7143F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508DD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из них нерезидентов Республики Беларусь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581F016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4E441C0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3BB40B6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1A3EEB7D" w14:textId="77777777" w:rsidTr="00A7143F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C5A6C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Начислено на выплату дивидендов в данном </w:t>
            </w:r>
            <w:proofErr w:type="gramStart"/>
            <w:r>
              <w:rPr>
                <w:sz w:val="20"/>
                <w:szCs w:val="20"/>
              </w:rPr>
              <w:t>отчетном  периоде</w:t>
            </w:r>
            <w:proofErr w:type="gramEnd"/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A059DB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47FCC46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5CC50A7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4665668E" w14:textId="77777777" w:rsidTr="00A7143F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CE58F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Фактически выплаченные дивиденды в данном </w:t>
            </w:r>
            <w:proofErr w:type="gramStart"/>
            <w:r>
              <w:rPr>
                <w:sz w:val="20"/>
                <w:szCs w:val="20"/>
              </w:rPr>
              <w:t>отчетном  периоде</w:t>
            </w:r>
            <w:proofErr w:type="gramEnd"/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75FA646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B7A80B3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5A858DA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7E6AEA67" w14:textId="77777777" w:rsidTr="00A7143F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C3ABD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50646BE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1CD4B7F3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7A19F59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516B20E3" w14:textId="77777777" w:rsidTr="00A7143F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F5FC9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приходящиеся на одну привилегированную акцию (включая налоги) первого типа ___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0FA9149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7A4939B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FBF8556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3F5903F7" w14:textId="77777777" w:rsidTr="00A7143F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98CD8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приходящиеся на одну привилегированную акцию (включая налоги) второго типа ___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5FCEEEB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63668CE7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0386A75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355B1C5D" w14:textId="77777777" w:rsidTr="00A7143F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9DF24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0F23BB4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7E910C7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3357877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6C200E1D" w14:textId="77777777" w:rsidTr="00A7143F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BD8EF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Дивиденды, фактически выплаченные на одну привилегированную акцию (включая </w:t>
            </w:r>
            <w:proofErr w:type="gramStart"/>
            <w:r>
              <w:rPr>
                <w:sz w:val="20"/>
                <w:szCs w:val="20"/>
              </w:rPr>
              <w:t>налоги)  первого</w:t>
            </w:r>
            <w:proofErr w:type="gramEnd"/>
            <w:r>
              <w:rPr>
                <w:sz w:val="20"/>
                <w:szCs w:val="20"/>
              </w:rPr>
              <w:t xml:space="preserve"> типа ___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59DF554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47D993AC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1030694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5D963D3C" w14:textId="77777777" w:rsidTr="00A7143F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A7123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Дивиденды, фактически выплаченные на одну привилегированную акцию (включая </w:t>
            </w:r>
            <w:proofErr w:type="gramStart"/>
            <w:r>
              <w:rPr>
                <w:sz w:val="20"/>
                <w:szCs w:val="20"/>
              </w:rPr>
              <w:t>налоги)  второго</w:t>
            </w:r>
            <w:proofErr w:type="gramEnd"/>
            <w:r>
              <w:rPr>
                <w:sz w:val="20"/>
                <w:szCs w:val="20"/>
              </w:rPr>
              <w:t xml:space="preserve"> типа ___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56321D0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4714D0B9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49830D6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774E50D6" w14:textId="77777777" w:rsidTr="00A7143F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8092D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Период, за который выплачивались дивиденды 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A44F025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месяц, квартал, год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61BD8B6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94DE6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23336A" w14:paraId="57797A89" w14:textId="77777777" w:rsidTr="00A7143F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00B3F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(даты) принятия решений о выплате дивидендов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53C19C5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7DB58902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607E4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23336A" w14:paraId="6EFBD6B2" w14:textId="77777777" w:rsidTr="00A7143F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EC943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(сроки) выплаты дивидендов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15BF3F8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4FAB48C2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3283E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23336A" w14:paraId="0022CD73" w14:textId="77777777" w:rsidTr="00A7143F">
        <w:trPr>
          <w:trHeight w:val="795"/>
        </w:trPr>
        <w:tc>
          <w:tcPr>
            <w:tcW w:w="5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85463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Обеспеченность акции имуществом общества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37A3F32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3D723D9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0,49 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F872EFE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0,42 </w:t>
            </w:r>
          </w:p>
        </w:tc>
      </w:tr>
    </w:tbl>
    <w:p w14:paraId="52305BF7" w14:textId="77777777" w:rsidR="0023336A" w:rsidRDefault="0023336A" w:rsidP="0023336A"/>
    <w:p w14:paraId="2444EC7F" w14:textId="77777777" w:rsidR="0023336A" w:rsidRDefault="0023336A" w:rsidP="0023336A"/>
    <w:p w14:paraId="03319D3B" w14:textId="77777777" w:rsidR="0023336A" w:rsidRDefault="0023336A" w:rsidP="0023336A"/>
    <w:tbl>
      <w:tblPr>
        <w:tblW w:w="9680" w:type="dxa"/>
        <w:tblInd w:w="98" w:type="dxa"/>
        <w:tblLook w:val="04A0" w:firstRow="1" w:lastRow="0" w:firstColumn="1" w:lastColumn="0" w:noHBand="0" w:noVBand="1"/>
      </w:tblPr>
      <w:tblGrid>
        <w:gridCol w:w="2020"/>
        <w:gridCol w:w="1900"/>
        <w:gridCol w:w="2140"/>
        <w:gridCol w:w="1840"/>
        <w:gridCol w:w="1780"/>
      </w:tblGrid>
      <w:tr w:rsidR="0023336A" w14:paraId="75A39675" w14:textId="77777777" w:rsidTr="0023336A">
        <w:trPr>
          <w:trHeight w:val="1050"/>
        </w:trPr>
        <w:tc>
          <w:tcPr>
            <w:tcW w:w="606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16992CA" w14:textId="77777777" w:rsidR="0023336A" w:rsidRDefault="002333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Акции, поступившие в распоряжение общества</w:t>
            </w:r>
          </w:p>
        </w:tc>
        <w:tc>
          <w:tcPr>
            <w:tcW w:w="36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A310542" w14:textId="77777777" w:rsidR="0023336A" w:rsidRDefault="002333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Акции, приобретенные в целях сокращения общего количества</w:t>
            </w:r>
          </w:p>
        </w:tc>
      </w:tr>
      <w:tr w:rsidR="0023336A" w14:paraId="55AF5A69" w14:textId="77777777" w:rsidTr="0023336A">
        <w:trPr>
          <w:trHeight w:val="111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EC69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</w:t>
            </w:r>
            <w:proofErr w:type="gramStart"/>
            <w:r>
              <w:rPr>
                <w:sz w:val="20"/>
                <w:szCs w:val="20"/>
              </w:rPr>
              <w:t>зачисления  акций</w:t>
            </w:r>
            <w:proofErr w:type="gramEnd"/>
            <w:r>
              <w:rPr>
                <w:sz w:val="20"/>
                <w:szCs w:val="20"/>
              </w:rPr>
              <w:t xml:space="preserve"> на счет "депо" общества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D2CD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акций,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9D425D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 акций, поступивших в распоряжение общества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7CDF6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зачисления акций на счет "депо" общества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7550F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акций,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23336A" w14:paraId="7CAFAC25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432C49B5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15147D3F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4E15A138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ED6B830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7E64D0EA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592CA78C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A6C137B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1F344242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32DE9919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0A413A0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519195CD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1FB7B2E3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1248A0A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11D075DB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05460C55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6B53CE1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0915ADC2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5E3B7729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655665E9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E90855E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49594C4D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1D1080F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4B2ED202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42768A2B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A5747F9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170DA65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117744B6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793C2E0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6AA7CD29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11D6F363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89F5927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42C1C95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5B518427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6147A81A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1508E8C8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32534E3A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E43CF50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A7532AB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4D256E50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005C2A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6808BD4E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322B8F66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40ECC855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6CE46BC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427C7CAE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CC7E5A5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5BC1BAE3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6479DFF6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4C291C56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6030F8BD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51C36145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4F77828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36D6AB64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26557DBC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291C8E5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1DD4BB95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052CF410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89BAE61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777D8B4A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45032402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8C565D8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7E0F36D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5BE75BE9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5BDE624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7132CD84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52216EE1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4893FAA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405C158E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27B3B64A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464F639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2046AB2C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0CAC96E3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67A79AE8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3EEA913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15D8FBDF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404355CE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723F97B9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457C9B99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4252D8C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1513EB5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14DF8058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D4B7A99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33AB1620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6D664889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86A0B7B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74751C9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06197FA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1B424E2F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59BE1CDE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462B5A70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7F9B27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113F90DD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4EA532C5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2998A28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4755EB29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1D52E8F6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8394CAA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193EBE4C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1717275A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6E4D74F2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2C8C4C2B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4AE885DC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10BFE8F5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D58AC56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3DD834F6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A74936A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55481F60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5B9191B6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564168C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BC1D997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56C562CD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6D6C3081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6A8DC37D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5854A1D1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A8FE441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D349C74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6662FE4E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EC2F36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1800233D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13688DB5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41D0B3C8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E8DC5DC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1FEC90B2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177B53C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78709DF4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0086383A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D111A2B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425AD0E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346CA5DD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4723D678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44E78280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2AB3CCEA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827C6BD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690006F1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41173F64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3E7B220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5AA94473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39D91F79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4EC8FE61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FD3B31F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478B649C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499F7EED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06D5242A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78B516CE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99931FB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651F5FE5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7FAEBBBD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6D6542E9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60C4CB38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6E59A6A8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638D984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DFD8062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61330ADD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E34A34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44683F85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02A14FA2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05B76F8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4FEFA5FD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37BFC6F6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3408A62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6E09A239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59FD53A5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178B520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EC933BE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57D2C374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4BA1122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7D41A253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4DB39131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667EC6C4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89C47A3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0E750A6A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B1D41F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6C77DF04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7CEC233C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CD5DEA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3CB0B40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0F7B6FCB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D7C748C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7A8FE25E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00605D61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A10B501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DFC92BF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1D9689BF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32F2E7E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341763E7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26AF8A8E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BEAF828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03EC690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135454BA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254326A2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1C2DDE22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336A" w14:paraId="17E1ECB4" w14:textId="77777777" w:rsidTr="0023336A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763390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48EF03E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  <w:hideMark/>
          </w:tcPr>
          <w:p w14:paraId="2AA377A8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5C3228B1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bottom"/>
            <w:hideMark/>
          </w:tcPr>
          <w:p w14:paraId="0B500524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14:paraId="514278D3" w14:textId="77777777" w:rsidR="0023336A" w:rsidRDefault="0023336A" w:rsidP="0023336A"/>
    <w:p w14:paraId="7E2222C5" w14:textId="77777777" w:rsidR="0023336A" w:rsidRDefault="0023336A" w:rsidP="0023336A"/>
    <w:p w14:paraId="7E9CE3E3" w14:textId="77777777" w:rsidR="0023336A" w:rsidRDefault="0023336A" w:rsidP="0023336A"/>
    <w:tbl>
      <w:tblPr>
        <w:tblW w:w="11392" w:type="dxa"/>
        <w:tblInd w:w="108" w:type="dxa"/>
        <w:tblLook w:val="04A0" w:firstRow="1" w:lastRow="0" w:firstColumn="1" w:lastColumn="0" w:noHBand="0" w:noVBand="1"/>
      </w:tblPr>
      <w:tblGrid>
        <w:gridCol w:w="4757"/>
        <w:gridCol w:w="98"/>
        <w:gridCol w:w="1681"/>
        <w:gridCol w:w="343"/>
        <w:gridCol w:w="1030"/>
        <w:gridCol w:w="451"/>
        <w:gridCol w:w="1412"/>
        <w:gridCol w:w="222"/>
        <w:gridCol w:w="222"/>
        <w:gridCol w:w="200"/>
        <w:gridCol w:w="22"/>
        <w:gridCol w:w="222"/>
        <w:gridCol w:w="732"/>
      </w:tblGrid>
      <w:tr w:rsidR="0023336A" w14:paraId="4A2F64DE" w14:textId="77777777" w:rsidTr="0023336A">
        <w:trPr>
          <w:trHeight w:val="1050"/>
        </w:trPr>
        <w:tc>
          <w:tcPr>
            <w:tcW w:w="1041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DA5613F" w14:textId="5EE08357" w:rsidR="0023336A" w:rsidRDefault="0023336A" w:rsidP="0023336A">
            <w:pPr>
              <w:rPr>
                <w:sz w:val="18"/>
                <w:szCs w:val="18"/>
              </w:rPr>
            </w:pPr>
          </w:p>
          <w:p w14:paraId="02DD655C" w14:textId="77777777" w:rsidR="00501C92" w:rsidRDefault="0023336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6EEF557F" w14:textId="77777777" w:rsidR="00501C92" w:rsidRDefault="00501C92">
            <w:pPr>
              <w:rPr>
                <w:b/>
                <w:bCs/>
              </w:rPr>
            </w:pPr>
          </w:p>
          <w:p w14:paraId="6B416D3E" w14:textId="77777777" w:rsidR="00501C92" w:rsidRDefault="00501C92">
            <w:pPr>
              <w:rPr>
                <w:b/>
                <w:bCs/>
              </w:rPr>
            </w:pPr>
          </w:p>
          <w:p w14:paraId="1803E919" w14:textId="77777777" w:rsidR="00501C92" w:rsidRDefault="00501C92">
            <w:pPr>
              <w:rPr>
                <w:b/>
                <w:bCs/>
              </w:rPr>
            </w:pPr>
          </w:p>
          <w:p w14:paraId="750D86E7" w14:textId="77777777" w:rsidR="00501C92" w:rsidRDefault="00501C92">
            <w:pPr>
              <w:rPr>
                <w:b/>
                <w:bCs/>
              </w:rPr>
            </w:pPr>
          </w:p>
          <w:p w14:paraId="6B7AA647" w14:textId="77777777" w:rsidR="00501C92" w:rsidRDefault="00501C92">
            <w:pPr>
              <w:rPr>
                <w:b/>
                <w:bCs/>
              </w:rPr>
            </w:pPr>
          </w:p>
          <w:p w14:paraId="3D34C836" w14:textId="77777777" w:rsidR="00501C92" w:rsidRDefault="00501C92">
            <w:pPr>
              <w:rPr>
                <w:b/>
                <w:bCs/>
              </w:rPr>
            </w:pPr>
          </w:p>
          <w:p w14:paraId="4B2E93F6" w14:textId="77777777" w:rsidR="00501C92" w:rsidRDefault="00501C92">
            <w:pPr>
              <w:rPr>
                <w:b/>
                <w:bCs/>
              </w:rPr>
            </w:pPr>
          </w:p>
          <w:p w14:paraId="74300B61" w14:textId="77777777" w:rsidR="00501C92" w:rsidRDefault="00501C92">
            <w:pPr>
              <w:rPr>
                <w:b/>
                <w:bCs/>
              </w:rPr>
            </w:pPr>
          </w:p>
          <w:p w14:paraId="717746EE" w14:textId="77777777" w:rsidR="00501C92" w:rsidRDefault="00501C92">
            <w:pPr>
              <w:rPr>
                <w:b/>
                <w:bCs/>
              </w:rPr>
            </w:pPr>
          </w:p>
          <w:p w14:paraId="12E89494" w14:textId="77777777" w:rsidR="00501C92" w:rsidRDefault="00501C92">
            <w:pPr>
              <w:rPr>
                <w:b/>
                <w:bCs/>
              </w:rPr>
            </w:pPr>
          </w:p>
          <w:p w14:paraId="54200AA8" w14:textId="5A2C5513" w:rsidR="0023336A" w:rsidRDefault="006B5F31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7.  </w:t>
            </w:r>
            <w:r w:rsidR="0023336A">
              <w:rPr>
                <w:b/>
                <w:bCs/>
              </w:rPr>
              <w:t>Отдельные финансовые результаты деятельности открытого акционерного общества:</w:t>
            </w: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6C45BB4D" w14:textId="77777777" w:rsidR="0023336A" w:rsidRDefault="0023336A">
            <w:pPr>
              <w:rPr>
                <w:b/>
                <w:bCs/>
              </w:rPr>
            </w:pPr>
          </w:p>
        </w:tc>
      </w:tr>
      <w:tr w:rsidR="0023336A" w14:paraId="025403C9" w14:textId="77777777" w:rsidTr="0023336A">
        <w:trPr>
          <w:trHeight w:val="1380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D8812" w14:textId="77777777" w:rsidR="0023336A" w:rsidRDefault="002333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9D1D6" w14:textId="77777777" w:rsidR="0023336A" w:rsidRDefault="002333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3DA87" w14:textId="77777777" w:rsidR="0023336A" w:rsidRDefault="002333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отчетный период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35A70" w14:textId="77777777" w:rsidR="0023336A" w:rsidRDefault="002333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аналогичный период прошлого года</w:t>
            </w: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0DA15C06" w14:textId="77777777" w:rsidR="0023336A" w:rsidRDefault="0023336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3336A" w14:paraId="5BF83A48" w14:textId="77777777" w:rsidTr="0023336A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1F2EF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Выручка от реализации продукции, товаров, </w:t>
            </w:r>
            <w:proofErr w:type="spellStart"/>
            <w:proofErr w:type="gramStart"/>
            <w:r>
              <w:rPr>
                <w:sz w:val="20"/>
                <w:szCs w:val="20"/>
              </w:rPr>
              <w:t>работ,услуг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1AE8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D40D9E4" w14:textId="3EC38D31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12837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BF3D4DE" w14:textId="004C6278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11321</w:t>
            </w: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543A4F12" w14:textId="77777777" w:rsidR="0023336A" w:rsidRDefault="0023336A">
            <w:pPr>
              <w:rPr>
                <w:sz w:val="20"/>
                <w:szCs w:val="20"/>
              </w:rPr>
            </w:pPr>
          </w:p>
        </w:tc>
      </w:tr>
      <w:tr w:rsidR="0023336A" w14:paraId="6274DE16" w14:textId="77777777" w:rsidTr="0023336A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0C6B4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Себестоимость реализованной продукции, товаров, работ, услуг, управленческие расходы; расходы на реализацию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3CC78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7C37F2B4" w14:textId="63645149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10134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966DECD" w14:textId="7A116CB3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9574</w:t>
            </w: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4A7E183E" w14:textId="77777777" w:rsidR="0023336A" w:rsidRDefault="0023336A">
            <w:pPr>
              <w:rPr>
                <w:sz w:val="20"/>
                <w:szCs w:val="20"/>
              </w:rPr>
            </w:pPr>
          </w:p>
        </w:tc>
      </w:tr>
      <w:tr w:rsidR="0023336A" w14:paraId="637660E1" w14:textId="77777777" w:rsidTr="0023336A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8CA7C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Прибыль (убыток) до налогообложения - всего (Прибыль (убыток) отчетного периода)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CBE62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06614" w14:textId="1937D0CF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2383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8FB1D" w14:textId="239653B2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</w:t>
            </w: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3AC645F3" w14:textId="77777777" w:rsidR="0023336A" w:rsidRDefault="0023336A">
            <w:pPr>
              <w:rPr>
                <w:sz w:val="20"/>
                <w:szCs w:val="20"/>
              </w:rPr>
            </w:pPr>
          </w:p>
        </w:tc>
      </w:tr>
      <w:tr w:rsidR="0023336A" w14:paraId="274C08B9" w14:textId="77777777" w:rsidTr="0023336A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F7D44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числе: прибыль (убыток) от реализации </w:t>
            </w:r>
            <w:bookmarkStart w:id="252" w:name="_GoBack"/>
            <w:bookmarkEnd w:id="252"/>
            <w:r>
              <w:rPr>
                <w:sz w:val="20"/>
                <w:szCs w:val="20"/>
              </w:rPr>
              <w:t>продукции, товаров, работ, услуг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57844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838505" w14:textId="41EB3D23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2703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2F321" w14:textId="7B9E7D8C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1747</w:t>
            </w: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3785E918" w14:textId="77777777" w:rsidR="0023336A" w:rsidRDefault="0023336A">
            <w:pPr>
              <w:rPr>
                <w:sz w:val="20"/>
                <w:szCs w:val="20"/>
              </w:rPr>
            </w:pPr>
          </w:p>
        </w:tc>
      </w:tr>
      <w:tr w:rsidR="0023336A" w14:paraId="3130BA69" w14:textId="77777777" w:rsidTr="0023336A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7743B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и расходы по текущей деятельности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2B8CC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1EE8613F" w14:textId="04A79C29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53E78088" w14:textId="0031381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</w:t>
            </w: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733AC8A8" w14:textId="77777777" w:rsidR="0023336A" w:rsidRDefault="0023336A">
            <w:pPr>
              <w:rPr>
                <w:sz w:val="20"/>
                <w:szCs w:val="20"/>
              </w:rPr>
            </w:pPr>
          </w:p>
        </w:tc>
      </w:tr>
      <w:tr w:rsidR="0023336A" w14:paraId="686626B7" w14:textId="77777777" w:rsidTr="0023336A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C1ED8" w14:textId="77777777" w:rsidR="0023336A" w:rsidRDefault="002333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прибыль (убыток) от инвестиционной и финансовой деятельности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81000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54BA8712" w14:textId="308CA519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-531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12DCAACA" w14:textId="6B445074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-345</w:t>
            </w: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3690B46A" w14:textId="77777777" w:rsidR="0023336A" w:rsidRDefault="0023336A">
            <w:pPr>
              <w:rPr>
                <w:sz w:val="20"/>
                <w:szCs w:val="20"/>
              </w:rPr>
            </w:pPr>
          </w:p>
        </w:tc>
      </w:tr>
      <w:tr w:rsidR="0023336A" w14:paraId="70354E10" w14:textId="77777777" w:rsidTr="0023336A">
        <w:trPr>
          <w:trHeight w:val="136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81D03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прибыль; изменение отложенных налоговых активов; изменение отложенных налоговых обязательств; прочие налоги и сборы, исчисляемые из прибыли (дохода); прочие платежи, исчисляемые из прибыли (дохода)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DD076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17230694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5C008B9" w14:textId="7777777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231B7A73" w14:textId="77777777" w:rsidR="0023336A" w:rsidRDefault="0023336A">
            <w:pPr>
              <w:rPr>
                <w:sz w:val="20"/>
                <w:szCs w:val="20"/>
              </w:rPr>
            </w:pPr>
          </w:p>
        </w:tc>
      </w:tr>
      <w:tr w:rsidR="0023336A" w14:paraId="564D6960" w14:textId="77777777" w:rsidTr="0023336A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0B62C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Чистая прибыль (убыток)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98149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1BC6A" w14:textId="2A13B3EC" w:rsidR="0023336A" w:rsidRDefault="00A7143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2383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601C0" w14:textId="100B74F6" w:rsidR="0023336A" w:rsidRDefault="00A7143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</w:t>
            </w: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155E1B63" w14:textId="77777777" w:rsidR="0023336A" w:rsidRDefault="0023336A">
            <w:pPr>
              <w:rPr>
                <w:sz w:val="20"/>
                <w:szCs w:val="20"/>
              </w:rPr>
            </w:pPr>
          </w:p>
        </w:tc>
      </w:tr>
      <w:tr w:rsidR="0023336A" w14:paraId="1B8F6E78" w14:textId="77777777" w:rsidTr="0023336A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05B7E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Нераспределенная прибыль (непокрытый убыток)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2E5E3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39879402" w14:textId="77777777" w:rsidR="0023336A" w:rsidRDefault="0023336A">
            <w:pPr>
              <w:jc w:val="right"/>
              <w:rPr>
                <w:sz w:val="20"/>
                <w:szCs w:val="20"/>
              </w:rPr>
            </w:pPr>
          </w:p>
          <w:p w14:paraId="5933640D" w14:textId="23922AFB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11024</w:t>
            </w:r>
          </w:p>
          <w:p w14:paraId="0D4A0BB6" w14:textId="4C4A4B31" w:rsidR="0023336A" w:rsidRDefault="002333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6CAFFB37" w14:textId="1CF42E51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8677</w:t>
            </w: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36454C5D" w14:textId="77777777" w:rsidR="0023336A" w:rsidRDefault="0023336A">
            <w:pPr>
              <w:rPr>
                <w:sz w:val="20"/>
                <w:szCs w:val="20"/>
              </w:rPr>
            </w:pPr>
          </w:p>
        </w:tc>
      </w:tr>
      <w:tr w:rsidR="0023336A" w14:paraId="67168718" w14:textId="77777777" w:rsidTr="0023336A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AD89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Долгосрочная дебиторская задолженность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E474699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2F6C2FA7" w14:textId="14EB84E3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646CEBDD" w14:textId="26F5F30C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41A16117" w14:textId="77777777" w:rsidR="0023336A" w:rsidRDefault="0023336A">
            <w:pPr>
              <w:rPr>
                <w:sz w:val="20"/>
                <w:szCs w:val="20"/>
              </w:rPr>
            </w:pPr>
          </w:p>
        </w:tc>
      </w:tr>
      <w:tr w:rsidR="0023336A" w14:paraId="353409CE" w14:textId="77777777" w:rsidTr="0023336A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99874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06A9A32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4AA33E7" w14:textId="19EA7D57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2056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1095E031" w14:textId="7F410534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1347</w:t>
            </w: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60C65EE9" w14:textId="77777777" w:rsidR="0023336A" w:rsidRDefault="0023336A">
            <w:pPr>
              <w:rPr>
                <w:sz w:val="20"/>
                <w:szCs w:val="20"/>
              </w:rPr>
            </w:pPr>
          </w:p>
        </w:tc>
      </w:tr>
      <w:tr w:rsidR="0023336A" w14:paraId="26B76EEB" w14:textId="77777777" w:rsidTr="0023336A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8F2AA" w14:textId="77777777" w:rsidR="0023336A" w:rsidRDefault="0023336A">
            <w:pPr>
              <w:rPr>
                <w:b/>
                <w:bCs/>
              </w:rPr>
            </w:pPr>
            <w:r>
              <w:rPr>
                <w:b/>
                <w:bCs/>
              </w:rPr>
              <w:t>8. Среднесписочная численность работающих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D321A87" w14:textId="77777777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1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0D172184" w14:textId="77777777" w:rsidR="0023336A" w:rsidRDefault="0023336A">
            <w:pPr>
              <w:jc w:val="right"/>
              <w:rPr>
                <w:sz w:val="20"/>
                <w:szCs w:val="20"/>
              </w:rPr>
            </w:pPr>
          </w:p>
          <w:p w14:paraId="01E29C46" w14:textId="6D91CA9F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  <w:p w14:paraId="6630A4C7" w14:textId="74FBFB3F" w:rsidR="0023336A" w:rsidRDefault="002333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14:paraId="33B52492" w14:textId="77777777" w:rsidR="0023336A" w:rsidRDefault="0023336A">
            <w:pPr>
              <w:jc w:val="right"/>
              <w:rPr>
                <w:sz w:val="20"/>
                <w:szCs w:val="20"/>
              </w:rPr>
            </w:pPr>
          </w:p>
          <w:p w14:paraId="06305234" w14:textId="441C2E56" w:rsidR="0023336A" w:rsidRDefault="002333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A7143F">
              <w:rPr>
                <w:sz w:val="20"/>
                <w:szCs w:val="20"/>
              </w:rPr>
              <w:t>8</w:t>
            </w:r>
          </w:p>
          <w:p w14:paraId="732E4A2B" w14:textId="30D21304" w:rsidR="0023336A" w:rsidRDefault="002333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51E058B1" w14:textId="77777777" w:rsidR="0023336A" w:rsidRDefault="0023336A">
            <w:pPr>
              <w:rPr>
                <w:sz w:val="20"/>
                <w:szCs w:val="20"/>
              </w:rPr>
            </w:pPr>
          </w:p>
        </w:tc>
      </w:tr>
      <w:tr w:rsidR="0023336A" w14:paraId="12228B04" w14:textId="77777777" w:rsidTr="0023336A">
        <w:trPr>
          <w:trHeight w:val="255"/>
        </w:trPr>
        <w:tc>
          <w:tcPr>
            <w:tcW w:w="4855" w:type="dxa"/>
            <w:gridSpan w:val="2"/>
            <w:noWrap/>
            <w:vAlign w:val="bottom"/>
            <w:hideMark/>
          </w:tcPr>
          <w:p w14:paraId="6627076F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681" w:type="dxa"/>
            <w:noWrap/>
            <w:vAlign w:val="bottom"/>
            <w:hideMark/>
          </w:tcPr>
          <w:p w14:paraId="025513E8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824" w:type="dxa"/>
            <w:gridSpan w:val="3"/>
            <w:noWrap/>
            <w:vAlign w:val="bottom"/>
            <w:hideMark/>
          </w:tcPr>
          <w:p w14:paraId="14E951F2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2056" w:type="dxa"/>
            <w:gridSpan w:val="4"/>
            <w:noWrap/>
            <w:vAlign w:val="bottom"/>
            <w:hideMark/>
          </w:tcPr>
          <w:p w14:paraId="55F98044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5FBA88E4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626AD50F" w14:textId="77777777" w:rsidTr="0023336A">
        <w:trPr>
          <w:trHeight w:val="1410"/>
        </w:trPr>
        <w:tc>
          <w:tcPr>
            <w:tcW w:w="10416" w:type="dxa"/>
            <w:gridSpan w:val="10"/>
            <w:vAlign w:val="center"/>
            <w:hideMark/>
          </w:tcPr>
          <w:p w14:paraId="200A960C" w14:textId="77777777" w:rsidR="00501C92" w:rsidRDefault="00501C92">
            <w:pPr>
              <w:rPr>
                <w:b/>
                <w:bCs/>
              </w:rPr>
            </w:pPr>
          </w:p>
          <w:p w14:paraId="523BD96A" w14:textId="505C73A7" w:rsidR="0023336A" w:rsidRDefault="0023336A">
            <w:pPr>
              <w:rPr>
                <w:b/>
                <w:bCs/>
              </w:rPr>
            </w:pPr>
            <w:r>
              <w:rPr>
                <w:b/>
                <w:bCs/>
              </w:rPr>
              <w:t>9. Основные виды продукции или виды деятельности, по которым получено двадцать и более процентов выручки от реализации товаров, продукции, работ, услуг (только в составе годового отчета):</w:t>
            </w: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5D10A3DA" w14:textId="77777777" w:rsidR="0023336A" w:rsidRDefault="0023336A">
            <w:pPr>
              <w:rPr>
                <w:b/>
                <w:bCs/>
              </w:rPr>
            </w:pPr>
          </w:p>
        </w:tc>
      </w:tr>
      <w:tr w:rsidR="0023336A" w14:paraId="5A259380" w14:textId="77777777" w:rsidTr="0023336A">
        <w:trPr>
          <w:trHeight w:val="1845"/>
        </w:trPr>
        <w:tc>
          <w:tcPr>
            <w:tcW w:w="1041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377C8BBF" w14:textId="3FCF31D7" w:rsidR="0023336A" w:rsidRDefault="002333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76 %-животноводство, 24%-растениеводство</w:t>
            </w:r>
          </w:p>
        </w:tc>
        <w:tc>
          <w:tcPr>
            <w:tcW w:w="976" w:type="dxa"/>
            <w:gridSpan w:val="3"/>
            <w:noWrap/>
            <w:vAlign w:val="bottom"/>
            <w:hideMark/>
          </w:tcPr>
          <w:p w14:paraId="4009FC6C" w14:textId="77777777" w:rsidR="0023336A" w:rsidRDefault="0023336A">
            <w:pPr>
              <w:rPr>
                <w:sz w:val="18"/>
                <w:szCs w:val="18"/>
              </w:rPr>
            </w:pPr>
          </w:p>
        </w:tc>
      </w:tr>
      <w:tr w:rsidR="0023336A" w14:paraId="68CBF016" w14:textId="77777777" w:rsidTr="0023336A">
        <w:trPr>
          <w:gridAfter w:val="1"/>
          <w:wAfter w:w="732" w:type="dxa"/>
          <w:trHeight w:val="1245"/>
        </w:trPr>
        <w:tc>
          <w:tcPr>
            <w:tcW w:w="10660" w:type="dxa"/>
            <w:gridSpan w:val="12"/>
            <w:vAlign w:val="center"/>
            <w:hideMark/>
          </w:tcPr>
          <w:p w14:paraId="60509E24" w14:textId="77777777" w:rsidR="00A7143F" w:rsidRDefault="00A7143F">
            <w:pPr>
              <w:rPr>
                <w:b/>
                <w:bCs/>
              </w:rPr>
            </w:pPr>
          </w:p>
          <w:p w14:paraId="6E986E4A" w14:textId="2D3EAD95" w:rsidR="0023336A" w:rsidRDefault="0023336A">
            <w:pPr>
              <w:rPr>
                <w:b/>
                <w:bCs/>
              </w:rPr>
            </w:pPr>
            <w:r>
              <w:rPr>
                <w:b/>
                <w:bCs/>
              </w:rPr>
              <w:t>10. Дата проведения годового общего собрания акционеров, на котором утверждался годовой бухгалтерский баланс за отчетный год:</w:t>
            </w:r>
          </w:p>
        </w:tc>
      </w:tr>
      <w:tr w:rsidR="0023336A" w14:paraId="2817FAC5" w14:textId="77777777" w:rsidTr="0023336A">
        <w:trPr>
          <w:gridAfter w:val="1"/>
          <w:wAfter w:w="732" w:type="dxa"/>
          <w:trHeight w:val="555"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CC"/>
            <w:vAlign w:val="center"/>
            <w:hideMark/>
          </w:tcPr>
          <w:p w14:paraId="72C668B6" w14:textId="17ABF0D4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22.03.2023г</w:t>
            </w:r>
          </w:p>
        </w:tc>
        <w:tc>
          <w:tcPr>
            <w:tcW w:w="2122" w:type="dxa"/>
            <w:gridSpan w:val="3"/>
            <w:hideMark/>
          </w:tcPr>
          <w:p w14:paraId="40ABFD76" w14:textId="77777777" w:rsidR="0023336A" w:rsidRDefault="0023336A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hideMark/>
          </w:tcPr>
          <w:p w14:paraId="21276EB6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863" w:type="dxa"/>
            <w:gridSpan w:val="2"/>
            <w:hideMark/>
          </w:tcPr>
          <w:p w14:paraId="00CF039A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222" w:type="dxa"/>
            <w:noWrap/>
            <w:vAlign w:val="bottom"/>
            <w:hideMark/>
          </w:tcPr>
          <w:p w14:paraId="20C9E95D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222" w:type="dxa"/>
            <w:noWrap/>
            <w:vAlign w:val="bottom"/>
            <w:hideMark/>
          </w:tcPr>
          <w:p w14:paraId="7D0A5406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222" w:type="dxa"/>
            <w:gridSpan w:val="2"/>
            <w:noWrap/>
            <w:vAlign w:val="bottom"/>
            <w:hideMark/>
          </w:tcPr>
          <w:p w14:paraId="10465B36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222" w:type="dxa"/>
            <w:noWrap/>
            <w:vAlign w:val="bottom"/>
            <w:hideMark/>
          </w:tcPr>
          <w:p w14:paraId="7625ED92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729C7287" w14:textId="77777777" w:rsidTr="0023336A">
        <w:trPr>
          <w:gridAfter w:val="1"/>
          <w:wAfter w:w="732" w:type="dxa"/>
          <w:trHeight w:val="555"/>
        </w:trPr>
        <w:tc>
          <w:tcPr>
            <w:tcW w:w="10660" w:type="dxa"/>
            <w:gridSpan w:val="12"/>
            <w:shd w:val="clear" w:color="auto" w:fill="FFFFFF"/>
            <w:vAlign w:val="center"/>
            <w:hideMark/>
          </w:tcPr>
          <w:p w14:paraId="3AFC0D71" w14:textId="77777777" w:rsidR="0023336A" w:rsidRDefault="0023336A">
            <w:pPr>
              <w:rPr>
                <w:b/>
                <w:bCs/>
              </w:rPr>
            </w:pPr>
            <w:r>
              <w:rPr>
                <w:b/>
                <w:bCs/>
              </w:rPr>
              <w:t>Дата подготовки аудиторского заключения по бухгалтерской (финансовой) отчетности:</w:t>
            </w:r>
          </w:p>
        </w:tc>
      </w:tr>
      <w:tr w:rsidR="0023336A" w14:paraId="339DEAE6" w14:textId="77777777" w:rsidTr="0023336A">
        <w:trPr>
          <w:gridAfter w:val="1"/>
          <w:wAfter w:w="732" w:type="dxa"/>
          <w:trHeight w:val="555"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76E29402" w14:textId="4050ACAE" w:rsidR="0023336A" w:rsidRDefault="00A7143F">
            <w:r>
              <w:t>21.03.2024 г.</w:t>
            </w:r>
          </w:p>
        </w:tc>
        <w:tc>
          <w:tcPr>
            <w:tcW w:w="2122" w:type="dxa"/>
            <w:gridSpan w:val="3"/>
            <w:hideMark/>
          </w:tcPr>
          <w:p w14:paraId="6D551160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030" w:type="dxa"/>
            <w:hideMark/>
          </w:tcPr>
          <w:p w14:paraId="73888B6E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1863" w:type="dxa"/>
            <w:gridSpan w:val="2"/>
            <w:hideMark/>
          </w:tcPr>
          <w:p w14:paraId="5859E908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222" w:type="dxa"/>
            <w:noWrap/>
            <w:vAlign w:val="bottom"/>
            <w:hideMark/>
          </w:tcPr>
          <w:p w14:paraId="0C4DAB4E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222" w:type="dxa"/>
            <w:noWrap/>
            <w:vAlign w:val="bottom"/>
            <w:hideMark/>
          </w:tcPr>
          <w:p w14:paraId="1AB1892F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222" w:type="dxa"/>
            <w:gridSpan w:val="2"/>
            <w:noWrap/>
            <w:vAlign w:val="bottom"/>
            <w:hideMark/>
          </w:tcPr>
          <w:p w14:paraId="27E88C3E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  <w:tc>
          <w:tcPr>
            <w:tcW w:w="222" w:type="dxa"/>
            <w:noWrap/>
            <w:vAlign w:val="bottom"/>
            <w:hideMark/>
          </w:tcPr>
          <w:p w14:paraId="1F58FAE5" w14:textId="77777777" w:rsidR="0023336A" w:rsidRDefault="0023336A">
            <w:pPr>
              <w:rPr>
                <w:sz w:val="20"/>
                <w:szCs w:val="20"/>
                <w:lang w:val="ru-BY" w:eastAsia="ru-BY"/>
              </w:rPr>
            </w:pPr>
          </w:p>
        </w:tc>
      </w:tr>
      <w:tr w:rsidR="0023336A" w14:paraId="3317069E" w14:textId="77777777" w:rsidTr="0023336A">
        <w:trPr>
          <w:gridAfter w:val="1"/>
          <w:wAfter w:w="732" w:type="dxa"/>
          <w:trHeight w:val="1350"/>
        </w:trPr>
        <w:tc>
          <w:tcPr>
            <w:tcW w:w="10660" w:type="dxa"/>
            <w:gridSpan w:val="12"/>
            <w:shd w:val="clear" w:color="auto" w:fill="FFFFFF"/>
            <w:vAlign w:val="center"/>
            <w:hideMark/>
          </w:tcPr>
          <w:p w14:paraId="4C494CE0" w14:textId="77777777" w:rsidR="0023336A" w:rsidRDefault="0023336A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 аудиторской организации (фамилия, собственное имя, отчество (если таковое имеется) индивидуального предпринимателя), местонахождение (место жительства), дата государственной регистрации, регистрационный номер в Едином государственном регистре юридических лиц и индивидуальных предпринимателей:</w:t>
            </w:r>
          </w:p>
        </w:tc>
      </w:tr>
      <w:tr w:rsidR="0023336A" w14:paraId="761282EE" w14:textId="77777777" w:rsidTr="0023336A">
        <w:trPr>
          <w:gridAfter w:val="1"/>
          <w:wAfter w:w="732" w:type="dxa"/>
          <w:trHeight w:val="1545"/>
        </w:trPr>
        <w:tc>
          <w:tcPr>
            <w:tcW w:w="106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CC"/>
            <w:vAlign w:val="center"/>
            <w:hideMark/>
          </w:tcPr>
          <w:p w14:paraId="15659BB1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ИП Березка Ирина Анатольевна; местонахождение: 220018, </w:t>
            </w:r>
            <w:proofErr w:type="spellStart"/>
            <w:r>
              <w:rPr>
                <w:sz w:val="20"/>
                <w:szCs w:val="20"/>
              </w:rPr>
              <w:t>г.Минск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ул.Одинцова</w:t>
            </w:r>
            <w:proofErr w:type="spellEnd"/>
            <w:r>
              <w:rPr>
                <w:sz w:val="20"/>
                <w:szCs w:val="20"/>
              </w:rPr>
              <w:t>, д.7, кВ.135, УНП 192023084</w:t>
            </w:r>
          </w:p>
        </w:tc>
      </w:tr>
      <w:tr w:rsidR="0023336A" w14:paraId="0F6198A7" w14:textId="77777777" w:rsidTr="0023336A">
        <w:trPr>
          <w:gridAfter w:val="1"/>
          <w:wAfter w:w="732" w:type="dxa"/>
          <w:trHeight w:val="555"/>
        </w:trPr>
        <w:tc>
          <w:tcPr>
            <w:tcW w:w="10660" w:type="dxa"/>
            <w:gridSpan w:val="12"/>
            <w:shd w:val="clear" w:color="auto" w:fill="FFFFFF"/>
            <w:vAlign w:val="center"/>
            <w:hideMark/>
          </w:tcPr>
          <w:p w14:paraId="3F35D60D" w14:textId="77777777" w:rsidR="0023336A" w:rsidRDefault="0023336A">
            <w:pPr>
              <w:rPr>
                <w:b/>
                <w:bCs/>
              </w:rPr>
            </w:pPr>
            <w:r>
              <w:rPr>
                <w:b/>
                <w:bCs/>
              </w:rPr>
              <w:t>Период, за который проводился аудит:</w:t>
            </w:r>
          </w:p>
        </w:tc>
      </w:tr>
      <w:tr w:rsidR="0023336A" w14:paraId="19DC6B62" w14:textId="77777777" w:rsidTr="0023336A">
        <w:trPr>
          <w:gridAfter w:val="1"/>
          <w:wAfter w:w="732" w:type="dxa"/>
          <w:trHeight w:val="555"/>
        </w:trPr>
        <w:tc>
          <w:tcPr>
            <w:tcW w:w="106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CC"/>
            <w:vAlign w:val="center"/>
            <w:hideMark/>
          </w:tcPr>
          <w:p w14:paraId="2E29EFAC" w14:textId="5D9F548B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A7143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г</w:t>
            </w:r>
          </w:p>
        </w:tc>
      </w:tr>
      <w:tr w:rsidR="0023336A" w14:paraId="65D487A1" w14:textId="77777777" w:rsidTr="0023336A">
        <w:trPr>
          <w:gridAfter w:val="1"/>
          <w:wAfter w:w="732" w:type="dxa"/>
          <w:trHeight w:val="960"/>
        </w:trPr>
        <w:tc>
          <w:tcPr>
            <w:tcW w:w="1066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8105689" w14:textId="77777777" w:rsidR="0023336A" w:rsidRDefault="0023336A">
            <w:pPr>
              <w:rPr>
                <w:b/>
                <w:bCs/>
              </w:rPr>
            </w:pPr>
            <w:r>
              <w:rPr>
                <w:b/>
                <w:bCs/>
              </w:rPr>
              <w:t>Аудиторское мнение о достоверности бухгалтерской (финансовой) отчетности, а в случае выявленных нарушений в бухгалтерской (финансовой) отчетности - сведения о данных нарушениях:</w:t>
            </w:r>
          </w:p>
        </w:tc>
      </w:tr>
      <w:tr w:rsidR="0023336A" w14:paraId="0CFBAD59" w14:textId="77777777" w:rsidTr="0023336A">
        <w:trPr>
          <w:gridAfter w:val="1"/>
          <w:wAfter w:w="732" w:type="dxa"/>
          <w:trHeight w:val="1800"/>
        </w:trPr>
        <w:tc>
          <w:tcPr>
            <w:tcW w:w="106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4B0EFF04" w14:textId="69A4F5A2" w:rsidR="0023336A" w:rsidRPr="0023336A" w:rsidRDefault="0023336A" w:rsidP="0023336A">
            <w:pPr>
              <w:jc w:val="both"/>
            </w:pPr>
            <w:r w:rsidRPr="0023336A">
              <w:t xml:space="preserve">По моему мнению бухгалтерская отчетность  достоверно во всех существенных аспектах отражает финансовое положение ОАО " </w:t>
            </w:r>
            <w:proofErr w:type="spellStart"/>
            <w:r w:rsidRPr="0023336A">
              <w:t>Жатерево</w:t>
            </w:r>
            <w:proofErr w:type="spellEnd"/>
            <w:r w:rsidRPr="0023336A">
              <w:t>"   по состоянию на 31 декабря 2023 года финансовые результаты его деятельности и изменение его финансового положения, в том числе движения денежных средств за год, закончившийся на указанную дату, в соответствии с законодательства Республики Беларусь .</w:t>
            </w:r>
          </w:p>
          <w:p w14:paraId="25641EBB" w14:textId="6146F100" w:rsidR="0023336A" w:rsidRPr="0023336A" w:rsidRDefault="0023336A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36A" w14:paraId="67952AFA" w14:textId="77777777" w:rsidTr="0023336A">
        <w:trPr>
          <w:gridAfter w:val="1"/>
          <w:wAfter w:w="732" w:type="dxa"/>
          <w:trHeight w:val="855"/>
        </w:trPr>
        <w:tc>
          <w:tcPr>
            <w:tcW w:w="1066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E35F8C3" w14:textId="77777777" w:rsidR="0023336A" w:rsidRDefault="0023336A">
            <w:pPr>
              <w:rPr>
                <w:b/>
                <w:bCs/>
              </w:rPr>
            </w:pPr>
            <w:r>
              <w:rPr>
                <w:b/>
                <w:bCs/>
              </w:rPr>
              <w:t>Дата и источник опубликования аудиторского заключения по бухгалтерской (финансовой) отчетности в полном объеме:</w:t>
            </w:r>
          </w:p>
        </w:tc>
      </w:tr>
      <w:tr w:rsidR="0023336A" w14:paraId="41612D0E" w14:textId="77777777" w:rsidTr="0023336A">
        <w:trPr>
          <w:gridAfter w:val="1"/>
          <w:wAfter w:w="732" w:type="dxa"/>
          <w:trHeight w:val="510"/>
        </w:trPr>
        <w:tc>
          <w:tcPr>
            <w:tcW w:w="106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CC"/>
            <w:vAlign w:val="center"/>
            <w:hideMark/>
          </w:tcPr>
          <w:p w14:paraId="609EA65D" w14:textId="5DB8930C" w:rsidR="0023336A" w:rsidRDefault="00233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ЕПФР-    сайт центрального депозитария-</w:t>
            </w:r>
          </w:p>
        </w:tc>
      </w:tr>
      <w:tr w:rsidR="0023336A" w14:paraId="4C8B863A" w14:textId="77777777" w:rsidTr="0023336A">
        <w:trPr>
          <w:gridAfter w:val="1"/>
          <w:wAfter w:w="732" w:type="dxa"/>
          <w:trHeight w:val="720"/>
        </w:trPr>
        <w:tc>
          <w:tcPr>
            <w:tcW w:w="1066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80A41CF" w14:textId="77777777" w:rsidR="0023336A" w:rsidRDefault="0023336A">
            <w:pPr>
              <w:rPr>
                <w:b/>
                <w:bCs/>
              </w:rPr>
            </w:pPr>
            <w:r>
              <w:rPr>
                <w:b/>
                <w:bCs/>
              </w:rPr>
              <w:t>13. Сведения о применении открытым акционерным обществом Свода правил корпоративного поведения (только в составе годового отчета):</w:t>
            </w:r>
          </w:p>
        </w:tc>
      </w:tr>
      <w:tr w:rsidR="0023336A" w14:paraId="3CCA93DB" w14:textId="77777777" w:rsidTr="0023336A">
        <w:trPr>
          <w:gridAfter w:val="1"/>
          <w:wAfter w:w="732" w:type="dxa"/>
          <w:trHeight w:val="1125"/>
        </w:trPr>
        <w:tc>
          <w:tcPr>
            <w:tcW w:w="106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CC"/>
            <w:vAlign w:val="center"/>
            <w:hideMark/>
          </w:tcPr>
          <w:p w14:paraId="1FA94BB8" w14:textId="77777777" w:rsidR="0023336A" w:rsidRDefault="00233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применялось</w:t>
            </w:r>
          </w:p>
        </w:tc>
      </w:tr>
      <w:tr w:rsidR="0023336A" w14:paraId="38CF030C" w14:textId="77777777" w:rsidTr="0023336A">
        <w:trPr>
          <w:gridAfter w:val="1"/>
          <w:wAfter w:w="732" w:type="dxa"/>
          <w:trHeight w:val="690"/>
        </w:trPr>
        <w:tc>
          <w:tcPr>
            <w:tcW w:w="1066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297135F" w14:textId="77777777" w:rsidR="0023336A" w:rsidRDefault="0023336A">
            <w:pPr>
              <w:rPr>
                <w:b/>
                <w:bCs/>
              </w:rPr>
            </w:pPr>
            <w:r>
              <w:rPr>
                <w:b/>
                <w:bCs/>
              </w:rPr>
              <w:t>14. Адрес официального сайта открытого акционерного общества в глобальной компьютерной сети Интернет:</w:t>
            </w:r>
          </w:p>
        </w:tc>
      </w:tr>
    </w:tbl>
    <w:p w14:paraId="78B4AD89" w14:textId="77777777" w:rsidR="0023336A" w:rsidRDefault="0023336A" w:rsidP="0023336A">
      <w:r>
        <w:t>\</w:t>
      </w:r>
    </w:p>
    <w:p w14:paraId="4C46454F" w14:textId="7EDC8B0D" w:rsidR="0023336A" w:rsidRDefault="0023336A" w:rsidP="0023336A">
      <w:pPr>
        <w:autoSpaceDE w:val="0"/>
        <w:autoSpaceDN w:val="0"/>
        <w:adjustRightInd w:val="0"/>
        <w:ind w:firstLine="540"/>
        <w:jc w:val="both"/>
        <w:outlineLvl w:val="0"/>
        <w:rPr>
          <w:b/>
        </w:rPr>
      </w:pPr>
    </w:p>
    <w:p w14:paraId="6DCF71EC" w14:textId="4A5262D8" w:rsidR="0023336A" w:rsidRDefault="0023336A" w:rsidP="0023336A">
      <w:pPr>
        <w:autoSpaceDE w:val="0"/>
        <w:autoSpaceDN w:val="0"/>
        <w:adjustRightInd w:val="0"/>
        <w:ind w:firstLine="540"/>
        <w:jc w:val="both"/>
        <w:outlineLvl w:val="0"/>
        <w:rPr>
          <w:b/>
        </w:rPr>
      </w:pPr>
    </w:p>
    <w:p w14:paraId="55A6D8E7" w14:textId="7CDBE6FD" w:rsidR="0023336A" w:rsidRDefault="0023336A" w:rsidP="0023336A">
      <w:pPr>
        <w:autoSpaceDE w:val="0"/>
        <w:autoSpaceDN w:val="0"/>
        <w:adjustRightInd w:val="0"/>
        <w:ind w:firstLine="540"/>
        <w:jc w:val="both"/>
        <w:outlineLvl w:val="0"/>
        <w:rPr>
          <w:b/>
        </w:rPr>
      </w:pPr>
    </w:p>
    <w:p w14:paraId="1B396648" w14:textId="0415A111" w:rsidR="0023336A" w:rsidRDefault="0023336A" w:rsidP="0023336A">
      <w:pPr>
        <w:autoSpaceDE w:val="0"/>
        <w:autoSpaceDN w:val="0"/>
        <w:adjustRightInd w:val="0"/>
        <w:ind w:firstLine="540"/>
        <w:jc w:val="both"/>
        <w:outlineLvl w:val="0"/>
        <w:rPr>
          <w:b/>
        </w:rPr>
      </w:pPr>
    </w:p>
    <w:p w14:paraId="4CD0B289" w14:textId="7D5E15CC" w:rsidR="0023336A" w:rsidRDefault="0023336A" w:rsidP="0023336A">
      <w:pPr>
        <w:autoSpaceDE w:val="0"/>
        <w:autoSpaceDN w:val="0"/>
        <w:adjustRightInd w:val="0"/>
        <w:ind w:firstLine="540"/>
        <w:jc w:val="both"/>
        <w:outlineLvl w:val="0"/>
        <w:rPr>
          <w:b/>
        </w:rPr>
      </w:pPr>
    </w:p>
    <w:p w14:paraId="1D771FC2" w14:textId="7E0A17A3" w:rsidR="0023336A" w:rsidRDefault="0023336A" w:rsidP="0023336A">
      <w:pPr>
        <w:autoSpaceDE w:val="0"/>
        <w:autoSpaceDN w:val="0"/>
        <w:adjustRightInd w:val="0"/>
        <w:ind w:firstLine="540"/>
        <w:jc w:val="both"/>
        <w:outlineLvl w:val="0"/>
        <w:rPr>
          <w:b/>
        </w:rPr>
      </w:pPr>
    </w:p>
    <w:p w14:paraId="6439B0F6" w14:textId="1446CB2D" w:rsidR="0023336A" w:rsidRDefault="0023336A" w:rsidP="0023336A">
      <w:pPr>
        <w:autoSpaceDE w:val="0"/>
        <w:autoSpaceDN w:val="0"/>
        <w:adjustRightInd w:val="0"/>
        <w:ind w:firstLine="540"/>
        <w:jc w:val="both"/>
        <w:outlineLvl w:val="0"/>
        <w:rPr>
          <w:b/>
        </w:rPr>
      </w:pPr>
    </w:p>
    <w:p w14:paraId="543E2A4A" w14:textId="77777777" w:rsidR="0023336A" w:rsidRDefault="0023336A" w:rsidP="0023336A">
      <w:pPr>
        <w:pStyle w:val="ConsPlusTitle"/>
        <w:outlineLvl w:val="0"/>
        <w:rPr>
          <w:sz w:val="24"/>
          <w:szCs w:val="24"/>
        </w:rPr>
      </w:pPr>
      <w:r>
        <w:rPr>
          <w:lang w:val="be-BY"/>
        </w:rPr>
        <w:lastRenderedPageBreak/>
        <w:t xml:space="preserve">                                                           </w:t>
      </w:r>
      <w:r>
        <w:rPr>
          <w:sz w:val="24"/>
          <w:szCs w:val="24"/>
        </w:rPr>
        <w:t>АУДИТОРСКОЕ ЗАКЛЮЧЕНИЕ</w:t>
      </w:r>
    </w:p>
    <w:p w14:paraId="6FE94873" w14:textId="77777777" w:rsidR="0023336A" w:rsidRDefault="0023336A" w:rsidP="0023336A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 БУХГАЛТЕРСКОЙ</w:t>
      </w:r>
      <w:r>
        <w:rPr>
          <w:sz w:val="24"/>
          <w:szCs w:val="24"/>
          <w:lang w:val="be-BY"/>
        </w:rPr>
        <w:t>(ФИНАНСОВОЙ)</w:t>
      </w:r>
      <w:r>
        <w:rPr>
          <w:sz w:val="24"/>
          <w:szCs w:val="24"/>
        </w:rPr>
        <w:t xml:space="preserve"> ОТЧЕТНОСТИ</w:t>
      </w:r>
    </w:p>
    <w:p w14:paraId="638D4F5F" w14:textId="77777777" w:rsidR="0023336A" w:rsidRDefault="0023336A" w:rsidP="0023336A">
      <w:pPr>
        <w:pStyle w:val="ConsPlusTitle"/>
        <w:jc w:val="center"/>
        <w:rPr>
          <w:rFonts w:ascii="Times New Roman CYR" w:hAnsi="Times New Roman CYR" w:cs="Times New Roman CYR"/>
          <w:bCs w:val="0"/>
          <w:sz w:val="24"/>
          <w:szCs w:val="24"/>
        </w:rPr>
      </w:pPr>
      <w:r>
        <w:rPr>
          <w:rFonts w:ascii="Times New Roman CYR" w:hAnsi="Times New Roman CYR" w:cs="Times New Roman CYR"/>
          <w:bCs w:val="0"/>
          <w:sz w:val="24"/>
          <w:szCs w:val="24"/>
        </w:rPr>
        <w:t xml:space="preserve">ОТКРЫТОГО АКЦИОНЕРНОГО ОБЩЕСТВА </w:t>
      </w:r>
    </w:p>
    <w:p w14:paraId="3F2AE96C" w14:textId="77777777" w:rsidR="0023336A" w:rsidRDefault="0023336A" w:rsidP="0023336A">
      <w:pPr>
        <w:pStyle w:val="ConsPlusTitle"/>
        <w:jc w:val="center"/>
        <w:rPr>
          <w:sz w:val="24"/>
          <w:szCs w:val="24"/>
        </w:rPr>
      </w:pPr>
      <w:r>
        <w:rPr>
          <w:rFonts w:ascii="Times New Roman CYR" w:hAnsi="Times New Roman CYR" w:cs="Times New Roman CYR"/>
          <w:bCs w:val="0"/>
          <w:sz w:val="24"/>
          <w:szCs w:val="24"/>
        </w:rPr>
        <w:t>"</w:t>
      </w:r>
      <w:proofErr w:type="spellStart"/>
      <w:r>
        <w:rPr>
          <w:rFonts w:ascii="Times New Roman CYR" w:hAnsi="Times New Roman CYR" w:cs="Times New Roman CYR"/>
          <w:bCs w:val="0"/>
          <w:sz w:val="24"/>
          <w:szCs w:val="24"/>
        </w:rPr>
        <w:t>Жатерево</w:t>
      </w:r>
      <w:proofErr w:type="spellEnd"/>
      <w:r>
        <w:rPr>
          <w:rFonts w:ascii="Times New Roman CYR" w:hAnsi="Times New Roman CYR" w:cs="Times New Roman CYR"/>
          <w:bCs w:val="0"/>
          <w:sz w:val="24"/>
          <w:szCs w:val="24"/>
        </w:rPr>
        <w:t>"</w:t>
      </w:r>
    </w:p>
    <w:p w14:paraId="6C499C03" w14:textId="77777777" w:rsidR="0023336A" w:rsidRDefault="0023336A" w:rsidP="0023336A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ЗА ПЕРИОД 202</w:t>
      </w:r>
      <w:r>
        <w:rPr>
          <w:sz w:val="24"/>
          <w:szCs w:val="24"/>
          <w:lang w:val="be-BY"/>
        </w:rPr>
        <w:t>3</w:t>
      </w:r>
      <w:r>
        <w:rPr>
          <w:sz w:val="24"/>
          <w:szCs w:val="24"/>
        </w:rPr>
        <w:t xml:space="preserve"> год</w:t>
      </w:r>
    </w:p>
    <w:p w14:paraId="5EF31FBD" w14:textId="77777777" w:rsidR="0023336A" w:rsidRDefault="0023336A" w:rsidP="0023336A">
      <w:pPr>
        <w:autoSpaceDE w:val="0"/>
        <w:autoSpaceDN w:val="0"/>
        <w:adjustRightInd w:val="0"/>
        <w:ind w:firstLine="540"/>
        <w:jc w:val="both"/>
        <w:outlineLvl w:val="0"/>
        <w:rPr>
          <w:b/>
        </w:rPr>
      </w:pPr>
    </w:p>
    <w:p w14:paraId="30159138" w14:textId="77777777" w:rsidR="0023336A" w:rsidRDefault="0023336A" w:rsidP="0023336A">
      <w:pPr>
        <w:autoSpaceDE w:val="0"/>
        <w:autoSpaceDN w:val="0"/>
        <w:adjustRightInd w:val="0"/>
        <w:ind w:firstLine="540"/>
        <w:jc w:val="both"/>
        <w:outlineLvl w:val="0"/>
        <w:rPr>
          <w:b/>
        </w:rPr>
      </w:pPr>
    </w:p>
    <w:p w14:paraId="4670D8FA" w14:textId="77777777" w:rsidR="0023336A" w:rsidRDefault="0023336A" w:rsidP="0023336A">
      <w:pPr>
        <w:autoSpaceDE w:val="0"/>
        <w:autoSpaceDN w:val="0"/>
        <w:adjustRightInd w:val="0"/>
        <w:jc w:val="both"/>
        <w:outlineLvl w:val="0"/>
        <w:rPr>
          <w:b/>
        </w:rPr>
      </w:pPr>
    </w:p>
    <w:p w14:paraId="7240BB2B" w14:textId="77777777" w:rsidR="0023336A" w:rsidRDefault="0023336A" w:rsidP="0023336A">
      <w:pPr>
        <w:autoSpaceDE w:val="0"/>
        <w:autoSpaceDN w:val="0"/>
        <w:adjustRightInd w:val="0"/>
        <w:ind w:firstLine="709"/>
        <w:jc w:val="both"/>
      </w:pPr>
      <w:r>
        <w:t xml:space="preserve">Директору управляющей организации </w:t>
      </w:r>
      <w:proofErr w:type="spellStart"/>
      <w:r>
        <w:t>Дударевичу</w:t>
      </w:r>
      <w:proofErr w:type="spellEnd"/>
      <w:r>
        <w:t xml:space="preserve"> Александру Дмитриевичу, действующему на основании дополнительного соглашения № 1 к договору возмездного оказания услуг по управлению организацией (выполнение функций управляющей организации, полномочий исполнительного органа) № 1 от 30.03.2021 г.</w:t>
      </w:r>
    </w:p>
    <w:p w14:paraId="38596459" w14:textId="77777777" w:rsidR="0023336A" w:rsidRDefault="0023336A" w:rsidP="0023336A">
      <w:pPr>
        <w:autoSpaceDE w:val="0"/>
        <w:autoSpaceDN w:val="0"/>
        <w:adjustRightInd w:val="0"/>
        <w:ind w:firstLine="709"/>
        <w:jc w:val="both"/>
        <w:outlineLvl w:val="0"/>
        <w:rPr>
          <w:b/>
        </w:rPr>
      </w:pPr>
      <w:r>
        <w:rPr>
          <w:b/>
        </w:rPr>
        <w:t xml:space="preserve">                                Аудируемое мнение</w:t>
      </w:r>
    </w:p>
    <w:p w14:paraId="586B6A65" w14:textId="77777777" w:rsidR="0023336A" w:rsidRDefault="0023336A" w:rsidP="0023336A">
      <w:pPr>
        <w:autoSpaceDE w:val="0"/>
        <w:autoSpaceDN w:val="0"/>
        <w:adjustRightInd w:val="0"/>
        <w:jc w:val="both"/>
      </w:pPr>
      <w:r>
        <w:t xml:space="preserve">      Мной проведен   аудит бухгалтерской отчетности ОАО "</w:t>
      </w:r>
      <w:proofErr w:type="spellStart"/>
      <w:r>
        <w:t>Жатерево</w:t>
      </w:r>
      <w:proofErr w:type="spellEnd"/>
      <w:r>
        <w:t xml:space="preserve">", юридический адрес 222695, Минская область, </w:t>
      </w:r>
      <w:proofErr w:type="spellStart"/>
      <w:r>
        <w:t>Столбцовский</w:t>
      </w:r>
      <w:proofErr w:type="spellEnd"/>
      <w:r>
        <w:t xml:space="preserve"> район, </w:t>
      </w:r>
      <w:proofErr w:type="spellStart"/>
      <w:r>
        <w:t>аг.Горки</w:t>
      </w:r>
      <w:proofErr w:type="spellEnd"/>
      <w:r>
        <w:t xml:space="preserve">, </w:t>
      </w:r>
      <w:proofErr w:type="spellStart"/>
      <w:r>
        <w:t>ул.Я.Коласа</w:t>
      </w:r>
      <w:proofErr w:type="spellEnd"/>
      <w:r>
        <w:t>, №10-А. Зарегистрировано решением Минского облисполкома, свидетельство о государственной регистрации №0001963 выдано 28.01.2011 г. В Едином государственном регистре юридических лиц и индивидуальных предпринимателей за №600014432.</w:t>
      </w:r>
    </w:p>
    <w:p w14:paraId="2BDD8A25" w14:textId="77777777" w:rsidR="0023336A" w:rsidRDefault="0023336A" w:rsidP="0023336A">
      <w:r>
        <w:t>Состоящей из бухгалтерского баланса по состоянию на 31 декабря 2023 года, отчета о прибылях и убытках, отчета об изменении собственного капитала, отчета о движении денежных средств за год, закончившийся на указанную дату, а также примечаний к бухгалтерской отчетности.</w:t>
      </w:r>
    </w:p>
    <w:p w14:paraId="6D098508" w14:textId="77777777" w:rsidR="0023336A" w:rsidRDefault="0023336A" w:rsidP="0023336A">
      <w:r>
        <w:t xml:space="preserve">     По моему мнению, прилагаемая бухгалтерская отчетность достоверно во всех существенных аспектах отражает финансовое положение ОАО «</w:t>
      </w:r>
      <w:proofErr w:type="spellStart"/>
      <w:r>
        <w:t>Жатерево</w:t>
      </w:r>
      <w:proofErr w:type="spellEnd"/>
      <w:r>
        <w:t>» по состоянию на 31 декабря 2023 года, финансовые результаты его деятельности и изменение его финансового положения, в том числе движение денежных средств за год, закончившийся на указанную дату, в соответствии с законодательством Республики Беларусь.</w:t>
      </w:r>
    </w:p>
    <w:p w14:paraId="21416AB6" w14:textId="77777777" w:rsidR="0023336A" w:rsidRDefault="0023336A" w:rsidP="0023336A">
      <w:pPr>
        <w:ind w:firstLine="709"/>
      </w:pPr>
    </w:p>
    <w:p w14:paraId="65A783AF" w14:textId="77777777" w:rsidR="0023336A" w:rsidRDefault="0023336A" w:rsidP="0023336A">
      <w:pPr>
        <w:ind w:firstLine="709"/>
      </w:pPr>
    </w:p>
    <w:p w14:paraId="6673B9EC" w14:textId="77777777" w:rsidR="0023336A" w:rsidRDefault="0023336A" w:rsidP="0023336A">
      <w:pPr>
        <w:pStyle w:val="ConsPlusTitle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Основание для выражения аудиторского мнения</w:t>
      </w:r>
    </w:p>
    <w:p w14:paraId="00B07B6A" w14:textId="77777777" w:rsidR="0023336A" w:rsidRDefault="0023336A" w:rsidP="0023336A">
      <w:pPr>
        <w:pStyle w:val="ConsPlusTitle"/>
        <w:jc w:val="center"/>
        <w:outlineLvl w:val="0"/>
        <w:rPr>
          <w:sz w:val="24"/>
          <w:szCs w:val="24"/>
          <w:highlight w:val="yellow"/>
        </w:rPr>
      </w:pPr>
    </w:p>
    <w:p w14:paraId="0D7B3B79" w14:textId="77777777" w:rsidR="0023336A" w:rsidRDefault="0023336A" w:rsidP="0023336A">
      <w:r>
        <w:t xml:space="preserve">     Мной проведен аудит в соответствии с требованиями Закона Республики «Об аудиторской деятельности» и национальных правил аудиторской деятельности. Мои обязанности в соответствии с этими требованиями далее описаны в разделе «Обязанности аудитора- индивидуального предпринимателя по проведению аудита бухгалтерской отчетности» моего аудиторского заключения. Я независима по отношению к ОАО «</w:t>
      </w:r>
      <w:proofErr w:type="spellStart"/>
      <w:r>
        <w:t>Жатерево</w:t>
      </w:r>
      <w:proofErr w:type="spellEnd"/>
      <w:r>
        <w:t xml:space="preserve">» в соответствии с требованиями Закона Республики Беларусь </w:t>
      </w:r>
      <w:proofErr w:type="gramStart"/>
      <w:r>
        <w:t>« Об</w:t>
      </w:r>
      <w:proofErr w:type="gramEnd"/>
      <w:r>
        <w:t xml:space="preserve"> аудиторской деятельности», национальных правил аудиторской деятельности и Кодекса этики профессиональных бухгалтеров, принятого Международной федерацией бухгалтеров, и мной соблюдались прочие принципы профессиональной этики в соответствии с данными требованиями. Я полагаю, что полученные мной аудиторские доказательства являются достаточными и надлежащими, чтобы служить основанием для выражения аудиторского мнения.</w:t>
      </w:r>
    </w:p>
    <w:p w14:paraId="7AED2FD9" w14:textId="77777777" w:rsidR="0023336A" w:rsidRDefault="0023336A" w:rsidP="0023336A">
      <w:pPr>
        <w:autoSpaceDE w:val="0"/>
        <w:autoSpaceDN w:val="0"/>
        <w:adjustRightInd w:val="0"/>
        <w:ind w:firstLine="540"/>
        <w:jc w:val="both"/>
        <w:outlineLvl w:val="0"/>
        <w:rPr>
          <w:b/>
        </w:rPr>
      </w:pPr>
    </w:p>
    <w:sectPr w:rsidR="0023336A" w:rsidSect="004E2391">
      <w:headerReference w:type="default" r:id="rId8"/>
      <w:pgSz w:w="11906" w:h="16838" w:code="9"/>
      <w:pgMar w:top="397" w:right="706" w:bottom="397" w:left="567" w:header="28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3F9B00" w14:textId="77777777" w:rsidR="0023336A" w:rsidRDefault="0023336A" w:rsidP="00D868CA">
      <w:r>
        <w:separator/>
      </w:r>
    </w:p>
  </w:endnote>
  <w:endnote w:type="continuationSeparator" w:id="0">
    <w:p w14:paraId="1BBBB0D1" w14:textId="77777777" w:rsidR="0023336A" w:rsidRDefault="0023336A" w:rsidP="00D86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148BBC" w14:textId="77777777" w:rsidR="0023336A" w:rsidRDefault="0023336A" w:rsidP="00D868CA">
      <w:r>
        <w:separator/>
      </w:r>
    </w:p>
  </w:footnote>
  <w:footnote w:type="continuationSeparator" w:id="0">
    <w:p w14:paraId="4E0A19F1" w14:textId="77777777" w:rsidR="0023336A" w:rsidRDefault="0023336A" w:rsidP="00D86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91CF23" w14:textId="1A0C3255" w:rsidR="0023336A" w:rsidRPr="00D80BE4" w:rsidRDefault="0023336A" w:rsidP="00CE4DE8">
    <w:pPr>
      <w:pStyle w:val="a6"/>
      <w:rPr>
        <w:lang w:val="en-US"/>
      </w:rPr>
    </w:pPr>
    <w:r>
      <w:rPr>
        <w:lang w:val="en-US"/>
      </w:rPr>
      <w:t xml:space="preserve">ОАО "ЖАТЕРЕВО", </w:t>
    </w:r>
    <w:bookmarkStart w:id="253" w:name="year2"/>
    <w:bookmarkEnd w:id="253"/>
    <w:r>
      <w:rPr>
        <w:lang w:val="en-US"/>
      </w:rPr>
      <w:t>20</w:t>
    </w:r>
    <w:r>
      <w:t xml:space="preserve">23 </w:t>
    </w:r>
    <w:proofErr w:type="spellStart"/>
    <w:r>
      <w:rPr>
        <w:lang w:val="en-US"/>
      </w:rPr>
      <w:t>год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C05E8C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FA2E3F"/>
    <w:multiLevelType w:val="hybridMultilevel"/>
    <w:tmpl w:val="9F805780"/>
    <w:lvl w:ilvl="0" w:tplc="58D8D0D8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C3539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" w15:restartNumberingAfterBreak="0">
    <w:nsid w:val="031559C8"/>
    <w:multiLevelType w:val="singleLevel"/>
    <w:tmpl w:val="3572D1B6"/>
    <w:lvl w:ilvl="0">
      <w:start w:val="1"/>
      <w:numFmt w:val="decimal"/>
      <w:lvlText w:val="%1."/>
      <w:lvlJc w:val="left"/>
      <w:pPr>
        <w:tabs>
          <w:tab w:val="num" w:pos="-774"/>
        </w:tabs>
        <w:ind w:left="-774" w:hanging="360"/>
      </w:pPr>
      <w:rPr>
        <w:rFonts w:hint="default"/>
      </w:rPr>
    </w:lvl>
  </w:abstractNum>
  <w:abstractNum w:abstractNumId="4" w15:restartNumberingAfterBreak="0">
    <w:nsid w:val="05843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99833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9F23623"/>
    <w:multiLevelType w:val="hybridMultilevel"/>
    <w:tmpl w:val="E28A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B158F8"/>
    <w:multiLevelType w:val="singleLevel"/>
    <w:tmpl w:val="04190001"/>
    <w:lvl w:ilvl="0">
      <w:start w:val="11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F2528F7"/>
    <w:multiLevelType w:val="hybridMultilevel"/>
    <w:tmpl w:val="ED5A2850"/>
    <w:lvl w:ilvl="0" w:tplc="CA8E5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3BA6C9D"/>
    <w:multiLevelType w:val="hybridMultilevel"/>
    <w:tmpl w:val="3A8EB822"/>
    <w:lvl w:ilvl="0" w:tplc="BF2A3FF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 w15:restartNumberingAfterBreak="0">
    <w:nsid w:val="1C063ACD"/>
    <w:multiLevelType w:val="hybridMultilevel"/>
    <w:tmpl w:val="C93A5984"/>
    <w:lvl w:ilvl="0" w:tplc="F84E7F30">
      <w:start w:val="1"/>
      <w:numFmt w:val="upperRoman"/>
      <w:lvlText w:val="%1."/>
      <w:lvlJc w:val="left"/>
      <w:pPr>
        <w:tabs>
          <w:tab w:val="num" w:pos="1386"/>
        </w:tabs>
        <w:ind w:left="138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1" w15:restartNumberingAfterBreak="0">
    <w:nsid w:val="1C0E032F"/>
    <w:multiLevelType w:val="multilevel"/>
    <w:tmpl w:val="489A8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1741F7"/>
    <w:multiLevelType w:val="hybridMultilevel"/>
    <w:tmpl w:val="F932A624"/>
    <w:lvl w:ilvl="0" w:tplc="DFD0C8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544446"/>
    <w:multiLevelType w:val="hybridMultilevel"/>
    <w:tmpl w:val="1A1C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FE3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7A92BD0"/>
    <w:multiLevelType w:val="hybridMultilevel"/>
    <w:tmpl w:val="5AC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8C438D"/>
    <w:multiLevelType w:val="hybridMultilevel"/>
    <w:tmpl w:val="6FF211BE"/>
    <w:lvl w:ilvl="0" w:tplc="E996A9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AB78CB"/>
    <w:multiLevelType w:val="hybridMultilevel"/>
    <w:tmpl w:val="FF46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4A3CCC"/>
    <w:multiLevelType w:val="hybridMultilevel"/>
    <w:tmpl w:val="C810BE6C"/>
    <w:lvl w:ilvl="0" w:tplc="C7E40F2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54A2DF2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293643F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 w15:restartNumberingAfterBreak="0">
    <w:nsid w:val="2E203AC5"/>
    <w:multiLevelType w:val="hybridMultilevel"/>
    <w:tmpl w:val="BFE0813A"/>
    <w:lvl w:ilvl="0" w:tplc="C54A2DF2">
      <w:start w:val="1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20" w15:restartNumberingAfterBreak="0">
    <w:nsid w:val="2F1445B2"/>
    <w:multiLevelType w:val="hybridMultilevel"/>
    <w:tmpl w:val="9E70D9CC"/>
    <w:lvl w:ilvl="0" w:tplc="04190001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9D0BCD"/>
    <w:multiLevelType w:val="singleLevel"/>
    <w:tmpl w:val="EB78E56A"/>
    <w:lvl w:ilvl="0">
      <w:start w:val="1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2" w15:restartNumberingAfterBreak="0">
    <w:nsid w:val="35EF5524"/>
    <w:multiLevelType w:val="hybridMultilevel"/>
    <w:tmpl w:val="7F08C0C4"/>
    <w:lvl w:ilvl="0" w:tplc="2E86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C3501C9"/>
    <w:multiLevelType w:val="multilevel"/>
    <w:tmpl w:val="6FF21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D55691"/>
    <w:multiLevelType w:val="hybridMultilevel"/>
    <w:tmpl w:val="AF3621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A21973"/>
    <w:multiLevelType w:val="hybridMultilevel"/>
    <w:tmpl w:val="76229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BA3A7C"/>
    <w:multiLevelType w:val="hybridMultilevel"/>
    <w:tmpl w:val="625AAE9A"/>
    <w:lvl w:ilvl="0" w:tplc="8486A24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BA66F26"/>
    <w:multiLevelType w:val="singleLevel"/>
    <w:tmpl w:val="ADA65DB8"/>
    <w:lvl w:ilvl="0"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  <w:b/>
      </w:rPr>
    </w:lvl>
  </w:abstractNum>
  <w:abstractNum w:abstractNumId="28" w15:restartNumberingAfterBreak="0">
    <w:nsid w:val="4E402229"/>
    <w:multiLevelType w:val="hybridMultilevel"/>
    <w:tmpl w:val="32CAD138"/>
    <w:lvl w:ilvl="0" w:tplc="952661D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9" w15:restartNumberingAfterBreak="0">
    <w:nsid w:val="57AA5335"/>
    <w:multiLevelType w:val="hybridMultilevel"/>
    <w:tmpl w:val="86F02750"/>
    <w:lvl w:ilvl="0" w:tplc="9892C63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C028B2"/>
    <w:multiLevelType w:val="hybridMultilevel"/>
    <w:tmpl w:val="D82253A4"/>
    <w:lvl w:ilvl="0" w:tplc="293643F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D183445"/>
    <w:multiLevelType w:val="multilevel"/>
    <w:tmpl w:val="69402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DF6558"/>
    <w:multiLevelType w:val="singleLevel"/>
    <w:tmpl w:val="C9D44C0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3" w15:restartNumberingAfterBreak="0">
    <w:nsid w:val="5F2C5E75"/>
    <w:multiLevelType w:val="hybridMultilevel"/>
    <w:tmpl w:val="F0488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E716C4"/>
    <w:multiLevelType w:val="hybridMultilevel"/>
    <w:tmpl w:val="466C2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B6688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6" w15:restartNumberingAfterBreak="0">
    <w:nsid w:val="6C4F4FF5"/>
    <w:multiLevelType w:val="hybridMultilevel"/>
    <w:tmpl w:val="058635A2"/>
    <w:lvl w:ilvl="0" w:tplc="D26C1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E54C65"/>
    <w:multiLevelType w:val="singleLevel"/>
    <w:tmpl w:val="EFC86520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18"/>
      </w:rPr>
    </w:lvl>
  </w:abstractNum>
  <w:abstractNum w:abstractNumId="38" w15:restartNumberingAfterBreak="0">
    <w:nsid w:val="6D4F3E87"/>
    <w:multiLevelType w:val="multilevel"/>
    <w:tmpl w:val="C810BE6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9" w15:restartNumberingAfterBreak="0">
    <w:nsid w:val="76126EA0"/>
    <w:multiLevelType w:val="hybridMultilevel"/>
    <w:tmpl w:val="09EE5290"/>
    <w:lvl w:ilvl="0" w:tplc="F810360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0" w15:restartNumberingAfterBreak="0">
    <w:nsid w:val="781D3D01"/>
    <w:multiLevelType w:val="hybridMultilevel"/>
    <w:tmpl w:val="A4B8A7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3"/>
  </w:num>
  <w:num w:numId="4">
    <w:abstractNumId w:val="19"/>
  </w:num>
  <w:num w:numId="5">
    <w:abstractNumId w:val="30"/>
  </w:num>
  <w:num w:numId="6">
    <w:abstractNumId w:val="8"/>
  </w:num>
  <w:num w:numId="7">
    <w:abstractNumId w:val="38"/>
  </w:num>
  <w:num w:numId="8">
    <w:abstractNumId w:val="22"/>
  </w:num>
  <w:num w:numId="9">
    <w:abstractNumId w:val="29"/>
  </w:num>
  <w:num w:numId="10">
    <w:abstractNumId w:val="28"/>
  </w:num>
  <w:num w:numId="11">
    <w:abstractNumId w:val="4"/>
  </w:num>
  <w:num w:numId="12">
    <w:abstractNumId w:val="32"/>
  </w:num>
  <w:num w:numId="13">
    <w:abstractNumId w:val="35"/>
  </w:num>
  <w:num w:numId="14">
    <w:abstractNumId w:val="2"/>
  </w:num>
  <w:num w:numId="15">
    <w:abstractNumId w:val="7"/>
  </w:num>
  <w:num w:numId="16">
    <w:abstractNumId w:val="37"/>
  </w:num>
  <w:num w:numId="17">
    <w:abstractNumId w:val="21"/>
  </w:num>
  <w:num w:numId="18">
    <w:abstractNumId w:val="5"/>
  </w:num>
  <w:num w:numId="19">
    <w:abstractNumId w:val="14"/>
  </w:num>
  <w:num w:numId="20">
    <w:abstractNumId w:val="27"/>
  </w:num>
  <w:num w:numId="21">
    <w:abstractNumId w:val="11"/>
  </w:num>
  <w:num w:numId="22">
    <w:abstractNumId w:val="31"/>
  </w:num>
  <w:num w:numId="23">
    <w:abstractNumId w:val="3"/>
  </w:num>
  <w:num w:numId="24">
    <w:abstractNumId w:val="25"/>
  </w:num>
  <w:num w:numId="25">
    <w:abstractNumId w:val="32"/>
    <w:lvlOverride w:ilvl="0">
      <w:startOverride w:val="1"/>
    </w:lvlOverride>
  </w:num>
  <w:num w:numId="26">
    <w:abstractNumId w:val="35"/>
  </w:num>
  <w:num w:numId="27">
    <w:abstractNumId w:val="10"/>
  </w:num>
  <w:num w:numId="28">
    <w:abstractNumId w:val="12"/>
  </w:num>
  <w:num w:numId="29">
    <w:abstractNumId w:val="17"/>
  </w:num>
  <w:num w:numId="30">
    <w:abstractNumId w:val="36"/>
  </w:num>
  <w:num w:numId="31">
    <w:abstractNumId w:val="40"/>
  </w:num>
  <w:num w:numId="32">
    <w:abstractNumId w:val="20"/>
  </w:num>
  <w:num w:numId="33">
    <w:abstractNumId w:val="1"/>
  </w:num>
  <w:num w:numId="34">
    <w:abstractNumId w:val="32"/>
    <w:lvlOverride w:ilvl="0">
      <w:startOverride w:val="1"/>
    </w:lvlOverride>
  </w:num>
  <w:num w:numId="35">
    <w:abstractNumId w:val="35"/>
  </w:num>
  <w:num w:numId="36">
    <w:abstractNumId w:val="9"/>
  </w:num>
  <w:num w:numId="37">
    <w:abstractNumId w:val="32"/>
    <w:lvlOverride w:ilvl="0">
      <w:startOverride w:val="1"/>
    </w:lvlOverride>
  </w:num>
  <w:num w:numId="38">
    <w:abstractNumId w:val="35"/>
  </w:num>
  <w:num w:numId="39">
    <w:abstractNumId w:val="32"/>
    <w:lvlOverride w:ilvl="0">
      <w:startOverride w:val="1"/>
    </w:lvlOverride>
  </w:num>
  <w:num w:numId="40">
    <w:abstractNumId w:val="35"/>
  </w:num>
  <w:num w:numId="41">
    <w:abstractNumId w:val="34"/>
  </w:num>
  <w:num w:numId="42">
    <w:abstractNumId w:val="33"/>
  </w:num>
  <w:num w:numId="43">
    <w:abstractNumId w:val="26"/>
  </w:num>
  <w:num w:numId="44">
    <w:abstractNumId w:val="13"/>
  </w:num>
  <w:num w:numId="45">
    <w:abstractNumId w:val="24"/>
  </w:num>
  <w:num w:numId="46">
    <w:abstractNumId w:val="39"/>
  </w:num>
  <w:num w:numId="47">
    <w:abstractNumId w:val="15"/>
  </w:num>
  <w:num w:numId="48">
    <w:abstractNumId w:val="6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5AFC"/>
    <w:rsid w:val="00001F79"/>
    <w:rsid w:val="0000307C"/>
    <w:rsid w:val="00003096"/>
    <w:rsid w:val="00003816"/>
    <w:rsid w:val="00003C31"/>
    <w:rsid w:val="0000550B"/>
    <w:rsid w:val="0000559F"/>
    <w:rsid w:val="00006511"/>
    <w:rsid w:val="00006D48"/>
    <w:rsid w:val="00007638"/>
    <w:rsid w:val="00012B2F"/>
    <w:rsid w:val="00014F85"/>
    <w:rsid w:val="000176B0"/>
    <w:rsid w:val="00017AF2"/>
    <w:rsid w:val="0002140F"/>
    <w:rsid w:val="00021D82"/>
    <w:rsid w:val="00024B6A"/>
    <w:rsid w:val="00030B16"/>
    <w:rsid w:val="00031C9C"/>
    <w:rsid w:val="000324DA"/>
    <w:rsid w:val="0003354F"/>
    <w:rsid w:val="00033A1C"/>
    <w:rsid w:val="000346F3"/>
    <w:rsid w:val="000349C5"/>
    <w:rsid w:val="000352ED"/>
    <w:rsid w:val="00037EEA"/>
    <w:rsid w:val="000422C7"/>
    <w:rsid w:val="000431BB"/>
    <w:rsid w:val="00045B1C"/>
    <w:rsid w:val="00046641"/>
    <w:rsid w:val="000469DC"/>
    <w:rsid w:val="00046EB1"/>
    <w:rsid w:val="00047EFD"/>
    <w:rsid w:val="00050B08"/>
    <w:rsid w:val="00050BD3"/>
    <w:rsid w:val="00050F2E"/>
    <w:rsid w:val="00051677"/>
    <w:rsid w:val="0005296E"/>
    <w:rsid w:val="00052A5E"/>
    <w:rsid w:val="00052B87"/>
    <w:rsid w:val="000530BB"/>
    <w:rsid w:val="00053850"/>
    <w:rsid w:val="00054037"/>
    <w:rsid w:val="00060F03"/>
    <w:rsid w:val="0006360D"/>
    <w:rsid w:val="0006547D"/>
    <w:rsid w:val="00070204"/>
    <w:rsid w:val="000707D1"/>
    <w:rsid w:val="000709F0"/>
    <w:rsid w:val="00071895"/>
    <w:rsid w:val="00071B74"/>
    <w:rsid w:val="0007244A"/>
    <w:rsid w:val="0007434E"/>
    <w:rsid w:val="00075958"/>
    <w:rsid w:val="00077409"/>
    <w:rsid w:val="0007759E"/>
    <w:rsid w:val="00081D6C"/>
    <w:rsid w:val="00082F99"/>
    <w:rsid w:val="00084B90"/>
    <w:rsid w:val="000907C3"/>
    <w:rsid w:val="00092AF4"/>
    <w:rsid w:val="00093358"/>
    <w:rsid w:val="000939AD"/>
    <w:rsid w:val="00094A4E"/>
    <w:rsid w:val="0009648E"/>
    <w:rsid w:val="000A0C4C"/>
    <w:rsid w:val="000A5D15"/>
    <w:rsid w:val="000A64C3"/>
    <w:rsid w:val="000A6FBD"/>
    <w:rsid w:val="000B0380"/>
    <w:rsid w:val="000B151A"/>
    <w:rsid w:val="000B3538"/>
    <w:rsid w:val="000B421A"/>
    <w:rsid w:val="000C195C"/>
    <w:rsid w:val="000C4108"/>
    <w:rsid w:val="000C4C38"/>
    <w:rsid w:val="000C67AE"/>
    <w:rsid w:val="000C719A"/>
    <w:rsid w:val="000D0216"/>
    <w:rsid w:val="000D0B13"/>
    <w:rsid w:val="000D1311"/>
    <w:rsid w:val="000D3B41"/>
    <w:rsid w:val="000D6481"/>
    <w:rsid w:val="000D7437"/>
    <w:rsid w:val="000D79BC"/>
    <w:rsid w:val="000D7C64"/>
    <w:rsid w:val="000E24B4"/>
    <w:rsid w:val="000E3F53"/>
    <w:rsid w:val="000F1AA2"/>
    <w:rsid w:val="000F1FD3"/>
    <w:rsid w:val="000F21B6"/>
    <w:rsid w:val="000F5C1F"/>
    <w:rsid w:val="000F634F"/>
    <w:rsid w:val="000F708D"/>
    <w:rsid w:val="00103968"/>
    <w:rsid w:val="00104E3A"/>
    <w:rsid w:val="00105246"/>
    <w:rsid w:val="0010586B"/>
    <w:rsid w:val="00110231"/>
    <w:rsid w:val="0011032D"/>
    <w:rsid w:val="00110EBF"/>
    <w:rsid w:val="00111464"/>
    <w:rsid w:val="00112825"/>
    <w:rsid w:val="001130EA"/>
    <w:rsid w:val="00116CCE"/>
    <w:rsid w:val="00117E88"/>
    <w:rsid w:val="0012121E"/>
    <w:rsid w:val="001314F7"/>
    <w:rsid w:val="00132DBC"/>
    <w:rsid w:val="00133BA2"/>
    <w:rsid w:val="001343E9"/>
    <w:rsid w:val="00135A20"/>
    <w:rsid w:val="00136151"/>
    <w:rsid w:val="0013798A"/>
    <w:rsid w:val="00142C71"/>
    <w:rsid w:val="00142D91"/>
    <w:rsid w:val="00142E2B"/>
    <w:rsid w:val="00143632"/>
    <w:rsid w:val="00145476"/>
    <w:rsid w:val="00146C09"/>
    <w:rsid w:val="00150C4A"/>
    <w:rsid w:val="001519E6"/>
    <w:rsid w:val="00154E01"/>
    <w:rsid w:val="00155F63"/>
    <w:rsid w:val="001560B1"/>
    <w:rsid w:val="00162572"/>
    <w:rsid w:val="001634F9"/>
    <w:rsid w:val="00166621"/>
    <w:rsid w:val="00170C17"/>
    <w:rsid w:val="001724D4"/>
    <w:rsid w:val="00173AE0"/>
    <w:rsid w:val="00174BD5"/>
    <w:rsid w:val="00175505"/>
    <w:rsid w:val="00180138"/>
    <w:rsid w:val="00181AD3"/>
    <w:rsid w:val="00183675"/>
    <w:rsid w:val="001854D0"/>
    <w:rsid w:val="00185C0D"/>
    <w:rsid w:val="00185E16"/>
    <w:rsid w:val="0018621E"/>
    <w:rsid w:val="00186247"/>
    <w:rsid w:val="00196C79"/>
    <w:rsid w:val="001A05E2"/>
    <w:rsid w:val="001A1617"/>
    <w:rsid w:val="001A4113"/>
    <w:rsid w:val="001A4376"/>
    <w:rsid w:val="001A466B"/>
    <w:rsid w:val="001A5FAB"/>
    <w:rsid w:val="001A6B15"/>
    <w:rsid w:val="001A7CED"/>
    <w:rsid w:val="001B09A1"/>
    <w:rsid w:val="001B419A"/>
    <w:rsid w:val="001B4E59"/>
    <w:rsid w:val="001B62A7"/>
    <w:rsid w:val="001B693E"/>
    <w:rsid w:val="001B7AEC"/>
    <w:rsid w:val="001B7DFC"/>
    <w:rsid w:val="001C2062"/>
    <w:rsid w:val="001C30CA"/>
    <w:rsid w:val="001C77C9"/>
    <w:rsid w:val="001C7864"/>
    <w:rsid w:val="001D0481"/>
    <w:rsid w:val="001D182D"/>
    <w:rsid w:val="001D2CA9"/>
    <w:rsid w:val="001D55AE"/>
    <w:rsid w:val="001D5DF8"/>
    <w:rsid w:val="001D6F3D"/>
    <w:rsid w:val="001E033A"/>
    <w:rsid w:val="001E2A58"/>
    <w:rsid w:val="001E5253"/>
    <w:rsid w:val="001E5BE8"/>
    <w:rsid w:val="001E5C14"/>
    <w:rsid w:val="001E711F"/>
    <w:rsid w:val="001F0441"/>
    <w:rsid w:val="001F352D"/>
    <w:rsid w:val="001F53F2"/>
    <w:rsid w:val="001F722C"/>
    <w:rsid w:val="001F7715"/>
    <w:rsid w:val="002007C8"/>
    <w:rsid w:val="002021BD"/>
    <w:rsid w:val="0020497A"/>
    <w:rsid w:val="002053EF"/>
    <w:rsid w:val="00206B90"/>
    <w:rsid w:val="00206E17"/>
    <w:rsid w:val="00211941"/>
    <w:rsid w:val="00211CE0"/>
    <w:rsid w:val="0021595A"/>
    <w:rsid w:val="00215D61"/>
    <w:rsid w:val="00220198"/>
    <w:rsid w:val="00220686"/>
    <w:rsid w:val="00221C46"/>
    <w:rsid w:val="00227984"/>
    <w:rsid w:val="0023336A"/>
    <w:rsid w:val="0023400A"/>
    <w:rsid w:val="00235A41"/>
    <w:rsid w:val="002370F4"/>
    <w:rsid w:val="0024027E"/>
    <w:rsid w:val="002431E9"/>
    <w:rsid w:val="00245185"/>
    <w:rsid w:val="002455AC"/>
    <w:rsid w:val="00247DE9"/>
    <w:rsid w:val="0025040F"/>
    <w:rsid w:val="00250C71"/>
    <w:rsid w:val="002516D6"/>
    <w:rsid w:val="00254ACA"/>
    <w:rsid w:val="00254B4C"/>
    <w:rsid w:val="002563B0"/>
    <w:rsid w:val="00262B13"/>
    <w:rsid w:val="0026388B"/>
    <w:rsid w:val="00264CD8"/>
    <w:rsid w:val="00265192"/>
    <w:rsid w:val="00265301"/>
    <w:rsid w:val="002670BB"/>
    <w:rsid w:val="002673A1"/>
    <w:rsid w:val="00267EBC"/>
    <w:rsid w:val="002757E4"/>
    <w:rsid w:val="002763EC"/>
    <w:rsid w:val="00276EA6"/>
    <w:rsid w:val="00277A60"/>
    <w:rsid w:val="00282451"/>
    <w:rsid w:val="002826B0"/>
    <w:rsid w:val="00282C11"/>
    <w:rsid w:val="00282E43"/>
    <w:rsid w:val="00283D4A"/>
    <w:rsid w:val="00284444"/>
    <w:rsid w:val="00285275"/>
    <w:rsid w:val="00286343"/>
    <w:rsid w:val="002871DE"/>
    <w:rsid w:val="00291736"/>
    <w:rsid w:val="0029176C"/>
    <w:rsid w:val="00294272"/>
    <w:rsid w:val="0029532E"/>
    <w:rsid w:val="00295DA5"/>
    <w:rsid w:val="0029660B"/>
    <w:rsid w:val="00296DD9"/>
    <w:rsid w:val="002A3B9F"/>
    <w:rsid w:val="002A40A2"/>
    <w:rsid w:val="002A5EF5"/>
    <w:rsid w:val="002A7685"/>
    <w:rsid w:val="002B0121"/>
    <w:rsid w:val="002B0886"/>
    <w:rsid w:val="002B0DD6"/>
    <w:rsid w:val="002B3B2F"/>
    <w:rsid w:val="002B57E0"/>
    <w:rsid w:val="002B6860"/>
    <w:rsid w:val="002C1B9D"/>
    <w:rsid w:val="002C294A"/>
    <w:rsid w:val="002C43A0"/>
    <w:rsid w:val="002C547E"/>
    <w:rsid w:val="002D2142"/>
    <w:rsid w:val="002D36B8"/>
    <w:rsid w:val="002D51CF"/>
    <w:rsid w:val="002D5869"/>
    <w:rsid w:val="002E162E"/>
    <w:rsid w:val="002E1FC8"/>
    <w:rsid w:val="002E2AB2"/>
    <w:rsid w:val="002E6050"/>
    <w:rsid w:val="002E655A"/>
    <w:rsid w:val="002F2857"/>
    <w:rsid w:val="002F31DF"/>
    <w:rsid w:val="002F4427"/>
    <w:rsid w:val="002F5199"/>
    <w:rsid w:val="00300C11"/>
    <w:rsid w:val="00301926"/>
    <w:rsid w:val="00303126"/>
    <w:rsid w:val="00305A35"/>
    <w:rsid w:val="00311BDF"/>
    <w:rsid w:val="00312337"/>
    <w:rsid w:val="003129F6"/>
    <w:rsid w:val="00317013"/>
    <w:rsid w:val="003207F6"/>
    <w:rsid w:val="00321E87"/>
    <w:rsid w:val="00323498"/>
    <w:rsid w:val="00324BF1"/>
    <w:rsid w:val="00326122"/>
    <w:rsid w:val="003272D0"/>
    <w:rsid w:val="00330806"/>
    <w:rsid w:val="003310ED"/>
    <w:rsid w:val="00333B05"/>
    <w:rsid w:val="003414BC"/>
    <w:rsid w:val="00341540"/>
    <w:rsid w:val="00343806"/>
    <w:rsid w:val="0034568B"/>
    <w:rsid w:val="00345E71"/>
    <w:rsid w:val="003505E9"/>
    <w:rsid w:val="0035168C"/>
    <w:rsid w:val="003548F2"/>
    <w:rsid w:val="00356502"/>
    <w:rsid w:val="003570F4"/>
    <w:rsid w:val="00362A17"/>
    <w:rsid w:val="00363485"/>
    <w:rsid w:val="00364559"/>
    <w:rsid w:val="003653F8"/>
    <w:rsid w:val="0036678B"/>
    <w:rsid w:val="00371A24"/>
    <w:rsid w:val="0037330F"/>
    <w:rsid w:val="0037610F"/>
    <w:rsid w:val="003764BD"/>
    <w:rsid w:val="00376FF8"/>
    <w:rsid w:val="00381690"/>
    <w:rsid w:val="003825A5"/>
    <w:rsid w:val="00382812"/>
    <w:rsid w:val="003854E8"/>
    <w:rsid w:val="0038692D"/>
    <w:rsid w:val="0039511E"/>
    <w:rsid w:val="003953D4"/>
    <w:rsid w:val="00396181"/>
    <w:rsid w:val="003968D6"/>
    <w:rsid w:val="00397BB0"/>
    <w:rsid w:val="003A041D"/>
    <w:rsid w:val="003A4111"/>
    <w:rsid w:val="003A41F1"/>
    <w:rsid w:val="003A435A"/>
    <w:rsid w:val="003A5AFC"/>
    <w:rsid w:val="003A6A64"/>
    <w:rsid w:val="003B07AD"/>
    <w:rsid w:val="003B17E1"/>
    <w:rsid w:val="003C2104"/>
    <w:rsid w:val="003C309E"/>
    <w:rsid w:val="003C3484"/>
    <w:rsid w:val="003C362B"/>
    <w:rsid w:val="003C423D"/>
    <w:rsid w:val="003C57FF"/>
    <w:rsid w:val="003C6222"/>
    <w:rsid w:val="003D0112"/>
    <w:rsid w:val="003D1598"/>
    <w:rsid w:val="003D49CD"/>
    <w:rsid w:val="003D6330"/>
    <w:rsid w:val="003D7AC9"/>
    <w:rsid w:val="003E03DB"/>
    <w:rsid w:val="003E0615"/>
    <w:rsid w:val="003E0CA2"/>
    <w:rsid w:val="003E1D4A"/>
    <w:rsid w:val="003E2C7D"/>
    <w:rsid w:val="003F2DAA"/>
    <w:rsid w:val="003F30A7"/>
    <w:rsid w:val="003F319D"/>
    <w:rsid w:val="003F3695"/>
    <w:rsid w:val="003F3736"/>
    <w:rsid w:val="00400BAB"/>
    <w:rsid w:val="00402BA9"/>
    <w:rsid w:val="00402D14"/>
    <w:rsid w:val="0040485E"/>
    <w:rsid w:val="004059CF"/>
    <w:rsid w:val="00412EBA"/>
    <w:rsid w:val="004144D1"/>
    <w:rsid w:val="00415619"/>
    <w:rsid w:val="00417337"/>
    <w:rsid w:val="00421DBA"/>
    <w:rsid w:val="004230A6"/>
    <w:rsid w:val="00424BD8"/>
    <w:rsid w:val="00424E56"/>
    <w:rsid w:val="00426171"/>
    <w:rsid w:val="00427676"/>
    <w:rsid w:val="0043182D"/>
    <w:rsid w:val="00432770"/>
    <w:rsid w:val="00436EA0"/>
    <w:rsid w:val="00442CF1"/>
    <w:rsid w:val="004444D6"/>
    <w:rsid w:val="0044454E"/>
    <w:rsid w:val="0044529E"/>
    <w:rsid w:val="00447374"/>
    <w:rsid w:val="00454E5E"/>
    <w:rsid w:val="0045540D"/>
    <w:rsid w:val="00455D75"/>
    <w:rsid w:val="004575CD"/>
    <w:rsid w:val="004603CC"/>
    <w:rsid w:val="004643C4"/>
    <w:rsid w:val="00465FE2"/>
    <w:rsid w:val="00466A5F"/>
    <w:rsid w:val="004703DB"/>
    <w:rsid w:val="00471234"/>
    <w:rsid w:val="00471A63"/>
    <w:rsid w:val="00472628"/>
    <w:rsid w:val="004726AF"/>
    <w:rsid w:val="004726CF"/>
    <w:rsid w:val="00473B8E"/>
    <w:rsid w:val="00476D28"/>
    <w:rsid w:val="004773BF"/>
    <w:rsid w:val="004776E5"/>
    <w:rsid w:val="00480B26"/>
    <w:rsid w:val="00480F2D"/>
    <w:rsid w:val="00481658"/>
    <w:rsid w:val="00483B92"/>
    <w:rsid w:val="0048431B"/>
    <w:rsid w:val="00485599"/>
    <w:rsid w:val="00493507"/>
    <w:rsid w:val="00494CBE"/>
    <w:rsid w:val="00495D77"/>
    <w:rsid w:val="004975AF"/>
    <w:rsid w:val="004A1731"/>
    <w:rsid w:val="004A3313"/>
    <w:rsid w:val="004A3E7E"/>
    <w:rsid w:val="004A41E8"/>
    <w:rsid w:val="004A4B84"/>
    <w:rsid w:val="004A7897"/>
    <w:rsid w:val="004A7FF9"/>
    <w:rsid w:val="004B0006"/>
    <w:rsid w:val="004B26F6"/>
    <w:rsid w:val="004B3E05"/>
    <w:rsid w:val="004B4317"/>
    <w:rsid w:val="004B463D"/>
    <w:rsid w:val="004C0B1E"/>
    <w:rsid w:val="004C2928"/>
    <w:rsid w:val="004C6199"/>
    <w:rsid w:val="004C6BF2"/>
    <w:rsid w:val="004C77B2"/>
    <w:rsid w:val="004D0AAE"/>
    <w:rsid w:val="004D0FDA"/>
    <w:rsid w:val="004D1576"/>
    <w:rsid w:val="004D28D7"/>
    <w:rsid w:val="004D2D3D"/>
    <w:rsid w:val="004D2D96"/>
    <w:rsid w:val="004D3FC5"/>
    <w:rsid w:val="004D68B9"/>
    <w:rsid w:val="004D718B"/>
    <w:rsid w:val="004E0712"/>
    <w:rsid w:val="004E2008"/>
    <w:rsid w:val="004E2391"/>
    <w:rsid w:val="004E3640"/>
    <w:rsid w:val="004E4FDB"/>
    <w:rsid w:val="004E59AD"/>
    <w:rsid w:val="004E6147"/>
    <w:rsid w:val="004E71BB"/>
    <w:rsid w:val="004F3D2E"/>
    <w:rsid w:val="004F40A1"/>
    <w:rsid w:val="004F41BF"/>
    <w:rsid w:val="004F4994"/>
    <w:rsid w:val="00501C92"/>
    <w:rsid w:val="00502BF5"/>
    <w:rsid w:val="0050725E"/>
    <w:rsid w:val="005075F8"/>
    <w:rsid w:val="0051009F"/>
    <w:rsid w:val="0051177C"/>
    <w:rsid w:val="00522B4F"/>
    <w:rsid w:val="00522F05"/>
    <w:rsid w:val="00523DB8"/>
    <w:rsid w:val="00524B9D"/>
    <w:rsid w:val="005254A9"/>
    <w:rsid w:val="00530DFB"/>
    <w:rsid w:val="005318F3"/>
    <w:rsid w:val="005342DD"/>
    <w:rsid w:val="005343BC"/>
    <w:rsid w:val="00535A08"/>
    <w:rsid w:val="00541F44"/>
    <w:rsid w:val="00542D4C"/>
    <w:rsid w:val="00543090"/>
    <w:rsid w:val="00543D97"/>
    <w:rsid w:val="00544BD3"/>
    <w:rsid w:val="00545198"/>
    <w:rsid w:val="00545ED9"/>
    <w:rsid w:val="00550715"/>
    <w:rsid w:val="00560C09"/>
    <w:rsid w:val="005620EA"/>
    <w:rsid w:val="005626BE"/>
    <w:rsid w:val="005627F9"/>
    <w:rsid w:val="00564407"/>
    <w:rsid w:val="00564F51"/>
    <w:rsid w:val="00566246"/>
    <w:rsid w:val="00572F2F"/>
    <w:rsid w:val="00573CC3"/>
    <w:rsid w:val="0057459A"/>
    <w:rsid w:val="00581E85"/>
    <w:rsid w:val="00581F7C"/>
    <w:rsid w:val="0058217A"/>
    <w:rsid w:val="005920D0"/>
    <w:rsid w:val="0059244B"/>
    <w:rsid w:val="005946BA"/>
    <w:rsid w:val="00594C10"/>
    <w:rsid w:val="00595A4D"/>
    <w:rsid w:val="00595C98"/>
    <w:rsid w:val="00596A8A"/>
    <w:rsid w:val="00597C6D"/>
    <w:rsid w:val="005A0250"/>
    <w:rsid w:val="005A1ADB"/>
    <w:rsid w:val="005A255C"/>
    <w:rsid w:val="005A3E52"/>
    <w:rsid w:val="005A5330"/>
    <w:rsid w:val="005A6713"/>
    <w:rsid w:val="005A6EC9"/>
    <w:rsid w:val="005B06B2"/>
    <w:rsid w:val="005B299C"/>
    <w:rsid w:val="005B2E9A"/>
    <w:rsid w:val="005B6673"/>
    <w:rsid w:val="005B7AB6"/>
    <w:rsid w:val="005C153A"/>
    <w:rsid w:val="005C2E4C"/>
    <w:rsid w:val="005C5B1D"/>
    <w:rsid w:val="005C7DB2"/>
    <w:rsid w:val="005C7EE0"/>
    <w:rsid w:val="005D0ACE"/>
    <w:rsid w:val="005D203C"/>
    <w:rsid w:val="005D4322"/>
    <w:rsid w:val="005D4C21"/>
    <w:rsid w:val="005E0023"/>
    <w:rsid w:val="005E2248"/>
    <w:rsid w:val="005E28B3"/>
    <w:rsid w:val="005E2F63"/>
    <w:rsid w:val="005E4086"/>
    <w:rsid w:val="005E625E"/>
    <w:rsid w:val="005E6FC8"/>
    <w:rsid w:val="005F249E"/>
    <w:rsid w:val="005F6E7F"/>
    <w:rsid w:val="00600E51"/>
    <w:rsid w:val="006013DD"/>
    <w:rsid w:val="00603836"/>
    <w:rsid w:val="00604538"/>
    <w:rsid w:val="00604EF0"/>
    <w:rsid w:val="006061FE"/>
    <w:rsid w:val="0061148C"/>
    <w:rsid w:val="006126E7"/>
    <w:rsid w:val="00613C42"/>
    <w:rsid w:val="00614D30"/>
    <w:rsid w:val="00616C18"/>
    <w:rsid w:val="00617546"/>
    <w:rsid w:val="00623B78"/>
    <w:rsid w:val="00623DB7"/>
    <w:rsid w:val="00624DDD"/>
    <w:rsid w:val="0062578D"/>
    <w:rsid w:val="00626310"/>
    <w:rsid w:val="006368CA"/>
    <w:rsid w:val="00637C1F"/>
    <w:rsid w:val="00637DD8"/>
    <w:rsid w:val="00642260"/>
    <w:rsid w:val="0064314F"/>
    <w:rsid w:val="00643F20"/>
    <w:rsid w:val="0065091D"/>
    <w:rsid w:val="00655D02"/>
    <w:rsid w:val="00657C73"/>
    <w:rsid w:val="00657F55"/>
    <w:rsid w:val="00661474"/>
    <w:rsid w:val="006615CC"/>
    <w:rsid w:val="00662332"/>
    <w:rsid w:val="00664F9E"/>
    <w:rsid w:val="00666018"/>
    <w:rsid w:val="006665DE"/>
    <w:rsid w:val="006673A8"/>
    <w:rsid w:val="0067063D"/>
    <w:rsid w:val="006722FA"/>
    <w:rsid w:val="00672AE1"/>
    <w:rsid w:val="006735B0"/>
    <w:rsid w:val="00674088"/>
    <w:rsid w:val="0067463A"/>
    <w:rsid w:val="006754B2"/>
    <w:rsid w:val="00675DE5"/>
    <w:rsid w:val="00677818"/>
    <w:rsid w:val="006802AE"/>
    <w:rsid w:val="00680BD8"/>
    <w:rsid w:val="006830C3"/>
    <w:rsid w:val="00684A4B"/>
    <w:rsid w:val="0068698F"/>
    <w:rsid w:val="0069118F"/>
    <w:rsid w:val="0069128F"/>
    <w:rsid w:val="00694473"/>
    <w:rsid w:val="006A1EE4"/>
    <w:rsid w:val="006A2172"/>
    <w:rsid w:val="006A26AA"/>
    <w:rsid w:val="006A41B7"/>
    <w:rsid w:val="006A77DC"/>
    <w:rsid w:val="006A785A"/>
    <w:rsid w:val="006A7D9F"/>
    <w:rsid w:val="006B0709"/>
    <w:rsid w:val="006B5F31"/>
    <w:rsid w:val="006C0B26"/>
    <w:rsid w:val="006C5510"/>
    <w:rsid w:val="006D18CB"/>
    <w:rsid w:val="006D2CE9"/>
    <w:rsid w:val="006D4180"/>
    <w:rsid w:val="006D4BB0"/>
    <w:rsid w:val="006D596F"/>
    <w:rsid w:val="006D5C45"/>
    <w:rsid w:val="006D631B"/>
    <w:rsid w:val="006D76A0"/>
    <w:rsid w:val="006E09C2"/>
    <w:rsid w:val="006E491D"/>
    <w:rsid w:val="006E79BB"/>
    <w:rsid w:val="006E7BC5"/>
    <w:rsid w:val="006F0323"/>
    <w:rsid w:val="006F1284"/>
    <w:rsid w:val="006F45BC"/>
    <w:rsid w:val="006F7E0A"/>
    <w:rsid w:val="00701BDA"/>
    <w:rsid w:val="00701BFF"/>
    <w:rsid w:val="0070269A"/>
    <w:rsid w:val="0070609E"/>
    <w:rsid w:val="00712B97"/>
    <w:rsid w:val="00713660"/>
    <w:rsid w:val="00714375"/>
    <w:rsid w:val="00715CD6"/>
    <w:rsid w:val="00717D55"/>
    <w:rsid w:val="007215B5"/>
    <w:rsid w:val="007234EF"/>
    <w:rsid w:val="0072581D"/>
    <w:rsid w:val="0072731B"/>
    <w:rsid w:val="007301E5"/>
    <w:rsid w:val="00730961"/>
    <w:rsid w:val="00734EA7"/>
    <w:rsid w:val="007377BC"/>
    <w:rsid w:val="00742062"/>
    <w:rsid w:val="0074493A"/>
    <w:rsid w:val="00746C90"/>
    <w:rsid w:val="00750B21"/>
    <w:rsid w:val="00752C83"/>
    <w:rsid w:val="00754647"/>
    <w:rsid w:val="00754E43"/>
    <w:rsid w:val="007559DB"/>
    <w:rsid w:val="00755BEC"/>
    <w:rsid w:val="00761BE2"/>
    <w:rsid w:val="00762B6B"/>
    <w:rsid w:val="00764178"/>
    <w:rsid w:val="00770A3E"/>
    <w:rsid w:val="00771518"/>
    <w:rsid w:val="00771EC8"/>
    <w:rsid w:val="007751EE"/>
    <w:rsid w:val="007751F3"/>
    <w:rsid w:val="00775462"/>
    <w:rsid w:val="00780BB8"/>
    <w:rsid w:val="007810CB"/>
    <w:rsid w:val="0078171F"/>
    <w:rsid w:val="00781B90"/>
    <w:rsid w:val="00784670"/>
    <w:rsid w:val="007859F5"/>
    <w:rsid w:val="007868F6"/>
    <w:rsid w:val="007874CC"/>
    <w:rsid w:val="0079051C"/>
    <w:rsid w:val="0079148C"/>
    <w:rsid w:val="00792FD8"/>
    <w:rsid w:val="00793246"/>
    <w:rsid w:val="007935D9"/>
    <w:rsid w:val="00793803"/>
    <w:rsid w:val="00794941"/>
    <w:rsid w:val="00795A96"/>
    <w:rsid w:val="007967BF"/>
    <w:rsid w:val="00796E17"/>
    <w:rsid w:val="007972BC"/>
    <w:rsid w:val="00797C34"/>
    <w:rsid w:val="007A02B0"/>
    <w:rsid w:val="007A2781"/>
    <w:rsid w:val="007A510A"/>
    <w:rsid w:val="007A5BD9"/>
    <w:rsid w:val="007A60E2"/>
    <w:rsid w:val="007B1A1B"/>
    <w:rsid w:val="007B3702"/>
    <w:rsid w:val="007C0C19"/>
    <w:rsid w:val="007C1624"/>
    <w:rsid w:val="007C1CC1"/>
    <w:rsid w:val="007C1F78"/>
    <w:rsid w:val="007C27F4"/>
    <w:rsid w:val="007D0EEC"/>
    <w:rsid w:val="007D33DD"/>
    <w:rsid w:val="007D5D2F"/>
    <w:rsid w:val="007E0CD4"/>
    <w:rsid w:val="007E5A8B"/>
    <w:rsid w:val="007F2A56"/>
    <w:rsid w:val="007F73D2"/>
    <w:rsid w:val="007F7DEF"/>
    <w:rsid w:val="00804EC8"/>
    <w:rsid w:val="008053A7"/>
    <w:rsid w:val="00807F3D"/>
    <w:rsid w:val="008119A6"/>
    <w:rsid w:val="0081292B"/>
    <w:rsid w:val="008151BB"/>
    <w:rsid w:val="008164AD"/>
    <w:rsid w:val="008172A5"/>
    <w:rsid w:val="008209B4"/>
    <w:rsid w:val="008220CD"/>
    <w:rsid w:val="00823E9B"/>
    <w:rsid w:val="008241E6"/>
    <w:rsid w:val="0082530E"/>
    <w:rsid w:val="008259B2"/>
    <w:rsid w:val="00834D26"/>
    <w:rsid w:val="00836A80"/>
    <w:rsid w:val="00841102"/>
    <w:rsid w:val="0084514C"/>
    <w:rsid w:val="00845572"/>
    <w:rsid w:val="00845C3A"/>
    <w:rsid w:val="00854E75"/>
    <w:rsid w:val="008565B2"/>
    <w:rsid w:val="00860CFF"/>
    <w:rsid w:val="00861EF8"/>
    <w:rsid w:val="00863913"/>
    <w:rsid w:val="00867EAB"/>
    <w:rsid w:val="00870BDD"/>
    <w:rsid w:val="00871A3F"/>
    <w:rsid w:val="008738CB"/>
    <w:rsid w:val="0087486F"/>
    <w:rsid w:val="00876E02"/>
    <w:rsid w:val="00880117"/>
    <w:rsid w:val="008820D3"/>
    <w:rsid w:val="00883384"/>
    <w:rsid w:val="00883EB2"/>
    <w:rsid w:val="00885DE2"/>
    <w:rsid w:val="0088672A"/>
    <w:rsid w:val="008918C6"/>
    <w:rsid w:val="008919CD"/>
    <w:rsid w:val="008926AD"/>
    <w:rsid w:val="008935CE"/>
    <w:rsid w:val="00894425"/>
    <w:rsid w:val="008950D2"/>
    <w:rsid w:val="00897CD2"/>
    <w:rsid w:val="008A089F"/>
    <w:rsid w:val="008A13A8"/>
    <w:rsid w:val="008A44A2"/>
    <w:rsid w:val="008A4F39"/>
    <w:rsid w:val="008A4F67"/>
    <w:rsid w:val="008A73DC"/>
    <w:rsid w:val="008A7C6C"/>
    <w:rsid w:val="008B2FE4"/>
    <w:rsid w:val="008B4B5D"/>
    <w:rsid w:val="008C2832"/>
    <w:rsid w:val="008C367D"/>
    <w:rsid w:val="008C60BB"/>
    <w:rsid w:val="008C6616"/>
    <w:rsid w:val="008C793D"/>
    <w:rsid w:val="008C798C"/>
    <w:rsid w:val="008D3C53"/>
    <w:rsid w:val="008D6F27"/>
    <w:rsid w:val="008E1C3F"/>
    <w:rsid w:val="008E2BE3"/>
    <w:rsid w:val="008E31AA"/>
    <w:rsid w:val="008E7E95"/>
    <w:rsid w:val="008E7F3B"/>
    <w:rsid w:val="008F57A4"/>
    <w:rsid w:val="008F5D38"/>
    <w:rsid w:val="008F5F10"/>
    <w:rsid w:val="009010EC"/>
    <w:rsid w:val="00901440"/>
    <w:rsid w:val="00902E19"/>
    <w:rsid w:val="0090639E"/>
    <w:rsid w:val="00907088"/>
    <w:rsid w:val="00907952"/>
    <w:rsid w:val="0091016B"/>
    <w:rsid w:val="009122DD"/>
    <w:rsid w:val="009159F5"/>
    <w:rsid w:val="00917A9F"/>
    <w:rsid w:val="00921755"/>
    <w:rsid w:val="0092278D"/>
    <w:rsid w:val="00923CFC"/>
    <w:rsid w:val="00923D2F"/>
    <w:rsid w:val="00925722"/>
    <w:rsid w:val="00932E35"/>
    <w:rsid w:val="009353B4"/>
    <w:rsid w:val="009367E0"/>
    <w:rsid w:val="009375A3"/>
    <w:rsid w:val="0094024F"/>
    <w:rsid w:val="00942689"/>
    <w:rsid w:val="009453AE"/>
    <w:rsid w:val="00946667"/>
    <w:rsid w:val="00950287"/>
    <w:rsid w:val="00950CB0"/>
    <w:rsid w:val="0095269F"/>
    <w:rsid w:val="00961E32"/>
    <w:rsid w:val="009645E4"/>
    <w:rsid w:val="00965094"/>
    <w:rsid w:val="009663F6"/>
    <w:rsid w:val="00966FAA"/>
    <w:rsid w:val="00967243"/>
    <w:rsid w:val="00970E5C"/>
    <w:rsid w:val="0097341C"/>
    <w:rsid w:val="009735EF"/>
    <w:rsid w:val="009762A1"/>
    <w:rsid w:val="00986BB7"/>
    <w:rsid w:val="009878EB"/>
    <w:rsid w:val="009879CA"/>
    <w:rsid w:val="00995A12"/>
    <w:rsid w:val="009973C7"/>
    <w:rsid w:val="00997EBE"/>
    <w:rsid w:val="009A0CF7"/>
    <w:rsid w:val="009A38FF"/>
    <w:rsid w:val="009A3E24"/>
    <w:rsid w:val="009A5F56"/>
    <w:rsid w:val="009A6358"/>
    <w:rsid w:val="009B082C"/>
    <w:rsid w:val="009B1C6C"/>
    <w:rsid w:val="009B35D5"/>
    <w:rsid w:val="009B427D"/>
    <w:rsid w:val="009B4BAD"/>
    <w:rsid w:val="009B5AF8"/>
    <w:rsid w:val="009C092B"/>
    <w:rsid w:val="009C43B8"/>
    <w:rsid w:val="009C5669"/>
    <w:rsid w:val="009C6773"/>
    <w:rsid w:val="009C6A7D"/>
    <w:rsid w:val="009C78F7"/>
    <w:rsid w:val="009D136C"/>
    <w:rsid w:val="009D2F7C"/>
    <w:rsid w:val="009D3A6B"/>
    <w:rsid w:val="009D52EC"/>
    <w:rsid w:val="009D7410"/>
    <w:rsid w:val="009E0760"/>
    <w:rsid w:val="009E7B15"/>
    <w:rsid w:val="009F0188"/>
    <w:rsid w:val="009F1C1B"/>
    <w:rsid w:val="009F5F06"/>
    <w:rsid w:val="00A003E6"/>
    <w:rsid w:val="00A05793"/>
    <w:rsid w:val="00A05F00"/>
    <w:rsid w:val="00A12317"/>
    <w:rsid w:val="00A12463"/>
    <w:rsid w:val="00A12E2F"/>
    <w:rsid w:val="00A13DEC"/>
    <w:rsid w:val="00A21442"/>
    <w:rsid w:val="00A24A5F"/>
    <w:rsid w:val="00A25C15"/>
    <w:rsid w:val="00A2614E"/>
    <w:rsid w:val="00A33729"/>
    <w:rsid w:val="00A338FD"/>
    <w:rsid w:val="00A33CF9"/>
    <w:rsid w:val="00A34B14"/>
    <w:rsid w:val="00A36409"/>
    <w:rsid w:val="00A36B77"/>
    <w:rsid w:val="00A410DC"/>
    <w:rsid w:val="00A41C22"/>
    <w:rsid w:val="00A50601"/>
    <w:rsid w:val="00A53ED0"/>
    <w:rsid w:val="00A5645A"/>
    <w:rsid w:val="00A57223"/>
    <w:rsid w:val="00A604C3"/>
    <w:rsid w:val="00A60E05"/>
    <w:rsid w:val="00A61CB7"/>
    <w:rsid w:val="00A6342A"/>
    <w:rsid w:val="00A63512"/>
    <w:rsid w:val="00A6448A"/>
    <w:rsid w:val="00A6588D"/>
    <w:rsid w:val="00A667FB"/>
    <w:rsid w:val="00A712A7"/>
    <w:rsid w:val="00A7143F"/>
    <w:rsid w:val="00A7216A"/>
    <w:rsid w:val="00A7551F"/>
    <w:rsid w:val="00A77C06"/>
    <w:rsid w:val="00A77E3C"/>
    <w:rsid w:val="00A8002C"/>
    <w:rsid w:val="00A812C9"/>
    <w:rsid w:val="00A834B5"/>
    <w:rsid w:val="00A84358"/>
    <w:rsid w:val="00A872FC"/>
    <w:rsid w:val="00A9699E"/>
    <w:rsid w:val="00AA075C"/>
    <w:rsid w:val="00AA094C"/>
    <w:rsid w:val="00AA42AF"/>
    <w:rsid w:val="00AA4B48"/>
    <w:rsid w:val="00AA4BE2"/>
    <w:rsid w:val="00AA6FE2"/>
    <w:rsid w:val="00AA772D"/>
    <w:rsid w:val="00AB3309"/>
    <w:rsid w:val="00AB3708"/>
    <w:rsid w:val="00AB66F3"/>
    <w:rsid w:val="00AC06A3"/>
    <w:rsid w:val="00AC453C"/>
    <w:rsid w:val="00AC55F6"/>
    <w:rsid w:val="00AC6BE4"/>
    <w:rsid w:val="00AD0814"/>
    <w:rsid w:val="00AD0BB7"/>
    <w:rsid w:val="00AD2CDC"/>
    <w:rsid w:val="00AD3339"/>
    <w:rsid w:val="00AD3C2B"/>
    <w:rsid w:val="00AD5573"/>
    <w:rsid w:val="00AE30B4"/>
    <w:rsid w:val="00AE39D8"/>
    <w:rsid w:val="00AE4390"/>
    <w:rsid w:val="00AE60F8"/>
    <w:rsid w:val="00AE6891"/>
    <w:rsid w:val="00AE72E5"/>
    <w:rsid w:val="00AF0FCA"/>
    <w:rsid w:val="00AF1FB3"/>
    <w:rsid w:val="00AF2C5F"/>
    <w:rsid w:val="00AF4D9A"/>
    <w:rsid w:val="00AF5570"/>
    <w:rsid w:val="00AF700B"/>
    <w:rsid w:val="00B0151E"/>
    <w:rsid w:val="00B055A4"/>
    <w:rsid w:val="00B056C4"/>
    <w:rsid w:val="00B06D1B"/>
    <w:rsid w:val="00B10A28"/>
    <w:rsid w:val="00B16F4F"/>
    <w:rsid w:val="00B17B97"/>
    <w:rsid w:val="00B2334C"/>
    <w:rsid w:val="00B23D75"/>
    <w:rsid w:val="00B25D72"/>
    <w:rsid w:val="00B27AA0"/>
    <w:rsid w:val="00B318E9"/>
    <w:rsid w:val="00B318F8"/>
    <w:rsid w:val="00B33DBC"/>
    <w:rsid w:val="00B34093"/>
    <w:rsid w:val="00B3446C"/>
    <w:rsid w:val="00B34C40"/>
    <w:rsid w:val="00B3593A"/>
    <w:rsid w:val="00B41B68"/>
    <w:rsid w:val="00B446DD"/>
    <w:rsid w:val="00B44E62"/>
    <w:rsid w:val="00B46A38"/>
    <w:rsid w:val="00B47368"/>
    <w:rsid w:val="00B4788E"/>
    <w:rsid w:val="00B525AF"/>
    <w:rsid w:val="00B5364F"/>
    <w:rsid w:val="00B54D67"/>
    <w:rsid w:val="00B5582C"/>
    <w:rsid w:val="00B56934"/>
    <w:rsid w:val="00B60915"/>
    <w:rsid w:val="00B63FE6"/>
    <w:rsid w:val="00B64A9F"/>
    <w:rsid w:val="00B663C8"/>
    <w:rsid w:val="00B75DE2"/>
    <w:rsid w:val="00B775C8"/>
    <w:rsid w:val="00B82F0A"/>
    <w:rsid w:val="00B844E0"/>
    <w:rsid w:val="00B84C76"/>
    <w:rsid w:val="00B85879"/>
    <w:rsid w:val="00B86049"/>
    <w:rsid w:val="00B8705C"/>
    <w:rsid w:val="00B87167"/>
    <w:rsid w:val="00B87224"/>
    <w:rsid w:val="00B87C4F"/>
    <w:rsid w:val="00B9051E"/>
    <w:rsid w:val="00B912CC"/>
    <w:rsid w:val="00B950E5"/>
    <w:rsid w:val="00B96355"/>
    <w:rsid w:val="00B96384"/>
    <w:rsid w:val="00B97D4B"/>
    <w:rsid w:val="00BA15F3"/>
    <w:rsid w:val="00BA1AE9"/>
    <w:rsid w:val="00BA347B"/>
    <w:rsid w:val="00BA3843"/>
    <w:rsid w:val="00BA3D5B"/>
    <w:rsid w:val="00BA3DCC"/>
    <w:rsid w:val="00BA5E51"/>
    <w:rsid w:val="00BA65BF"/>
    <w:rsid w:val="00BA676F"/>
    <w:rsid w:val="00BA6A52"/>
    <w:rsid w:val="00BA75E8"/>
    <w:rsid w:val="00BB032F"/>
    <w:rsid w:val="00BB044F"/>
    <w:rsid w:val="00BB126F"/>
    <w:rsid w:val="00BB12B0"/>
    <w:rsid w:val="00BB2579"/>
    <w:rsid w:val="00BB4B45"/>
    <w:rsid w:val="00BB5C8E"/>
    <w:rsid w:val="00BB7C50"/>
    <w:rsid w:val="00BC08C7"/>
    <w:rsid w:val="00BC2190"/>
    <w:rsid w:val="00BC2DFC"/>
    <w:rsid w:val="00BC38B9"/>
    <w:rsid w:val="00BC3E00"/>
    <w:rsid w:val="00BC3F3E"/>
    <w:rsid w:val="00BC6AFB"/>
    <w:rsid w:val="00BC712C"/>
    <w:rsid w:val="00BD08CC"/>
    <w:rsid w:val="00BD155D"/>
    <w:rsid w:val="00BE51E9"/>
    <w:rsid w:val="00BF1847"/>
    <w:rsid w:val="00BF1CD2"/>
    <w:rsid w:val="00BF7F8B"/>
    <w:rsid w:val="00C01163"/>
    <w:rsid w:val="00C01869"/>
    <w:rsid w:val="00C044CA"/>
    <w:rsid w:val="00C04E7E"/>
    <w:rsid w:val="00C05772"/>
    <w:rsid w:val="00C069C7"/>
    <w:rsid w:val="00C103EC"/>
    <w:rsid w:val="00C1042E"/>
    <w:rsid w:val="00C1065E"/>
    <w:rsid w:val="00C112C4"/>
    <w:rsid w:val="00C13157"/>
    <w:rsid w:val="00C153C6"/>
    <w:rsid w:val="00C175BA"/>
    <w:rsid w:val="00C24B4A"/>
    <w:rsid w:val="00C277EA"/>
    <w:rsid w:val="00C30484"/>
    <w:rsid w:val="00C31178"/>
    <w:rsid w:val="00C32869"/>
    <w:rsid w:val="00C33F70"/>
    <w:rsid w:val="00C34B92"/>
    <w:rsid w:val="00C34DE2"/>
    <w:rsid w:val="00C4047A"/>
    <w:rsid w:val="00C4088C"/>
    <w:rsid w:val="00C42DF9"/>
    <w:rsid w:val="00C43A4D"/>
    <w:rsid w:val="00C45A09"/>
    <w:rsid w:val="00C45CCD"/>
    <w:rsid w:val="00C50DC3"/>
    <w:rsid w:val="00C51ECA"/>
    <w:rsid w:val="00C53752"/>
    <w:rsid w:val="00C53BC5"/>
    <w:rsid w:val="00C5667E"/>
    <w:rsid w:val="00C5682A"/>
    <w:rsid w:val="00C56BC3"/>
    <w:rsid w:val="00C6282F"/>
    <w:rsid w:val="00C637A6"/>
    <w:rsid w:val="00C64106"/>
    <w:rsid w:val="00C64739"/>
    <w:rsid w:val="00C67F66"/>
    <w:rsid w:val="00C724AD"/>
    <w:rsid w:val="00C74C49"/>
    <w:rsid w:val="00C760B5"/>
    <w:rsid w:val="00C760E1"/>
    <w:rsid w:val="00C766ED"/>
    <w:rsid w:val="00C76A0E"/>
    <w:rsid w:val="00C77929"/>
    <w:rsid w:val="00C80190"/>
    <w:rsid w:val="00C8182D"/>
    <w:rsid w:val="00C82253"/>
    <w:rsid w:val="00C83DD7"/>
    <w:rsid w:val="00C90616"/>
    <w:rsid w:val="00C9080F"/>
    <w:rsid w:val="00C917BA"/>
    <w:rsid w:val="00C91B7E"/>
    <w:rsid w:val="00C91E37"/>
    <w:rsid w:val="00C92650"/>
    <w:rsid w:val="00C93F1F"/>
    <w:rsid w:val="00C93F8F"/>
    <w:rsid w:val="00C95991"/>
    <w:rsid w:val="00C96AE0"/>
    <w:rsid w:val="00C97A59"/>
    <w:rsid w:val="00CA07C8"/>
    <w:rsid w:val="00CA2995"/>
    <w:rsid w:val="00CB5430"/>
    <w:rsid w:val="00CB61B0"/>
    <w:rsid w:val="00CB6609"/>
    <w:rsid w:val="00CC3BF9"/>
    <w:rsid w:val="00CC59E0"/>
    <w:rsid w:val="00CD0A15"/>
    <w:rsid w:val="00CD105B"/>
    <w:rsid w:val="00CD63E4"/>
    <w:rsid w:val="00CD76AA"/>
    <w:rsid w:val="00CE06A2"/>
    <w:rsid w:val="00CE06C8"/>
    <w:rsid w:val="00CE07AB"/>
    <w:rsid w:val="00CE1033"/>
    <w:rsid w:val="00CE1C87"/>
    <w:rsid w:val="00CE2A3F"/>
    <w:rsid w:val="00CE4DE8"/>
    <w:rsid w:val="00CE5283"/>
    <w:rsid w:val="00CE5CD5"/>
    <w:rsid w:val="00CF26F5"/>
    <w:rsid w:val="00CF2A19"/>
    <w:rsid w:val="00CF69FA"/>
    <w:rsid w:val="00CF6E3F"/>
    <w:rsid w:val="00CF7094"/>
    <w:rsid w:val="00CF75EC"/>
    <w:rsid w:val="00CF76A6"/>
    <w:rsid w:val="00CF7C5A"/>
    <w:rsid w:val="00CF7E27"/>
    <w:rsid w:val="00D0312B"/>
    <w:rsid w:val="00D03661"/>
    <w:rsid w:val="00D06706"/>
    <w:rsid w:val="00D07527"/>
    <w:rsid w:val="00D108CF"/>
    <w:rsid w:val="00D12C5A"/>
    <w:rsid w:val="00D12D86"/>
    <w:rsid w:val="00D133CB"/>
    <w:rsid w:val="00D13424"/>
    <w:rsid w:val="00D13E35"/>
    <w:rsid w:val="00D142C1"/>
    <w:rsid w:val="00D14607"/>
    <w:rsid w:val="00D15461"/>
    <w:rsid w:val="00D17192"/>
    <w:rsid w:val="00D17E10"/>
    <w:rsid w:val="00D20BB4"/>
    <w:rsid w:val="00D22248"/>
    <w:rsid w:val="00D23E6C"/>
    <w:rsid w:val="00D248E0"/>
    <w:rsid w:val="00D24B27"/>
    <w:rsid w:val="00D26E27"/>
    <w:rsid w:val="00D305BE"/>
    <w:rsid w:val="00D31066"/>
    <w:rsid w:val="00D32B42"/>
    <w:rsid w:val="00D41C04"/>
    <w:rsid w:val="00D45BC4"/>
    <w:rsid w:val="00D47878"/>
    <w:rsid w:val="00D533E7"/>
    <w:rsid w:val="00D53FE2"/>
    <w:rsid w:val="00D54885"/>
    <w:rsid w:val="00D54B61"/>
    <w:rsid w:val="00D6032F"/>
    <w:rsid w:val="00D60400"/>
    <w:rsid w:val="00D613E6"/>
    <w:rsid w:val="00D61D6E"/>
    <w:rsid w:val="00D63237"/>
    <w:rsid w:val="00D6378C"/>
    <w:rsid w:val="00D63F52"/>
    <w:rsid w:val="00D64906"/>
    <w:rsid w:val="00D673A7"/>
    <w:rsid w:val="00D71BB0"/>
    <w:rsid w:val="00D71DC7"/>
    <w:rsid w:val="00D74B33"/>
    <w:rsid w:val="00D77AB9"/>
    <w:rsid w:val="00D84F65"/>
    <w:rsid w:val="00D853F5"/>
    <w:rsid w:val="00D85BF9"/>
    <w:rsid w:val="00D868CA"/>
    <w:rsid w:val="00D86AB3"/>
    <w:rsid w:val="00D9016D"/>
    <w:rsid w:val="00D925DE"/>
    <w:rsid w:val="00D92BBE"/>
    <w:rsid w:val="00D96808"/>
    <w:rsid w:val="00DA2F18"/>
    <w:rsid w:val="00DB0631"/>
    <w:rsid w:val="00DB421B"/>
    <w:rsid w:val="00DB5409"/>
    <w:rsid w:val="00DB59D6"/>
    <w:rsid w:val="00DC0BED"/>
    <w:rsid w:val="00DC16B5"/>
    <w:rsid w:val="00DC4573"/>
    <w:rsid w:val="00DC55FB"/>
    <w:rsid w:val="00DC7C81"/>
    <w:rsid w:val="00DD1701"/>
    <w:rsid w:val="00DD1A0A"/>
    <w:rsid w:val="00DD21AB"/>
    <w:rsid w:val="00DD3882"/>
    <w:rsid w:val="00DD5285"/>
    <w:rsid w:val="00DE0C28"/>
    <w:rsid w:val="00DE1D1C"/>
    <w:rsid w:val="00DE2540"/>
    <w:rsid w:val="00DE52C5"/>
    <w:rsid w:val="00DE5894"/>
    <w:rsid w:val="00DE702F"/>
    <w:rsid w:val="00DF0B14"/>
    <w:rsid w:val="00DF11FE"/>
    <w:rsid w:val="00DF21CD"/>
    <w:rsid w:val="00DF37B8"/>
    <w:rsid w:val="00DF4CC1"/>
    <w:rsid w:val="00DF5C52"/>
    <w:rsid w:val="00E0065C"/>
    <w:rsid w:val="00E11FFB"/>
    <w:rsid w:val="00E17834"/>
    <w:rsid w:val="00E208AD"/>
    <w:rsid w:val="00E22F53"/>
    <w:rsid w:val="00E23524"/>
    <w:rsid w:val="00E26459"/>
    <w:rsid w:val="00E265E1"/>
    <w:rsid w:val="00E27A4C"/>
    <w:rsid w:val="00E31164"/>
    <w:rsid w:val="00E31820"/>
    <w:rsid w:val="00E32FCB"/>
    <w:rsid w:val="00E3444A"/>
    <w:rsid w:val="00E358D0"/>
    <w:rsid w:val="00E378B8"/>
    <w:rsid w:val="00E429D5"/>
    <w:rsid w:val="00E52D17"/>
    <w:rsid w:val="00E54263"/>
    <w:rsid w:val="00E54592"/>
    <w:rsid w:val="00E54C04"/>
    <w:rsid w:val="00E54FFA"/>
    <w:rsid w:val="00E55381"/>
    <w:rsid w:val="00E601A9"/>
    <w:rsid w:val="00E602D4"/>
    <w:rsid w:val="00E620D4"/>
    <w:rsid w:val="00E655B6"/>
    <w:rsid w:val="00E66191"/>
    <w:rsid w:val="00E6755E"/>
    <w:rsid w:val="00E70395"/>
    <w:rsid w:val="00E8160C"/>
    <w:rsid w:val="00E8230E"/>
    <w:rsid w:val="00E82CA5"/>
    <w:rsid w:val="00E847BF"/>
    <w:rsid w:val="00E85266"/>
    <w:rsid w:val="00E9084A"/>
    <w:rsid w:val="00E9184B"/>
    <w:rsid w:val="00E92920"/>
    <w:rsid w:val="00E95246"/>
    <w:rsid w:val="00E9660F"/>
    <w:rsid w:val="00EA053C"/>
    <w:rsid w:val="00EA179D"/>
    <w:rsid w:val="00EA2CF7"/>
    <w:rsid w:val="00EA3428"/>
    <w:rsid w:val="00EA47C4"/>
    <w:rsid w:val="00EA59D7"/>
    <w:rsid w:val="00EB0200"/>
    <w:rsid w:val="00EB0A67"/>
    <w:rsid w:val="00EB518D"/>
    <w:rsid w:val="00EB645B"/>
    <w:rsid w:val="00EB69C1"/>
    <w:rsid w:val="00EB75DC"/>
    <w:rsid w:val="00EC1E20"/>
    <w:rsid w:val="00EC39E1"/>
    <w:rsid w:val="00EC43A1"/>
    <w:rsid w:val="00EC5D67"/>
    <w:rsid w:val="00EC7808"/>
    <w:rsid w:val="00ED5493"/>
    <w:rsid w:val="00EE338D"/>
    <w:rsid w:val="00EE3759"/>
    <w:rsid w:val="00EE42FD"/>
    <w:rsid w:val="00EE4F5B"/>
    <w:rsid w:val="00EE55EE"/>
    <w:rsid w:val="00EE6D6D"/>
    <w:rsid w:val="00EE747E"/>
    <w:rsid w:val="00EF0CD6"/>
    <w:rsid w:val="00EF10EC"/>
    <w:rsid w:val="00EF248E"/>
    <w:rsid w:val="00EF25D0"/>
    <w:rsid w:val="00EF4145"/>
    <w:rsid w:val="00EF6A30"/>
    <w:rsid w:val="00EF6CEE"/>
    <w:rsid w:val="00F00BAC"/>
    <w:rsid w:val="00F035F9"/>
    <w:rsid w:val="00F05723"/>
    <w:rsid w:val="00F05D6E"/>
    <w:rsid w:val="00F05E44"/>
    <w:rsid w:val="00F07ECF"/>
    <w:rsid w:val="00F10554"/>
    <w:rsid w:val="00F10C81"/>
    <w:rsid w:val="00F12E20"/>
    <w:rsid w:val="00F13E9E"/>
    <w:rsid w:val="00F15122"/>
    <w:rsid w:val="00F15378"/>
    <w:rsid w:val="00F165B2"/>
    <w:rsid w:val="00F200BC"/>
    <w:rsid w:val="00F22F5E"/>
    <w:rsid w:val="00F2518E"/>
    <w:rsid w:val="00F25434"/>
    <w:rsid w:val="00F25B32"/>
    <w:rsid w:val="00F310A5"/>
    <w:rsid w:val="00F3495E"/>
    <w:rsid w:val="00F35580"/>
    <w:rsid w:val="00F36335"/>
    <w:rsid w:val="00F413BD"/>
    <w:rsid w:val="00F41A42"/>
    <w:rsid w:val="00F44544"/>
    <w:rsid w:val="00F45A90"/>
    <w:rsid w:val="00F46B52"/>
    <w:rsid w:val="00F50AE5"/>
    <w:rsid w:val="00F515C8"/>
    <w:rsid w:val="00F51DD6"/>
    <w:rsid w:val="00F54B20"/>
    <w:rsid w:val="00F55064"/>
    <w:rsid w:val="00F6319E"/>
    <w:rsid w:val="00F65160"/>
    <w:rsid w:val="00F65556"/>
    <w:rsid w:val="00F66C8C"/>
    <w:rsid w:val="00F66D89"/>
    <w:rsid w:val="00F70599"/>
    <w:rsid w:val="00F705B8"/>
    <w:rsid w:val="00F7164B"/>
    <w:rsid w:val="00F726B8"/>
    <w:rsid w:val="00F72E46"/>
    <w:rsid w:val="00F753EE"/>
    <w:rsid w:val="00F7633F"/>
    <w:rsid w:val="00F80919"/>
    <w:rsid w:val="00F83E7E"/>
    <w:rsid w:val="00F8580A"/>
    <w:rsid w:val="00F87BB7"/>
    <w:rsid w:val="00F90E6B"/>
    <w:rsid w:val="00F93628"/>
    <w:rsid w:val="00F9370D"/>
    <w:rsid w:val="00F94E95"/>
    <w:rsid w:val="00F95092"/>
    <w:rsid w:val="00F95130"/>
    <w:rsid w:val="00F95290"/>
    <w:rsid w:val="00F97297"/>
    <w:rsid w:val="00FA0EA2"/>
    <w:rsid w:val="00FA2BED"/>
    <w:rsid w:val="00FA2F8F"/>
    <w:rsid w:val="00FA5061"/>
    <w:rsid w:val="00FA5E6A"/>
    <w:rsid w:val="00FA6C1F"/>
    <w:rsid w:val="00FA74C0"/>
    <w:rsid w:val="00FA7B56"/>
    <w:rsid w:val="00FB17E1"/>
    <w:rsid w:val="00FB4E21"/>
    <w:rsid w:val="00FB5E3D"/>
    <w:rsid w:val="00FB60D3"/>
    <w:rsid w:val="00FB668D"/>
    <w:rsid w:val="00FB6AF0"/>
    <w:rsid w:val="00FB7544"/>
    <w:rsid w:val="00FC270A"/>
    <w:rsid w:val="00FC3DD8"/>
    <w:rsid w:val="00FC4D39"/>
    <w:rsid w:val="00FC69C3"/>
    <w:rsid w:val="00FD1A33"/>
    <w:rsid w:val="00FD34FF"/>
    <w:rsid w:val="00FD3A94"/>
    <w:rsid w:val="00FD66B4"/>
    <w:rsid w:val="00FD687E"/>
    <w:rsid w:val="00FE34C6"/>
    <w:rsid w:val="00FE517F"/>
    <w:rsid w:val="00FE7058"/>
    <w:rsid w:val="00FF3CA3"/>
    <w:rsid w:val="00FF568C"/>
    <w:rsid w:val="00FF5B57"/>
    <w:rsid w:val="00FF6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71FD6BD9"/>
  <w15:docId w15:val="{7EC113C9-4C6F-4E63-9CAC-E891CED3A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E6D6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0323"/>
    <w:pPr>
      <w:keepNext/>
      <w:outlineLvl w:val="0"/>
    </w:pPr>
    <w:rPr>
      <w:b/>
      <w:sz w:val="18"/>
      <w:szCs w:val="20"/>
    </w:rPr>
  </w:style>
  <w:style w:type="paragraph" w:styleId="20">
    <w:name w:val="heading 2"/>
    <w:basedOn w:val="a"/>
    <w:next w:val="a"/>
    <w:link w:val="21"/>
    <w:qFormat/>
    <w:rsid w:val="006F0323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F0323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6F0323"/>
    <w:pPr>
      <w:keepNext/>
      <w:numPr>
        <w:numId w:val="12"/>
      </w:numPr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link w:val="50"/>
    <w:qFormat/>
    <w:rsid w:val="006F0323"/>
    <w:pPr>
      <w:keepNext/>
      <w:jc w:val="right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6F0323"/>
    <w:pPr>
      <w:keepNext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6F032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A7685"/>
    <w:rPr>
      <w:rFonts w:ascii="Courier New" w:hAnsi="Courier New"/>
      <w:sz w:val="20"/>
      <w:szCs w:val="20"/>
    </w:rPr>
  </w:style>
  <w:style w:type="table" w:styleId="a5">
    <w:name w:val="Table Grid"/>
    <w:basedOn w:val="a1"/>
    <w:rsid w:val="002A76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2A7685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footer"/>
    <w:basedOn w:val="a"/>
    <w:link w:val="a9"/>
    <w:rsid w:val="009A5F56"/>
    <w:pPr>
      <w:tabs>
        <w:tab w:val="center" w:pos="4677"/>
        <w:tab w:val="right" w:pos="9355"/>
      </w:tabs>
    </w:pPr>
  </w:style>
  <w:style w:type="paragraph" w:styleId="aa">
    <w:name w:val="Title"/>
    <w:basedOn w:val="a"/>
    <w:link w:val="ab"/>
    <w:qFormat/>
    <w:rsid w:val="00285275"/>
    <w:pPr>
      <w:jc w:val="center"/>
    </w:pPr>
    <w:rPr>
      <w:sz w:val="28"/>
      <w:szCs w:val="20"/>
    </w:rPr>
  </w:style>
  <w:style w:type="paragraph" w:styleId="ac">
    <w:name w:val="Body Text"/>
    <w:basedOn w:val="a"/>
    <w:link w:val="ad"/>
    <w:rsid w:val="006F0323"/>
    <w:rPr>
      <w:sz w:val="16"/>
      <w:szCs w:val="20"/>
    </w:rPr>
  </w:style>
  <w:style w:type="paragraph" w:styleId="22">
    <w:name w:val="Body Text 2"/>
    <w:basedOn w:val="a"/>
    <w:link w:val="23"/>
    <w:rsid w:val="006F0323"/>
    <w:pPr>
      <w:jc w:val="center"/>
    </w:pPr>
    <w:rPr>
      <w:b/>
      <w:sz w:val="18"/>
      <w:szCs w:val="20"/>
    </w:rPr>
  </w:style>
  <w:style w:type="character" w:styleId="ae">
    <w:name w:val="page number"/>
    <w:basedOn w:val="a0"/>
    <w:rsid w:val="006F0323"/>
  </w:style>
  <w:style w:type="paragraph" w:styleId="31">
    <w:name w:val="Body Text 3"/>
    <w:basedOn w:val="a"/>
    <w:link w:val="32"/>
    <w:rsid w:val="006F0323"/>
    <w:pPr>
      <w:spacing w:after="120"/>
    </w:pPr>
    <w:rPr>
      <w:sz w:val="16"/>
      <w:szCs w:val="16"/>
    </w:rPr>
  </w:style>
  <w:style w:type="paragraph" w:styleId="af">
    <w:name w:val="caption"/>
    <w:basedOn w:val="a"/>
    <w:next w:val="a"/>
    <w:qFormat/>
    <w:rsid w:val="00F07ECF"/>
    <w:pPr>
      <w:jc w:val="center"/>
    </w:pPr>
    <w:rPr>
      <w:b/>
      <w:sz w:val="18"/>
      <w:szCs w:val="20"/>
    </w:rPr>
  </w:style>
  <w:style w:type="character" w:styleId="af0">
    <w:name w:val="annotation reference"/>
    <w:rsid w:val="00C82253"/>
    <w:rPr>
      <w:sz w:val="16"/>
      <w:szCs w:val="16"/>
    </w:rPr>
  </w:style>
  <w:style w:type="paragraph" w:styleId="af1">
    <w:name w:val="annotation text"/>
    <w:basedOn w:val="a"/>
    <w:link w:val="af2"/>
    <w:rsid w:val="00C82253"/>
    <w:rPr>
      <w:sz w:val="20"/>
      <w:szCs w:val="20"/>
    </w:rPr>
  </w:style>
  <w:style w:type="character" w:customStyle="1" w:styleId="a4">
    <w:name w:val="Текст Знак"/>
    <w:link w:val="a3"/>
    <w:rsid w:val="008C798C"/>
    <w:rPr>
      <w:rFonts w:ascii="Courier New" w:hAnsi="Courier New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C798C"/>
    <w:rPr>
      <w:lang w:val="ru-RU" w:eastAsia="ru-RU" w:bidi="ar-SA"/>
    </w:rPr>
  </w:style>
  <w:style w:type="character" w:customStyle="1" w:styleId="a9">
    <w:name w:val="Нижний колонтитул Знак"/>
    <w:link w:val="a8"/>
    <w:rsid w:val="008C798C"/>
    <w:rPr>
      <w:sz w:val="24"/>
      <w:szCs w:val="24"/>
      <w:lang w:val="ru-RU" w:eastAsia="ru-RU" w:bidi="ar-SA"/>
    </w:rPr>
  </w:style>
  <w:style w:type="character" w:customStyle="1" w:styleId="33">
    <w:name w:val="Знак Знак3"/>
    <w:rsid w:val="00C277EA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1F0441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1F0441"/>
    <w:rPr>
      <w:rFonts w:ascii="Courier New" w:hAnsi="Courier New"/>
    </w:rPr>
  </w:style>
  <w:style w:type="character" w:customStyle="1" w:styleId="30">
    <w:name w:val="Заголовок 3 Знак"/>
    <w:link w:val="3"/>
    <w:rsid w:val="001F0441"/>
    <w:rPr>
      <w:b/>
      <w:lang w:val="ru-RU" w:eastAsia="ru-RU" w:bidi="ar-SA"/>
    </w:rPr>
  </w:style>
  <w:style w:type="character" w:customStyle="1" w:styleId="41">
    <w:name w:val="Знак Знак4"/>
    <w:rsid w:val="00276EA6"/>
    <w:rPr>
      <w:b/>
      <w:lang w:val="ru-RU" w:eastAsia="ru-RU" w:bidi="ar-SA"/>
    </w:rPr>
  </w:style>
  <w:style w:type="paragraph" w:styleId="af3">
    <w:name w:val="Balloon Text"/>
    <w:basedOn w:val="a"/>
    <w:link w:val="af4"/>
    <w:rsid w:val="00276EA6"/>
    <w:rPr>
      <w:rFonts w:ascii="Tahoma" w:hAnsi="Tahoma" w:cs="Tahoma"/>
      <w:sz w:val="16"/>
      <w:szCs w:val="16"/>
    </w:rPr>
  </w:style>
  <w:style w:type="character" w:customStyle="1" w:styleId="9">
    <w:name w:val="Знак Знак9"/>
    <w:rsid w:val="00276EA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4">
    <w:name w:val="Знак Знак3"/>
    <w:locked/>
    <w:rsid w:val="00276EA6"/>
    <w:rPr>
      <w:rFonts w:ascii="Courier New" w:hAnsi="Courier New" w:cs="Courier New"/>
      <w:lang w:val="ru-RU" w:eastAsia="ru-RU" w:bidi="ar-SA"/>
    </w:rPr>
  </w:style>
  <w:style w:type="paragraph" w:customStyle="1" w:styleId="8">
    <w:name w:val="Обычный + 8 пт"/>
    <w:basedOn w:val="a"/>
    <w:rsid w:val="00276EA6"/>
    <w:rPr>
      <w:sz w:val="16"/>
      <w:szCs w:val="16"/>
    </w:rPr>
  </w:style>
  <w:style w:type="character" w:customStyle="1" w:styleId="10">
    <w:name w:val="Заголовок 1 Знак"/>
    <w:link w:val="1"/>
    <w:rsid w:val="000D79BC"/>
    <w:rPr>
      <w:b/>
      <w:sz w:val="18"/>
    </w:rPr>
  </w:style>
  <w:style w:type="paragraph" w:styleId="2">
    <w:name w:val="List Bullet 2"/>
    <w:basedOn w:val="a"/>
    <w:autoRedefine/>
    <w:rsid w:val="000D79BC"/>
    <w:pPr>
      <w:numPr>
        <w:numId w:val="49"/>
      </w:numPr>
    </w:pPr>
    <w:rPr>
      <w:sz w:val="20"/>
      <w:szCs w:val="20"/>
    </w:rPr>
  </w:style>
  <w:style w:type="paragraph" w:styleId="af5">
    <w:name w:val="Normal Indent"/>
    <w:basedOn w:val="a"/>
    <w:rsid w:val="000D79BC"/>
    <w:pPr>
      <w:ind w:left="720"/>
    </w:pPr>
    <w:rPr>
      <w:sz w:val="20"/>
      <w:szCs w:val="20"/>
    </w:rPr>
  </w:style>
  <w:style w:type="paragraph" w:styleId="af6">
    <w:name w:val="footnote text"/>
    <w:basedOn w:val="a"/>
    <w:link w:val="af7"/>
    <w:rsid w:val="000D79BC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0D79BC"/>
  </w:style>
  <w:style w:type="character" w:styleId="af8">
    <w:name w:val="footnote reference"/>
    <w:rsid w:val="000D79BC"/>
    <w:rPr>
      <w:vertAlign w:val="superscript"/>
    </w:rPr>
  </w:style>
  <w:style w:type="character" w:styleId="af9">
    <w:name w:val="Hyperlink"/>
    <w:rsid w:val="000D79BC"/>
    <w:rPr>
      <w:color w:val="0000FF"/>
      <w:u w:val="single"/>
    </w:rPr>
  </w:style>
  <w:style w:type="character" w:styleId="afa">
    <w:name w:val="FollowedHyperlink"/>
    <w:rsid w:val="000D79BC"/>
    <w:rPr>
      <w:color w:val="800080"/>
      <w:u w:val="single"/>
    </w:rPr>
  </w:style>
  <w:style w:type="character" w:customStyle="1" w:styleId="21">
    <w:name w:val="Заголовок 2 Знак"/>
    <w:link w:val="20"/>
    <w:rsid w:val="002B6860"/>
    <w:rPr>
      <w:b/>
    </w:rPr>
  </w:style>
  <w:style w:type="character" w:customStyle="1" w:styleId="40">
    <w:name w:val="Заголовок 4 Знак"/>
    <w:link w:val="4"/>
    <w:rsid w:val="002B6860"/>
    <w:rPr>
      <w:b/>
      <w:sz w:val="18"/>
    </w:rPr>
  </w:style>
  <w:style w:type="character" w:customStyle="1" w:styleId="50">
    <w:name w:val="Заголовок 5 Знак"/>
    <w:link w:val="5"/>
    <w:rsid w:val="002B6860"/>
    <w:rPr>
      <w:b/>
    </w:rPr>
  </w:style>
  <w:style w:type="character" w:customStyle="1" w:styleId="60">
    <w:name w:val="Заголовок 6 Знак"/>
    <w:link w:val="6"/>
    <w:rsid w:val="002B6860"/>
    <w:rPr>
      <w:b/>
    </w:rPr>
  </w:style>
  <w:style w:type="character" w:customStyle="1" w:styleId="70">
    <w:name w:val="Заголовок 7 Знак"/>
    <w:link w:val="7"/>
    <w:rsid w:val="002B6860"/>
    <w:rPr>
      <w:sz w:val="24"/>
      <w:szCs w:val="24"/>
    </w:rPr>
  </w:style>
  <w:style w:type="character" w:customStyle="1" w:styleId="af2">
    <w:name w:val="Текст примечания Знак"/>
    <w:link w:val="af1"/>
    <w:rsid w:val="002B6860"/>
  </w:style>
  <w:style w:type="character" w:customStyle="1" w:styleId="ab">
    <w:name w:val="Заголовок Знак"/>
    <w:link w:val="aa"/>
    <w:rsid w:val="002B6860"/>
    <w:rPr>
      <w:sz w:val="28"/>
    </w:rPr>
  </w:style>
  <w:style w:type="character" w:customStyle="1" w:styleId="ad">
    <w:name w:val="Основной текст Знак"/>
    <w:link w:val="ac"/>
    <w:rsid w:val="002B6860"/>
    <w:rPr>
      <w:sz w:val="16"/>
    </w:rPr>
  </w:style>
  <w:style w:type="character" w:customStyle="1" w:styleId="23">
    <w:name w:val="Основной текст 2 Знак"/>
    <w:link w:val="22"/>
    <w:rsid w:val="002B6860"/>
    <w:rPr>
      <w:b/>
      <w:sz w:val="18"/>
    </w:rPr>
  </w:style>
  <w:style w:type="character" w:customStyle="1" w:styleId="32">
    <w:name w:val="Основной текст 3 Знак"/>
    <w:link w:val="31"/>
    <w:rsid w:val="002B6860"/>
    <w:rPr>
      <w:sz w:val="16"/>
      <w:szCs w:val="16"/>
    </w:rPr>
  </w:style>
  <w:style w:type="character" w:customStyle="1" w:styleId="af4">
    <w:name w:val="Текст выноски Знак"/>
    <w:link w:val="af3"/>
    <w:rsid w:val="002B6860"/>
    <w:rPr>
      <w:rFonts w:ascii="Tahoma" w:hAnsi="Tahoma" w:cs="Tahoma"/>
      <w:sz w:val="16"/>
      <w:szCs w:val="16"/>
    </w:rPr>
  </w:style>
  <w:style w:type="character" w:customStyle="1" w:styleId="72">
    <w:name w:val="Знак Знак7"/>
    <w:rsid w:val="002B6860"/>
    <w:rPr>
      <w:rFonts w:ascii="Courier New" w:hAnsi="Courier New" w:cs="Courier New" w:hint="default"/>
    </w:rPr>
  </w:style>
  <w:style w:type="character" w:customStyle="1" w:styleId="42">
    <w:name w:val="Знак Знак4"/>
    <w:rsid w:val="002B6860"/>
    <w:rPr>
      <w:b/>
      <w:bCs w:val="0"/>
      <w:lang w:val="ru-RU" w:eastAsia="ru-RU" w:bidi="ar-SA"/>
    </w:rPr>
  </w:style>
  <w:style w:type="character" w:customStyle="1" w:styleId="90">
    <w:name w:val="Знак Знак9"/>
    <w:rsid w:val="002B6860"/>
    <w:rPr>
      <w:rFonts w:ascii="Courier New" w:eastAsia="Times New Roman" w:hAnsi="Courier New" w:cs="Times New Roman" w:hint="default"/>
      <w:sz w:val="20"/>
      <w:szCs w:val="20"/>
      <w:lang w:eastAsia="ru-RU"/>
    </w:rPr>
  </w:style>
  <w:style w:type="character" w:customStyle="1" w:styleId="afb">
    <w:name w:val="Знак Знак"/>
    <w:rsid w:val="008C793D"/>
    <w:rPr>
      <w:rFonts w:ascii="Courier New" w:hAnsi="Courier New"/>
    </w:rPr>
  </w:style>
  <w:style w:type="character" w:customStyle="1" w:styleId="51">
    <w:name w:val="Знак Знак5"/>
    <w:rsid w:val="008C793D"/>
    <w:rPr>
      <w:b/>
      <w:lang w:val="ru-RU" w:eastAsia="ru-RU" w:bidi="ar-SA"/>
    </w:rPr>
  </w:style>
  <w:style w:type="character" w:customStyle="1" w:styleId="220">
    <w:name w:val="Знак Знак22"/>
    <w:rsid w:val="008164AD"/>
    <w:rPr>
      <w:b/>
      <w:sz w:val="18"/>
    </w:rPr>
  </w:style>
  <w:style w:type="character" w:customStyle="1" w:styleId="210">
    <w:name w:val="Знак Знак21"/>
    <w:rsid w:val="008164AD"/>
    <w:rPr>
      <w:b/>
    </w:rPr>
  </w:style>
  <w:style w:type="paragraph" w:customStyle="1" w:styleId="211">
    <w:name w:val="Средняя сетка 21"/>
    <w:link w:val="24"/>
    <w:uiPriority w:val="99"/>
    <w:rsid w:val="004E2391"/>
    <w:rPr>
      <w:rFonts w:ascii="Calibri" w:hAnsi="Calibri"/>
      <w:sz w:val="22"/>
      <w:szCs w:val="22"/>
      <w:lang w:eastAsia="en-US"/>
    </w:rPr>
  </w:style>
  <w:style w:type="character" w:customStyle="1" w:styleId="24">
    <w:name w:val="Средняя сетка 2 Знак"/>
    <w:link w:val="211"/>
    <w:uiPriority w:val="99"/>
    <w:locked/>
    <w:rsid w:val="004E2391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4E2391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uiPriority w:val="99"/>
    <w:rsid w:val="004E2391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  <w:style w:type="paragraph" w:customStyle="1" w:styleId="ConsPlusNormal">
    <w:name w:val="ConsPlusNormal"/>
    <w:rsid w:val="004E2391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2">
    <w:name w:val="Основной текст (2)1"/>
    <w:basedOn w:val="a"/>
    <w:uiPriority w:val="99"/>
    <w:rsid w:val="004E2391"/>
    <w:pPr>
      <w:widowControl w:val="0"/>
      <w:shd w:val="clear" w:color="auto" w:fill="FFFFFF"/>
      <w:spacing w:after="60" w:line="240" w:lineRule="atLeast"/>
      <w:ind w:hanging="8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4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IVC\Mshp\TEMPLATE\blank20190sxMinsk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BD14E-B58A-4B60-820D-5DD867A5C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blank20190sxMinsk</Template>
  <TotalTime>320</TotalTime>
  <Pages>16</Pages>
  <Words>3767</Words>
  <Characters>21475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О Д Ы</vt:lpstr>
    </vt:vector>
  </TitlesOfParts>
  <Company>Организация</Company>
  <LinksUpToDate>false</LinksUpToDate>
  <CharactersWithSpaces>25192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 Д Ы</dc:title>
  <dc:creator>User</dc:creator>
  <cp:lastModifiedBy>User</cp:lastModifiedBy>
  <cp:revision>29</cp:revision>
  <cp:lastPrinted>2021-03-05T05:55:00Z</cp:lastPrinted>
  <dcterms:created xsi:type="dcterms:W3CDTF">2020-02-19T00:00:00Z</dcterms:created>
  <dcterms:modified xsi:type="dcterms:W3CDTF">2024-03-22T06:45:00Z</dcterms:modified>
</cp:coreProperties>
</file>