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tyles+xml" PartName="/word/style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otnotes+xml" PartName="/word/footnotes.xml"/>
  <Override ContentType="application/vnd.openxmlformats-officedocument.wordprocessingml.endnotes+xml" PartName="/word/endnotes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custom-properties+xml" PartName="/docProps/custom.xml"/>
  <Default ContentType="image/jpeg" Extension="jpe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80" w:type="dxa"/>
        <w:tblInd w:w="588" w:type="dxa"/>
        <w:tblLook w:val="0000" w:firstRow="0" w:lastRow="0" w:firstColumn="0" w:lastColumn="0" w:noHBand="0" w:noVBand="0"/>
      </w:tblPr>
      <w:tblGrid>
        <w:gridCol w:w="1635"/>
        <w:gridCol w:w="895"/>
        <w:gridCol w:w="1415"/>
        <w:gridCol w:w="1175"/>
        <w:gridCol w:w="782"/>
        <w:gridCol w:w="2139"/>
        <w:gridCol w:w="2039"/>
      </w:tblGrid>
      <w:tr w:rsidR="00782C99" w:rsidRPr="00782C99" w14:paraId="094AC2F3" w14:textId="77777777" w:rsidTr="00794D7B">
        <w:trPr>
          <w:trHeight w:val="80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AF55E7A" w14:textId="77777777" w:rsidR="00782C99" w:rsidRPr="00782C99" w:rsidRDefault="00782C99" w:rsidP="00782C99">
            <w:pPr>
              <w:rPr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23629BE" w14:textId="77777777" w:rsidR="00782C99" w:rsidRPr="00782C99" w:rsidRDefault="00782C99" w:rsidP="00782C99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2EC1313" w14:textId="77777777" w:rsidR="00782C99" w:rsidRPr="00782C99" w:rsidRDefault="00782C99" w:rsidP="00782C99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05A48A76" w14:textId="77777777" w:rsidR="00782C99" w:rsidRPr="00782C99" w:rsidRDefault="00782C99" w:rsidP="00782C99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4607A15" w14:textId="77777777" w:rsidR="00782C99" w:rsidRPr="00782C99" w:rsidRDefault="00782C99" w:rsidP="00782C99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 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438275B" w14:textId="77777777" w:rsidR="00782C99" w:rsidRPr="00782C99" w:rsidRDefault="00782C99" w:rsidP="00782C99">
            <w:pPr>
              <w:jc w:val="right"/>
              <w:rPr>
                <w:sz w:val="16"/>
                <w:szCs w:val="16"/>
              </w:rPr>
            </w:pPr>
            <w:r w:rsidRPr="00782C99">
              <w:rPr>
                <w:sz w:val="16"/>
                <w:szCs w:val="16"/>
              </w:rPr>
              <w:t>Приложение 1</w:t>
            </w:r>
          </w:p>
        </w:tc>
      </w:tr>
      <w:tr w:rsidR="00782C99" w:rsidRPr="00782C99" w14:paraId="076BC2F3" w14:textId="77777777" w:rsidTr="00794D7B">
        <w:trPr>
          <w:trHeight w:val="225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425A58B" w14:textId="77777777" w:rsidR="00782C99" w:rsidRPr="00782C99" w:rsidRDefault="00782C99" w:rsidP="00782C99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034C80FE" w14:textId="77777777" w:rsidR="00782C99" w:rsidRPr="00782C99" w:rsidRDefault="00782C99" w:rsidP="00782C99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8FD4C4B" w14:textId="77777777" w:rsidR="00782C99" w:rsidRPr="00782C99" w:rsidRDefault="00782C99" w:rsidP="00782C99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8649FAF" w14:textId="77777777" w:rsidR="00782C99" w:rsidRPr="00782C99" w:rsidRDefault="00782C99" w:rsidP="00782C99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674EBD29" w14:textId="77777777" w:rsidR="00782C99" w:rsidRPr="00782C99" w:rsidRDefault="00782C99" w:rsidP="00782C99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 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2BBBDC3" w14:textId="77777777" w:rsidR="00782C99" w:rsidRPr="00782C99" w:rsidRDefault="00782C99" w:rsidP="00782C99">
            <w:pPr>
              <w:jc w:val="right"/>
              <w:rPr>
                <w:sz w:val="16"/>
                <w:szCs w:val="16"/>
              </w:rPr>
            </w:pPr>
            <w:r w:rsidRPr="00782C99">
              <w:rPr>
                <w:sz w:val="16"/>
                <w:szCs w:val="16"/>
              </w:rPr>
              <w:t xml:space="preserve">к постановлению Министерства финансов </w:t>
            </w:r>
            <w:r w:rsidRPr="00782C99">
              <w:rPr>
                <w:sz w:val="16"/>
                <w:szCs w:val="16"/>
              </w:rPr>
              <w:br/>
              <w:t xml:space="preserve">Республики Беларусь </w:t>
            </w:r>
          </w:p>
        </w:tc>
      </w:tr>
      <w:tr w:rsidR="00782C99" w:rsidRPr="00782C99" w14:paraId="5AA1CA38" w14:textId="77777777" w:rsidTr="00794D7B">
        <w:trPr>
          <w:trHeight w:val="225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C22A756" w14:textId="77777777" w:rsidR="00782C99" w:rsidRPr="00782C99" w:rsidRDefault="00782C99" w:rsidP="00782C99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687A7DE2" w14:textId="77777777" w:rsidR="00782C99" w:rsidRPr="00782C99" w:rsidRDefault="00782C99" w:rsidP="00782C99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3E3C39AB" w14:textId="77777777" w:rsidR="00782C99" w:rsidRPr="00782C99" w:rsidRDefault="00782C99" w:rsidP="00782C99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77D248C" w14:textId="77777777" w:rsidR="00782C99" w:rsidRPr="00782C99" w:rsidRDefault="00782C99" w:rsidP="00782C99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06EFD705" w14:textId="77777777" w:rsidR="00782C99" w:rsidRPr="00782C99" w:rsidRDefault="00782C99" w:rsidP="00782C99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 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A188B39" w14:textId="77777777" w:rsidR="00782C99" w:rsidRPr="00782C99" w:rsidRDefault="00782C99" w:rsidP="00782C99">
            <w:pPr>
              <w:jc w:val="right"/>
              <w:rPr>
                <w:sz w:val="16"/>
                <w:szCs w:val="16"/>
                <w:lang w:val="en-US"/>
              </w:rPr>
            </w:pPr>
            <w:r w:rsidRPr="00782C99">
              <w:rPr>
                <w:sz w:val="16"/>
                <w:szCs w:val="16"/>
              </w:rPr>
              <w:t xml:space="preserve">    </w:t>
            </w:r>
            <w:r w:rsidRPr="00782C99">
              <w:rPr>
                <w:sz w:val="16"/>
                <w:szCs w:val="16"/>
                <w:lang w:val="en-US"/>
              </w:rPr>
              <w:t>12</w:t>
            </w:r>
            <w:r w:rsidRPr="00782C99">
              <w:rPr>
                <w:sz w:val="16"/>
                <w:szCs w:val="16"/>
              </w:rPr>
              <w:t>.</w:t>
            </w:r>
            <w:r w:rsidRPr="00782C99">
              <w:rPr>
                <w:sz w:val="16"/>
                <w:szCs w:val="16"/>
                <w:lang w:val="en-US"/>
              </w:rPr>
              <w:t>12</w:t>
            </w:r>
            <w:r w:rsidRPr="00782C99">
              <w:rPr>
                <w:sz w:val="16"/>
                <w:szCs w:val="16"/>
              </w:rPr>
              <w:t>.20</w:t>
            </w:r>
            <w:r w:rsidRPr="00782C99">
              <w:rPr>
                <w:sz w:val="16"/>
                <w:szCs w:val="16"/>
                <w:lang w:val="en-US"/>
              </w:rPr>
              <w:t>16</w:t>
            </w:r>
            <w:r w:rsidRPr="00782C99">
              <w:rPr>
                <w:sz w:val="16"/>
                <w:szCs w:val="16"/>
              </w:rPr>
              <w:t xml:space="preserve"> № 1</w:t>
            </w:r>
            <w:r w:rsidRPr="00782C99">
              <w:rPr>
                <w:sz w:val="16"/>
                <w:szCs w:val="16"/>
                <w:lang w:val="en-US"/>
              </w:rPr>
              <w:t>04</w:t>
            </w:r>
          </w:p>
        </w:tc>
      </w:tr>
      <w:tr w:rsidR="00782C99" w:rsidRPr="00782C99" w14:paraId="6C6AC2C0" w14:textId="77777777" w:rsidTr="00794D7B">
        <w:trPr>
          <w:trHeight w:val="255"/>
        </w:trPr>
        <w:tc>
          <w:tcPr>
            <w:tcW w:w="100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0BD7AF3F" w14:textId="77777777" w:rsidR="00782C99" w:rsidRPr="00782C99" w:rsidRDefault="00782C99" w:rsidP="00782C99">
            <w:pPr>
              <w:jc w:val="center"/>
              <w:rPr>
                <w:b/>
                <w:bCs/>
                <w:sz w:val="22"/>
                <w:szCs w:val="22"/>
              </w:rPr>
            </w:pPr>
            <w:r w:rsidRPr="00782C99">
              <w:rPr>
                <w:b/>
                <w:bCs/>
                <w:sz w:val="22"/>
                <w:szCs w:val="22"/>
              </w:rPr>
              <w:t>БУХГАЛТЕРСКИЙ БАЛАНС</w:t>
            </w:r>
          </w:p>
        </w:tc>
      </w:tr>
      <w:tr w:rsidR="00782C99" w:rsidRPr="00782C99" w14:paraId="781F468A" w14:textId="77777777" w:rsidTr="00794D7B">
        <w:trPr>
          <w:trHeight w:val="252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6BE28CC" w14:textId="77777777" w:rsidR="00782C99" w:rsidRPr="00782C99" w:rsidRDefault="00782C99" w:rsidP="00782C99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8300D6C" w14:textId="77777777" w:rsidR="00782C99" w:rsidRPr="00782C99" w:rsidRDefault="00782C99" w:rsidP="00782C99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67FD6FA" w14:textId="77777777" w:rsidR="00782C99" w:rsidRPr="00782C99" w:rsidRDefault="00782C99" w:rsidP="00782C99">
            <w:pPr>
              <w:ind w:firstLineChars="300" w:firstLine="540"/>
              <w:rPr>
                <w:b/>
                <w:sz w:val="18"/>
                <w:szCs w:val="18"/>
              </w:rPr>
            </w:pPr>
            <w:r w:rsidRPr="00782C99">
              <w:rPr>
                <w:b/>
                <w:sz w:val="18"/>
                <w:szCs w:val="18"/>
              </w:rPr>
              <w:t>на</w:t>
            </w:r>
          </w:p>
        </w:tc>
        <w:tc>
          <w:tcPr>
            <w:tcW w:w="409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3167207E" w14:textId="1BD082F5" w:rsidR="00782C99" w:rsidRPr="00782C99" w:rsidRDefault="00302136" w:rsidP="00802FC5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31</w:t>
            </w:r>
            <w:r w:rsidR="00782C99" w:rsidRPr="00782C99">
              <w:rPr>
                <w:b/>
                <w:sz w:val="18"/>
                <w:szCs w:val="18"/>
                <w:lang w:val="en-US"/>
              </w:rPr>
              <w:t xml:space="preserve"> </w:t>
            </w:r>
            <w:r w:rsidR="000F3130">
              <w:rPr>
                <w:b/>
                <w:sz w:val="18"/>
                <w:szCs w:val="18"/>
              </w:rPr>
              <w:t>декабря</w:t>
            </w:r>
            <w:r w:rsidR="00782C99" w:rsidRPr="00782C99">
              <w:rPr>
                <w:b/>
                <w:sz w:val="18"/>
                <w:szCs w:val="18"/>
              </w:rPr>
              <w:t xml:space="preserve"> 20</w:t>
            </w:r>
            <w:r>
              <w:rPr>
                <w:b/>
                <w:sz w:val="18"/>
                <w:szCs w:val="18"/>
              </w:rPr>
              <w:t>2</w:t>
            </w:r>
            <w:r w:rsidR="00802FC5">
              <w:rPr>
                <w:b/>
                <w:sz w:val="18"/>
                <w:szCs w:val="18"/>
              </w:rPr>
              <w:t>3</w:t>
            </w:r>
            <w:r w:rsidR="00782C99" w:rsidRPr="00782C99">
              <w:rPr>
                <w:b/>
                <w:sz w:val="18"/>
                <w:szCs w:val="18"/>
              </w:rPr>
              <w:t xml:space="preserve"> года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C565C49" w14:textId="77777777" w:rsidR="00782C99" w:rsidRPr="00782C99" w:rsidRDefault="00782C99" w:rsidP="00782C99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 </w:t>
            </w:r>
          </w:p>
        </w:tc>
      </w:tr>
      <w:tr w:rsidR="00782C99" w:rsidRPr="00782C99" w14:paraId="615D4920" w14:textId="77777777" w:rsidTr="00794D7B">
        <w:trPr>
          <w:trHeight w:val="70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62E21D28" w14:textId="77777777" w:rsidR="00782C99" w:rsidRPr="00782C99" w:rsidRDefault="00782C99" w:rsidP="00782C99">
            <w:pPr>
              <w:rPr>
                <w:sz w:val="16"/>
                <w:szCs w:val="16"/>
              </w:rPr>
            </w:pPr>
            <w:r w:rsidRPr="00782C99">
              <w:rPr>
                <w:sz w:val="16"/>
                <w:szCs w:val="16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7857FA5" w14:textId="77777777" w:rsidR="00782C99" w:rsidRPr="00782C99" w:rsidRDefault="00782C99" w:rsidP="00782C99">
            <w:pPr>
              <w:rPr>
                <w:sz w:val="16"/>
                <w:szCs w:val="16"/>
              </w:rPr>
            </w:pPr>
            <w:r w:rsidRPr="00782C99">
              <w:rPr>
                <w:sz w:val="16"/>
                <w:szCs w:val="16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77E96EF" w14:textId="77777777" w:rsidR="00782C99" w:rsidRPr="00782C99" w:rsidRDefault="00782C99" w:rsidP="00782C99">
            <w:pPr>
              <w:rPr>
                <w:sz w:val="16"/>
                <w:szCs w:val="16"/>
              </w:rPr>
            </w:pPr>
            <w:r w:rsidRPr="00782C99">
              <w:rPr>
                <w:sz w:val="16"/>
                <w:szCs w:val="16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E713F4B" w14:textId="77777777" w:rsidR="00782C99" w:rsidRPr="00782C99" w:rsidRDefault="00782C99" w:rsidP="00782C99">
            <w:pPr>
              <w:rPr>
                <w:sz w:val="16"/>
                <w:szCs w:val="16"/>
              </w:rPr>
            </w:pPr>
            <w:r w:rsidRPr="00782C99">
              <w:rPr>
                <w:sz w:val="16"/>
                <w:szCs w:val="16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6995EC72" w14:textId="77777777" w:rsidR="00782C99" w:rsidRPr="00782C99" w:rsidRDefault="00782C99" w:rsidP="00782C99">
            <w:pPr>
              <w:rPr>
                <w:sz w:val="16"/>
                <w:szCs w:val="16"/>
              </w:rPr>
            </w:pPr>
            <w:r w:rsidRPr="00782C99">
              <w:rPr>
                <w:sz w:val="16"/>
                <w:szCs w:val="16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379CC734" w14:textId="77777777" w:rsidR="00782C99" w:rsidRPr="00782C99" w:rsidRDefault="00782C99" w:rsidP="00782C99">
            <w:pPr>
              <w:rPr>
                <w:sz w:val="16"/>
                <w:szCs w:val="16"/>
              </w:rPr>
            </w:pPr>
            <w:r w:rsidRPr="00782C99">
              <w:rPr>
                <w:sz w:val="16"/>
                <w:szCs w:val="16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492DE0D" w14:textId="77777777" w:rsidR="00782C99" w:rsidRPr="00782C99" w:rsidRDefault="00782C99" w:rsidP="00782C99">
            <w:pPr>
              <w:rPr>
                <w:sz w:val="16"/>
                <w:szCs w:val="16"/>
              </w:rPr>
            </w:pPr>
            <w:r w:rsidRPr="00782C99">
              <w:rPr>
                <w:sz w:val="16"/>
                <w:szCs w:val="16"/>
              </w:rPr>
              <w:t> </w:t>
            </w:r>
          </w:p>
        </w:tc>
      </w:tr>
      <w:tr w:rsidR="00D54DB9" w:rsidRPr="00782C99" w14:paraId="4B57B848" w14:textId="77777777" w:rsidTr="00794D7B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52CB3780" w14:textId="77777777" w:rsidR="00D54DB9" w:rsidRPr="00782C99" w:rsidRDefault="00D54DB9" w:rsidP="00D54DB9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Организация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591D1266" w14:textId="77777777" w:rsidR="00D54DB9" w:rsidRPr="00D54DB9" w:rsidRDefault="00D54DB9" w:rsidP="00D54DB9">
            <w:pPr>
              <w:rPr>
                <w:sz w:val="18"/>
                <w:szCs w:val="20"/>
              </w:rPr>
            </w:pPr>
            <w:r w:rsidRPr="00D54DB9">
              <w:rPr>
                <w:sz w:val="18"/>
                <w:szCs w:val="20"/>
              </w:rPr>
              <w:t>ОАО "Новые Стайки"</w:t>
            </w:r>
          </w:p>
        </w:tc>
      </w:tr>
      <w:tr w:rsidR="00D54DB9" w:rsidRPr="00782C99" w14:paraId="000522F9" w14:textId="77777777" w:rsidTr="00794D7B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7F458B34" w14:textId="77777777" w:rsidR="00D54DB9" w:rsidRPr="00782C99" w:rsidRDefault="00D54DB9" w:rsidP="00D54DB9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Учетный номер плательщика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29FA3D0F" w14:textId="77777777" w:rsidR="00D54DB9" w:rsidRPr="00D54DB9" w:rsidRDefault="00D54DB9" w:rsidP="00D54DB9">
            <w:pPr>
              <w:rPr>
                <w:sz w:val="18"/>
                <w:szCs w:val="20"/>
              </w:rPr>
            </w:pPr>
            <w:r w:rsidRPr="00D54DB9">
              <w:rPr>
                <w:sz w:val="18"/>
                <w:szCs w:val="20"/>
              </w:rPr>
              <w:t>200100251</w:t>
            </w:r>
          </w:p>
        </w:tc>
      </w:tr>
      <w:tr w:rsidR="00D54DB9" w:rsidRPr="00782C99" w14:paraId="2A747027" w14:textId="77777777" w:rsidTr="00794D7B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601B589C" w14:textId="77777777" w:rsidR="00D54DB9" w:rsidRPr="00782C99" w:rsidRDefault="00D54DB9" w:rsidP="00D54DB9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Вид экономической деятельности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142354AF" w14:textId="77777777" w:rsidR="00D54DB9" w:rsidRPr="00D54DB9" w:rsidRDefault="00D54DB9" w:rsidP="00D54DB9">
            <w:pPr>
              <w:rPr>
                <w:sz w:val="18"/>
                <w:szCs w:val="20"/>
              </w:rPr>
            </w:pPr>
            <w:r w:rsidRPr="00D54DB9">
              <w:rPr>
                <w:sz w:val="18"/>
                <w:szCs w:val="20"/>
              </w:rPr>
              <w:t>Смешанное сельское хозяйство</w:t>
            </w:r>
          </w:p>
        </w:tc>
      </w:tr>
      <w:tr w:rsidR="00D54DB9" w:rsidRPr="00782C99" w14:paraId="44E8D66C" w14:textId="77777777" w:rsidTr="00794D7B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4FFF52F2" w14:textId="77777777" w:rsidR="00D54DB9" w:rsidRPr="00782C99" w:rsidRDefault="00D54DB9" w:rsidP="00D54DB9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Организационно-правовая форма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111DF265" w14:textId="77777777" w:rsidR="00D54DB9" w:rsidRPr="00D54DB9" w:rsidRDefault="00D54DB9" w:rsidP="00D54DB9">
            <w:pPr>
              <w:rPr>
                <w:sz w:val="18"/>
                <w:szCs w:val="20"/>
              </w:rPr>
            </w:pPr>
            <w:r w:rsidRPr="00D54DB9">
              <w:rPr>
                <w:sz w:val="18"/>
                <w:szCs w:val="20"/>
              </w:rPr>
              <w:t>ОАО</w:t>
            </w:r>
          </w:p>
        </w:tc>
      </w:tr>
      <w:tr w:rsidR="00D54DB9" w:rsidRPr="00782C99" w14:paraId="3FD4A0A9" w14:textId="77777777" w:rsidTr="00794D7B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3376BCE2" w14:textId="77777777" w:rsidR="00D54DB9" w:rsidRPr="00782C99" w:rsidRDefault="00D54DB9" w:rsidP="00D54DB9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Орган управления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6D390729" w14:textId="77777777" w:rsidR="00D54DB9" w:rsidRPr="00D54DB9" w:rsidRDefault="00D54DB9" w:rsidP="00D54DB9">
            <w:pPr>
              <w:rPr>
                <w:sz w:val="18"/>
                <w:szCs w:val="20"/>
              </w:rPr>
            </w:pPr>
            <w:r w:rsidRPr="00D54DB9">
              <w:rPr>
                <w:sz w:val="18"/>
                <w:szCs w:val="20"/>
              </w:rPr>
              <w:t>Общее собрание акционеров, наблюдательный совет</w:t>
            </w:r>
          </w:p>
        </w:tc>
      </w:tr>
      <w:tr w:rsidR="00D54DB9" w:rsidRPr="00782C99" w14:paraId="56611435" w14:textId="77777777" w:rsidTr="00794D7B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5B245B78" w14:textId="77777777" w:rsidR="00D54DB9" w:rsidRPr="00782C99" w:rsidRDefault="00D54DB9" w:rsidP="00D54DB9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1CD5EFE6" w14:textId="77777777" w:rsidR="00D54DB9" w:rsidRPr="00D54DB9" w:rsidRDefault="00D54DB9" w:rsidP="00D54DB9">
            <w:pPr>
              <w:rPr>
                <w:sz w:val="18"/>
                <w:szCs w:val="20"/>
              </w:rPr>
            </w:pPr>
            <w:proofErr w:type="spellStart"/>
            <w:r w:rsidRPr="00D54DB9">
              <w:rPr>
                <w:sz w:val="18"/>
                <w:szCs w:val="20"/>
              </w:rPr>
              <w:t>тыс.руб</w:t>
            </w:r>
            <w:proofErr w:type="spellEnd"/>
            <w:r w:rsidRPr="00D54DB9">
              <w:rPr>
                <w:sz w:val="18"/>
                <w:szCs w:val="20"/>
              </w:rPr>
              <w:t>.</w:t>
            </w:r>
          </w:p>
        </w:tc>
      </w:tr>
      <w:tr w:rsidR="00D54DB9" w:rsidRPr="00782C99" w14:paraId="5D5D2DC6" w14:textId="77777777" w:rsidTr="00794D7B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6551244C" w14:textId="77777777" w:rsidR="00D54DB9" w:rsidRPr="00782C99" w:rsidRDefault="00D54DB9" w:rsidP="00D54DB9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Адрес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74EA58CA" w14:textId="77777777" w:rsidR="00D54DB9" w:rsidRPr="00D54DB9" w:rsidRDefault="00D54DB9" w:rsidP="00D54DB9">
            <w:pPr>
              <w:rPr>
                <w:sz w:val="18"/>
                <w:szCs w:val="20"/>
              </w:rPr>
            </w:pPr>
            <w:r w:rsidRPr="00D54DB9">
              <w:rPr>
                <w:sz w:val="18"/>
                <w:szCs w:val="20"/>
              </w:rPr>
              <w:t>Брестская обл., Ивацевичский район, д. Стайки, ул. Школьная, 5</w:t>
            </w:r>
          </w:p>
        </w:tc>
      </w:tr>
      <w:tr w:rsidR="00782C99" w:rsidRPr="00782C99" w14:paraId="3EF84E24" w14:textId="77777777" w:rsidTr="00794D7B">
        <w:trPr>
          <w:trHeight w:val="170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AB1F073" w14:textId="77777777" w:rsidR="00782C99" w:rsidRPr="00782C99" w:rsidRDefault="00782C99" w:rsidP="00782C99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7625EB7" w14:textId="77777777" w:rsidR="00782C99" w:rsidRPr="00782C99" w:rsidRDefault="00782C99" w:rsidP="00782C99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3D884C0" w14:textId="77777777" w:rsidR="00782C99" w:rsidRPr="00782C99" w:rsidRDefault="00782C99" w:rsidP="00782C99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4696D5F" w14:textId="77777777" w:rsidR="00782C99" w:rsidRPr="00782C99" w:rsidRDefault="00782C99" w:rsidP="00782C99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 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95DB7D" w14:textId="77777777" w:rsidR="00782C99" w:rsidRPr="00782C99" w:rsidRDefault="00782C99" w:rsidP="00782C99">
            <w:pPr>
              <w:ind w:firstLineChars="200" w:firstLine="360"/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Дата утверждения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F11F533" w14:textId="77777777" w:rsidR="00782C99" w:rsidRPr="00782C99" w:rsidRDefault="00782C99" w:rsidP="00782C99">
            <w:pPr>
              <w:jc w:val="center"/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 </w:t>
            </w:r>
          </w:p>
        </w:tc>
      </w:tr>
      <w:tr w:rsidR="00782C99" w:rsidRPr="00782C99" w14:paraId="4D68B782" w14:textId="77777777" w:rsidTr="00794D7B">
        <w:trPr>
          <w:trHeight w:val="170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6DA7FC9" w14:textId="77777777" w:rsidR="00782C99" w:rsidRPr="00782C99" w:rsidRDefault="00782C99" w:rsidP="00782C99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7653184" w14:textId="77777777" w:rsidR="00782C99" w:rsidRPr="00782C99" w:rsidRDefault="00782C99" w:rsidP="00782C99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0295339" w14:textId="77777777" w:rsidR="00782C99" w:rsidRPr="00782C99" w:rsidRDefault="00782C99" w:rsidP="00782C99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6C6A6302" w14:textId="77777777" w:rsidR="00782C99" w:rsidRPr="00782C99" w:rsidRDefault="00782C99" w:rsidP="00782C99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 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65317F" w14:textId="77777777" w:rsidR="00782C99" w:rsidRPr="00782C99" w:rsidRDefault="00782C99" w:rsidP="00782C99">
            <w:pPr>
              <w:ind w:firstLineChars="200" w:firstLine="360"/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Дата отправки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D28B305" w14:textId="77777777" w:rsidR="00782C99" w:rsidRPr="00782C99" w:rsidRDefault="00782C99" w:rsidP="00782C99">
            <w:pPr>
              <w:jc w:val="center"/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 </w:t>
            </w:r>
          </w:p>
        </w:tc>
      </w:tr>
      <w:tr w:rsidR="00782C99" w:rsidRPr="00782C99" w14:paraId="26C918AE" w14:textId="77777777" w:rsidTr="00794D7B">
        <w:trPr>
          <w:trHeight w:val="170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554D742" w14:textId="77777777" w:rsidR="00782C99" w:rsidRPr="00782C99" w:rsidRDefault="00782C99" w:rsidP="00782C99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62D2E16E" w14:textId="77777777" w:rsidR="00782C99" w:rsidRPr="00782C99" w:rsidRDefault="00782C99" w:rsidP="00782C99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F1F2CB9" w14:textId="77777777" w:rsidR="00782C99" w:rsidRPr="00782C99" w:rsidRDefault="00782C99" w:rsidP="00782C99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A03A765" w14:textId="77777777" w:rsidR="00782C99" w:rsidRPr="00782C99" w:rsidRDefault="00782C99" w:rsidP="00782C99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 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39C6FF" w14:textId="77777777" w:rsidR="00782C99" w:rsidRPr="00782C99" w:rsidRDefault="00782C99" w:rsidP="00782C99">
            <w:pPr>
              <w:ind w:firstLineChars="200" w:firstLine="360"/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Дата принятия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89427D6" w14:textId="77777777" w:rsidR="00782C99" w:rsidRPr="00782C99" w:rsidRDefault="00782C99" w:rsidP="00782C99">
            <w:pPr>
              <w:jc w:val="center"/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 </w:t>
            </w:r>
          </w:p>
        </w:tc>
      </w:tr>
      <w:tr w:rsidR="00782C99" w:rsidRPr="00782C99" w14:paraId="0E3F0E96" w14:textId="77777777" w:rsidTr="00794D7B">
        <w:trPr>
          <w:trHeight w:val="84"/>
        </w:trPr>
        <w:tc>
          <w:tcPr>
            <w:tcW w:w="163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0BC4A02F" w14:textId="77777777" w:rsidR="00782C99" w:rsidRPr="00782C99" w:rsidRDefault="00782C99" w:rsidP="00782C99">
            <w:pPr>
              <w:rPr>
                <w:sz w:val="16"/>
                <w:szCs w:val="16"/>
              </w:rPr>
            </w:pPr>
            <w:r w:rsidRPr="00782C99">
              <w:rPr>
                <w:sz w:val="16"/>
                <w:szCs w:val="16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1141DDCE" w14:textId="77777777" w:rsidR="00782C99" w:rsidRPr="00782C99" w:rsidRDefault="00782C99" w:rsidP="00782C99">
            <w:pPr>
              <w:rPr>
                <w:sz w:val="16"/>
                <w:szCs w:val="16"/>
              </w:rPr>
            </w:pPr>
            <w:r w:rsidRPr="00782C99">
              <w:rPr>
                <w:sz w:val="16"/>
                <w:szCs w:val="16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26E6DA31" w14:textId="77777777" w:rsidR="00782C99" w:rsidRPr="00782C99" w:rsidRDefault="00782C99" w:rsidP="00782C99">
            <w:pPr>
              <w:rPr>
                <w:sz w:val="16"/>
                <w:szCs w:val="16"/>
              </w:rPr>
            </w:pPr>
            <w:r w:rsidRPr="00782C99">
              <w:rPr>
                <w:sz w:val="16"/>
                <w:szCs w:val="16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vAlign w:val="center"/>
          </w:tcPr>
          <w:p w14:paraId="014D3FAE" w14:textId="77777777" w:rsidR="00782C99" w:rsidRPr="00782C99" w:rsidRDefault="00782C99" w:rsidP="00782C99">
            <w:pPr>
              <w:ind w:firstLineChars="200" w:firstLine="320"/>
              <w:rPr>
                <w:sz w:val="16"/>
                <w:szCs w:val="16"/>
              </w:rPr>
            </w:pPr>
            <w:r w:rsidRPr="00782C99">
              <w:rPr>
                <w:sz w:val="16"/>
                <w:szCs w:val="16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0B909A54" w14:textId="77777777" w:rsidR="00782C99" w:rsidRPr="00782C99" w:rsidRDefault="00782C99" w:rsidP="00782C99">
            <w:pPr>
              <w:jc w:val="center"/>
              <w:rPr>
                <w:sz w:val="16"/>
                <w:szCs w:val="16"/>
              </w:rPr>
            </w:pPr>
            <w:r w:rsidRPr="00782C99">
              <w:rPr>
                <w:sz w:val="16"/>
                <w:szCs w:val="16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457D511F" w14:textId="77777777" w:rsidR="00782C99" w:rsidRPr="00782C99" w:rsidRDefault="00782C99" w:rsidP="00782C99">
            <w:pPr>
              <w:rPr>
                <w:sz w:val="16"/>
                <w:szCs w:val="16"/>
              </w:rPr>
            </w:pPr>
            <w:r w:rsidRPr="00782C99">
              <w:rPr>
                <w:sz w:val="16"/>
                <w:szCs w:val="16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739DF7F9" w14:textId="77777777" w:rsidR="00782C99" w:rsidRPr="00782C99" w:rsidRDefault="00782C99" w:rsidP="00782C99">
            <w:pPr>
              <w:rPr>
                <w:sz w:val="16"/>
                <w:szCs w:val="16"/>
              </w:rPr>
            </w:pPr>
            <w:r w:rsidRPr="00782C99">
              <w:rPr>
                <w:sz w:val="16"/>
                <w:szCs w:val="16"/>
              </w:rPr>
              <w:t> </w:t>
            </w:r>
          </w:p>
        </w:tc>
      </w:tr>
      <w:tr w:rsidR="009A3676" w:rsidRPr="00782C99" w14:paraId="44FDBC8D" w14:textId="77777777" w:rsidTr="00794D7B">
        <w:trPr>
          <w:trHeight w:val="312"/>
        </w:trPr>
        <w:tc>
          <w:tcPr>
            <w:tcW w:w="5120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41F3F2D" w14:textId="77777777" w:rsidR="009A3676" w:rsidRPr="00782C99" w:rsidRDefault="009A3676" w:rsidP="009A3676">
            <w:pPr>
              <w:jc w:val="center"/>
              <w:rPr>
                <w:b/>
                <w:bCs/>
                <w:sz w:val="18"/>
                <w:szCs w:val="18"/>
              </w:rPr>
            </w:pPr>
            <w:r w:rsidRPr="00782C99">
              <w:rPr>
                <w:b/>
                <w:bCs/>
                <w:sz w:val="18"/>
                <w:szCs w:val="18"/>
              </w:rPr>
              <w:t>Активы</w:t>
            </w:r>
          </w:p>
        </w:tc>
        <w:tc>
          <w:tcPr>
            <w:tcW w:w="7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C75B0A" w14:textId="77777777" w:rsidR="009A3676" w:rsidRPr="00782C99" w:rsidRDefault="009A3676" w:rsidP="009A3676">
            <w:pPr>
              <w:jc w:val="center"/>
              <w:rPr>
                <w:b/>
                <w:bCs/>
                <w:sz w:val="16"/>
                <w:szCs w:val="16"/>
              </w:rPr>
            </w:pPr>
            <w:r w:rsidRPr="00782C99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213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FC8997" w14:textId="3BE49785" w:rsidR="009A3676" w:rsidRPr="00782C99" w:rsidRDefault="009A3676" w:rsidP="009317BC">
            <w:pPr>
              <w:widowControl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На 31 декабря 202</w:t>
            </w:r>
            <w:r w:rsidR="009317BC">
              <w:rPr>
                <w:b/>
                <w:bCs/>
                <w:sz w:val="18"/>
                <w:szCs w:val="18"/>
              </w:rPr>
              <w:t>3</w:t>
            </w:r>
            <w:r>
              <w:rPr>
                <w:b/>
                <w:bCs/>
                <w:sz w:val="18"/>
                <w:szCs w:val="18"/>
              </w:rPr>
              <w:t xml:space="preserve"> года</w:t>
            </w:r>
          </w:p>
        </w:tc>
        <w:tc>
          <w:tcPr>
            <w:tcW w:w="2039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4A374277" w14:textId="474A9F93" w:rsidR="009A3676" w:rsidRPr="00782C99" w:rsidRDefault="009A3676" w:rsidP="009317BC">
            <w:pPr>
              <w:widowControl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На 31 декабря 202</w:t>
            </w:r>
            <w:r w:rsidR="009317BC">
              <w:rPr>
                <w:b/>
                <w:bCs/>
                <w:sz w:val="18"/>
                <w:szCs w:val="18"/>
              </w:rPr>
              <w:t>2</w:t>
            </w:r>
            <w:r>
              <w:rPr>
                <w:b/>
                <w:bCs/>
                <w:sz w:val="18"/>
                <w:szCs w:val="18"/>
              </w:rPr>
              <w:t xml:space="preserve"> года</w:t>
            </w:r>
          </w:p>
        </w:tc>
      </w:tr>
      <w:tr w:rsidR="009A3676" w:rsidRPr="00782C99" w14:paraId="0872A659" w14:textId="77777777" w:rsidTr="00794D7B">
        <w:trPr>
          <w:trHeight w:val="225"/>
        </w:trPr>
        <w:tc>
          <w:tcPr>
            <w:tcW w:w="5120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55374796" w14:textId="77777777" w:rsidR="009A3676" w:rsidRPr="00782C99" w:rsidRDefault="009A3676" w:rsidP="009A3676">
            <w:pPr>
              <w:jc w:val="center"/>
              <w:rPr>
                <w:b/>
                <w:bCs/>
                <w:sz w:val="16"/>
                <w:szCs w:val="16"/>
              </w:rPr>
            </w:pPr>
            <w:r w:rsidRPr="00782C99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4C22194" w14:textId="77777777" w:rsidR="009A3676" w:rsidRPr="00782C99" w:rsidRDefault="009A3676" w:rsidP="009A3676">
            <w:pPr>
              <w:jc w:val="center"/>
              <w:rPr>
                <w:b/>
                <w:bCs/>
                <w:sz w:val="16"/>
                <w:szCs w:val="16"/>
              </w:rPr>
            </w:pPr>
            <w:r w:rsidRPr="00782C99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68F0DAB" w14:textId="538E91D0" w:rsidR="009A3676" w:rsidRPr="00782C99" w:rsidRDefault="009A3676" w:rsidP="009A3676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FFFFFF"/>
            <w:noWrap/>
            <w:vAlign w:val="center"/>
          </w:tcPr>
          <w:p w14:paraId="190C5056" w14:textId="0E0B88A3" w:rsidR="009A3676" w:rsidRPr="00782C99" w:rsidRDefault="009A3676" w:rsidP="009A3676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4</w:t>
            </w:r>
          </w:p>
        </w:tc>
      </w:tr>
      <w:tr w:rsidR="009317BC" w:rsidRPr="00782C99" w14:paraId="0102FEB1" w14:textId="77777777" w:rsidTr="00794D7B">
        <w:trPr>
          <w:trHeight w:val="300"/>
        </w:trPr>
        <w:tc>
          <w:tcPr>
            <w:tcW w:w="5120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3164532A" w14:textId="77777777" w:rsidR="009317BC" w:rsidRPr="00782C99" w:rsidRDefault="009317BC" w:rsidP="009317BC">
            <w:pPr>
              <w:rPr>
                <w:b/>
                <w:bCs/>
                <w:sz w:val="20"/>
                <w:szCs w:val="20"/>
              </w:rPr>
            </w:pPr>
            <w:r w:rsidRPr="00782C99">
              <w:rPr>
                <w:b/>
                <w:bCs/>
                <w:sz w:val="20"/>
                <w:szCs w:val="20"/>
              </w:rPr>
              <w:t xml:space="preserve">I. ДОЛГОСРОЧНЫЕ АКТИВЫ </w:t>
            </w:r>
          </w:p>
        </w:tc>
        <w:tc>
          <w:tcPr>
            <w:tcW w:w="7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0D739E3" w14:textId="77777777" w:rsidR="009317BC" w:rsidRPr="00782C99" w:rsidRDefault="009317BC" w:rsidP="009317BC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 </w:t>
            </w:r>
          </w:p>
        </w:tc>
        <w:tc>
          <w:tcPr>
            <w:tcW w:w="213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BD4AC2F" w14:textId="70394B4A" w:rsidR="009317BC" w:rsidRDefault="009317BC" w:rsidP="00931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03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8DE3E25" w14:textId="6385B7FF" w:rsidR="009317BC" w:rsidRDefault="009317BC" w:rsidP="00931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317BC" w:rsidRPr="00782C99" w14:paraId="47DBB954" w14:textId="77777777" w:rsidTr="00794D7B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6AF1797B" w14:textId="77777777" w:rsidR="009317BC" w:rsidRPr="00782C99" w:rsidRDefault="009317BC" w:rsidP="009317BC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Основные средства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CCE51D4" w14:textId="77777777" w:rsidR="009317BC" w:rsidRPr="00782C99" w:rsidRDefault="009317BC" w:rsidP="009317BC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110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22617D8" w14:textId="78821DB4" w:rsidR="009317BC" w:rsidRDefault="009317BC" w:rsidP="009317BC">
            <w:pPr>
              <w:jc w:val="center"/>
              <w:rPr>
                <w:sz w:val="20"/>
                <w:szCs w:val="20"/>
              </w:rPr>
            </w:pPr>
            <w:bookmarkStart w:id="0" w:name="f1r110"/>
            <w:bookmarkEnd w:id="0"/>
            <w:r>
              <w:rPr>
                <w:sz w:val="20"/>
                <w:szCs w:val="20"/>
              </w:rPr>
              <w:t xml:space="preserve"> 12 526 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A6D8D8A" w14:textId="344B5FC5" w:rsidR="009317BC" w:rsidRDefault="009317BC" w:rsidP="00931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10 112 </w:t>
            </w:r>
          </w:p>
        </w:tc>
      </w:tr>
      <w:tr w:rsidR="009317BC" w:rsidRPr="00782C99" w14:paraId="4F03CF11" w14:textId="77777777" w:rsidTr="00794D7B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5361AF52" w14:textId="77777777" w:rsidR="009317BC" w:rsidRPr="00782C99" w:rsidRDefault="009317BC" w:rsidP="009317BC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Нематериальные активы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58FB487" w14:textId="77777777" w:rsidR="009317BC" w:rsidRPr="00782C99" w:rsidRDefault="009317BC" w:rsidP="009317BC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120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50D93C8" w14:textId="54AFD235" w:rsidR="009317BC" w:rsidRDefault="009317BC" w:rsidP="009317BC">
            <w:pPr>
              <w:jc w:val="center"/>
              <w:rPr>
                <w:sz w:val="20"/>
                <w:szCs w:val="20"/>
              </w:rPr>
            </w:pPr>
            <w:bookmarkStart w:id="1" w:name="f1r120"/>
            <w:bookmarkEnd w:id="1"/>
            <w:r>
              <w:rPr>
                <w:sz w:val="20"/>
                <w:szCs w:val="20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4EB3959" w14:textId="04A1CB31" w:rsidR="009317BC" w:rsidRDefault="009317BC" w:rsidP="00931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317BC" w:rsidRPr="00782C99" w14:paraId="62545556" w14:textId="77777777" w:rsidTr="00794D7B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602BA0CE" w14:textId="77777777" w:rsidR="009317BC" w:rsidRPr="00782C99" w:rsidRDefault="009317BC" w:rsidP="009317BC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 xml:space="preserve">Доходные вложения в материальные активы 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4C4F2AE" w14:textId="77777777" w:rsidR="009317BC" w:rsidRPr="00782C99" w:rsidRDefault="009317BC" w:rsidP="009317BC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130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29EA9A6" w14:textId="774D476D" w:rsidR="009317BC" w:rsidRDefault="009317BC" w:rsidP="009317BC">
            <w:pPr>
              <w:jc w:val="center"/>
              <w:rPr>
                <w:sz w:val="20"/>
                <w:szCs w:val="20"/>
              </w:rPr>
            </w:pPr>
            <w:bookmarkStart w:id="2" w:name="f1r130"/>
            <w:bookmarkEnd w:id="2"/>
            <w:r>
              <w:rPr>
                <w:sz w:val="20"/>
                <w:szCs w:val="20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BDEEDC3" w14:textId="7FA08034" w:rsidR="009317BC" w:rsidRDefault="009317BC" w:rsidP="00931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317BC" w:rsidRPr="00782C99" w14:paraId="585A5471" w14:textId="77777777" w:rsidTr="00794D7B">
        <w:trPr>
          <w:trHeight w:val="255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585ABC0D" w14:textId="77777777" w:rsidR="009317BC" w:rsidRPr="00782C99" w:rsidRDefault="009317BC" w:rsidP="009317BC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В том числе: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BED2992" w14:textId="77777777" w:rsidR="009317BC" w:rsidRPr="00782C99" w:rsidRDefault="009317BC" w:rsidP="009317BC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 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460A0A1" w14:textId="38002F06" w:rsidR="009317BC" w:rsidRDefault="009317BC" w:rsidP="00931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9FF0B1E" w14:textId="26D14811" w:rsidR="009317BC" w:rsidRDefault="009317BC" w:rsidP="00931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317BC" w:rsidRPr="00782C99" w14:paraId="2F507B18" w14:textId="77777777" w:rsidTr="00794D7B">
        <w:trPr>
          <w:trHeight w:val="255"/>
        </w:trPr>
        <w:tc>
          <w:tcPr>
            <w:tcW w:w="51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1C664506" w14:textId="77777777" w:rsidR="009317BC" w:rsidRPr="00782C99" w:rsidRDefault="009317BC" w:rsidP="009317BC">
            <w:pPr>
              <w:ind w:firstLineChars="200" w:firstLine="400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инвестиционная недвижимость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A72C615" w14:textId="77777777" w:rsidR="009317BC" w:rsidRPr="00782C99" w:rsidRDefault="009317BC" w:rsidP="009317BC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131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025D15F" w14:textId="6982EC51" w:rsidR="009317BC" w:rsidRDefault="009317BC" w:rsidP="009317BC">
            <w:pPr>
              <w:jc w:val="center"/>
              <w:rPr>
                <w:sz w:val="20"/>
                <w:szCs w:val="20"/>
              </w:rPr>
            </w:pPr>
            <w:bookmarkStart w:id="3" w:name="f1r131"/>
            <w:bookmarkEnd w:id="3"/>
            <w:r>
              <w:rPr>
                <w:sz w:val="20"/>
                <w:szCs w:val="20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5DDF6C4" w14:textId="41BC7DF4" w:rsidR="009317BC" w:rsidRDefault="009317BC" w:rsidP="00931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317BC" w:rsidRPr="00782C99" w14:paraId="515E623C" w14:textId="77777777" w:rsidTr="00794D7B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3D8F22E8" w14:textId="77777777" w:rsidR="009317BC" w:rsidRPr="00782C99" w:rsidRDefault="009317BC" w:rsidP="009317BC">
            <w:pPr>
              <w:ind w:firstLineChars="200" w:firstLine="400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предметы финансовой аренды (лизинга)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73AFA4B" w14:textId="77777777" w:rsidR="009317BC" w:rsidRPr="00782C99" w:rsidRDefault="009317BC" w:rsidP="009317BC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132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CA0EB2E" w14:textId="5BC513F5" w:rsidR="009317BC" w:rsidRDefault="009317BC" w:rsidP="009317BC">
            <w:pPr>
              <w:jc w:val="center"/>
              <w:rPr>
                <w:sz w:val="20"/>
                <w:szCs w:val="20"/>
              </w:rPr>
            </w:pPr>
            <w:bookmarkStart w:id="4" w:name="f1r132"/>
            <w:bookmarkEnd w:id="4"/>
            <w:r>
              <w:rPr>
                <w:sz w:val="20"/>
                <w:szCs w:val="20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46B3F0A" w14:textId="1099736C" w:rsidR="009317BC" w:rsidRDefault="009317BC" w:rsidP="00931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317BC" w:rsidRPr="00782C99" w14:paraId="49355D3D" w14:textId="77777777" w:rsidTr="00794D7B">
        <w:trPr>
          <w:trHeight w:val="281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2CEB7E86" w14:textId="77777777" w:rsidR="009317BC" w:rsidRPr="00782C99" w:rsidRDefault="009317BC" w:rsidP="009317BC">
            <w:pPr>
              <w:ind w:firstLineChars="200" w:firstLine="400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прочие доходные вложения в материальные активы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161B5A4" w14:textId="77777777" w:rsidR="009317BC" w:rsidRPr="00782C99" w:rsidRDefault="009317BC" w:rsidP="009317BC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133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C82420C" w14:textId="5CCB45D7" w:rsidR="009317BC" w:rsidRDefault="009317BC" w:rsidP="009317BC">
            <w:pPr>
              <w:jc w:val="center"/>
              <w:rPr>
                <w:sz w:val="20"/>
                <w:szCs w:val="20"/>
              </w:rPr>
            </w:pPr>
            <w:bookmarkStart w:id="5" w:name="f1r133"/>
            <w:bookmarkEnd w:id="5"/>
            <w:r>
              <w:rPr>
                <w:sz w:val="20"/>
                <w:szCs w:val="20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C2CAEA9" w14:textId="168BCDF7" w:rsidR="009317BC" w:rsidRDefault="009317BC" w:rsidP="00931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317BC" w:rsidRPr="00782C99" w14:paraId="677BFB09" w14:textId="77777777" w:rsidTr="00794D7B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1F46D0D1" w14:textId="77777777" w:rsidR="009317BC" w:rsidRPr="00782C99" w:rsidRDefault="009317BC" w:rsidP="009317BC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Вложения в долгосрочные активы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AC5ABBA" w14:textId="77777777" w:rsidR="009317BC" w:rsidRPr="00782C99" w:rsidRDefault="009317BC" w:rsidP="009317BC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140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C59FB8E" w14:textId="3AC72ECA" w:rsidR="009317BC" w:rsidRDefault="009317BC" w:rsidP="009317BC">
            <w:pPr>
              <w:jc w:val="center"/>
              <w:rPr>
                <w:sz w:val="20"/>
                <w:szCs w:val="20"/>
              </w:rPr>
            </w:pPr>
            <w:bookmarkStart w:id="6" w:name="f1r140"/>
            <w:bookmarkEnd w:id="6"/>
            <w:r>
              <w:rPr>
                <w:sz w:val="20"/>
                <w:szCs w:val="20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3142929" w14:textId="631D9B1F" w:rsidR="009317BC" w:rsidRDefault="009317BC" w:rsidP="00931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135 </w:t>
            </w:r>
          </w:p>
        </w:tc>
      </w:tr>
      <w:tr w:rsidR="009317BC" w:rsidRPr="00782C99" w14:paraId="2D90D0B2" w14:textId="77777777" w:rsidTr="00794D7B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1A5A6CE7" w14:textId="77777777" w:rsidR="009317BC" w:rsidRPr="00782C99" w:rsidRDefault="009317BC" w:rsidP="009317BC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Долгосрочные финансовые вложения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A108B39" w14:textId="77777777" w:rsidR="009317BC" w:rsidRPr="00782C99" w:rsidRDefault="009317BC" w:rsidP="009317BC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150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7B9D11E" w14:textId="5FF2DF13" w:rsidR="009317BC" w:rsidRDefault="009317BC" w:rsidP="009317BC">
            <w:pPr>
              <w:jc w:val="center"/>
              <w:rPr>
                <w:sz w:val="20"/>
                <w:szCs w:val="20"/>
              </w:rPr>
            </w:pPr>
            <w:bookmarkStart w:id="7" w:name="f1r150"/>
            <w:bookmarkEnd w:id="7"/>
            <w:r>
              <w:rPr>
                <w:sz w:val="20"/>
                <w:szCs w:val="20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E982358" w14:textId="4DE7314C" w:rsidR="009317BC" w:rsidRDefault="009317BC" w:rsidP="00931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317BC" w:rsidRPr="00782C99" w14:paraId="70F8B82C" w14:textId="77777777" w:rsidTr="00794D7B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27A2FB88" w14:textId="77777777" w:rsidR="009317BC" w:rsidRPr="00782C99" w:rsidRDefault="009317BC" w:rsidP="009317BC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Отложенные налоговые активы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2985318" w14:textId="77777777" w:rsidR="009317BC" w:rsidRPr="00782C99" w:rsidRDefault="009317BC" w:rsidP="009317BC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160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8B88C86" w14:textId="730BE233" w:rsidR="009317BC" w:rsidRDefault="009317BC" w:rsidP="009317BC">
            <w:pPr>
              <w:jc w:val="center"/>
              <w:rPr>
                <w:sz w:val="20"/>
                <w:szCs w:val="20"/>
              </w:rPr>
            </w:pPr>
            <w:bookmarkStart w:id="8" w:name="f1r160"/>
            <w:bookmarkEnd w:id="8"/>
            <w:r>
              <w:rPr>
                <w:sz w:val="20"/>
                <w:szCs w:val="20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AF3AB1F" w14:textId="37ADDA72" w:rsidR="009317BC" w:rsidRDefault="009317BC" w:rsidP="00931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317BC" w:rsidRPr="00782C99" w14:paraId="0C4345D5" w14:textId="77777777" w:rsidTr="00794D7B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10BE7031" w14:textId="77777777" w:rsidR="009317BC" w:rsidRPr="00782C99" w:rsidRDefault="009317BC" w:rsidP="009317BC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Долгосрочная дебиторская задолженность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4E2B32E" w14:textId="77777777" w:rsidR="009317BC" w:rsidRPr="00782C99" w:rsidRDefault="009317BC" w:rsidP="009317BC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170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800F26F" w14:textId="1D8F300A" w:rsidR="009317BC" w:rsidRDefault="009317BC" w:rsidP="009317BC">
            <w:pPr>
              <w:jc w:val="center"/>
              <w:rPr>
                <w:sz w:val="20"/>
                <w:szCs w:val="20"/>
              </w:rPr>
            </w:pPr>
            <w:bookmarkStart w:id="9" w:name="f1r170"/>
            <w:bookmarkEnd w:id="9"/>
            <w:r>
              <w:rPr>
                <w:sz w:val="20"/>
                <w:szCs w:val="20"/>
              </w:rPr>
              <w:t xml:space="preserve"> 123 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7615695" w14:textId="474093FD" w:rsidR="009317BC" w:rsidRDefault="009317BC" w:rsidP="00931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145 </w:t>
            </w:r>
          </w:p>
        </w:tc>
      </w:tr>
      <w:tr w:rsidR="009317BC" w:rsidRPr="00782C99" w14:paraId="224E0239" w14:textId="77777777" w:rsidTr="00794D7B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0BDABC99" w14:textId="77777777" w:rsidR="009317BC" w:rsidRPr="00782C99" w:rsidRDefault="009317BC" w:rsidP="009317BC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Прочие долгосрочные активы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181E03E" w14:textId="77777777" w:rsidR="009317BC" w:rsidRPr="00782C99" w:rsidRDefault="009317BC" w:rsidP="009317BC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180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E84A03C" w14:textId="5278E5E5" w:rsidR="009317BC" w:rsidRDefault="009317BC" w:rsidP="009317BC">
            <w:pPr>
              <w:jc w:val="center"/>
              <w:rPr>
                <w:sz w:val="20"/>
                <w:szCs w:val="20"/>
              </w:rPr>
            </w:pPr>
            <w:bookmarkStart w:id="10" w:name="f1r180"/>
            <w:bookmarkEnd w:id="10"/>
            <w:r>
              <w:rPr>
                <w:sz w:val="20"/>
                <w:szCs w:val="20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1040559" w14:textId="57395FF7" w:rsidR="009317BC" w:rsidRDefault="009317BC" w:rsidP="00931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317BC" w:rsidRPr="00782C99" w14:paraId="55EF036E" w14:textId="77777777" w:rsidTr="00794D7B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25B804D9" w14:textId="77777777" w:rsidR="009317BC" w:rsidRPr="00782C99" w:rsidRDefault="009317BC" w:rsidP="009317BC">
            <w:pPr>
              <w:rPr>
                <w:b/>
                <w:bCs/>
                <w:sz w:val="20"/>
                <w:szCs w:val="20"/>
              </w:rPr>
            </w:pPr>
            <w:r w:rsidRPr="00782C99">
              <w:rPr>
                <w:b/>
                <w:bCs/>
                <w:sz w:val="20"/>
                <w:szCs w:val="20"/>
              </w:rPr>
              <w:t>ИТОГО по разделу I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F9EBEE4" w14:textId="77777777" w:rsidR="009317BC" w:rsidRPr="00782C99" w:rsidRDefault="009317BC" w:rsidP="009317BC">
            <w:pPr>
              <w:jc w:val="center"/>
              <w:rPr>
                <w:b/>
                <w:bCs/>
                <w:sz w:val="20"/>
                <w:szCs w:val="20"/>
              </w:rPr>
            </w:pPr>
            <w:r w:rsidRPr="00782C99">
              <w:rPr>
                <w:b/>
                <w:bCs/>
                <w:sz w:val="20"/>
                <w:szCs w:val="20"/>
              </w:rPr>
              <w:t>190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0E044D" w14:textId="1FAC16A2" w:rsidR="009317BC" w:rsidRDefault="009317BC" w:rsidP="009317BC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11" w:name="f1r190"/>
            <w:bookmarkEnd w:id="11"/>
            <w:r>
              <w:rPr>
                <w:b/>
                <w:bCs/>
                <w:sz w:val="20"/>
                <w:szCs w:val="20"/>
              </w:rPr>
              <w:t xml:space="preserve"> 12 649 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C7BEC9" w14:textId="4AD6EAFA" w:rsidR="009317BC" w:rsidRDefault="009317BC" w:rsidP="009317B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10 392 </w:t>
            </w:r>
          </w:p>
        </w:tc>
      </w:tr>
      <w:tr w:rsidR="009317BC" w:rsidRPr="00782C99" w14:paraId="44B047D7" w14:textId="77777777" w:rsidTr="00794D7B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4D6367B4" w14:textId="77777777" w:rsidR="009317BC" w:rsidRPr="00782C99" w:rsidRDefault="009317BC" w:rsidP="009317BC">
            <w:pPr>
              <w:rPr>
                <w:b/>
                <w:bCs/>
                <w:sz w:val="20"/>
                <w:szCs w:val="20"/>
              </w:rPr>
            </w:pPr>
            <w:r w:rsidRPr="00782C99">
              <w:rPr>
                <w:b/>
                <w:bCs/>
                <w:sz w:val="20"/>
                <w:szCs w:val="20"/>
              </w:rPr>
              <w:t>II. КРАТКОСРОЧНЫЕ АКТИВЫ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98E4EEF" w14:textId="77777777" w:rsidR="009317BC" w:rsidRPr="00782C99" w:rsidRDefault="009317BC" w:rsidP="009317BC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3773244" w14:textId="79EF167E" w:rsidR="009317BC" w:rsidRDefault="009317BC" w:rsidP="009317B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ED035E3" w14:textId="58B66780" w:rsidR="009317BC" w:rsidRDefault="009317BC" w:rsidP="009317B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9317BC" w:rsidRPr="00782C99" w14:paraId="60859C99" w14:textId="77777777" w:rsidTr="00794D7B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39C0DF0B" w14:textId="77777777" w:rsidR="009317BC" w:rsidRPr="00782C99" w:rsidRDefault="009317BC" w:rsidP="009317BC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Запасы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7397DF7" w14:textId="77777777" w:rsidR="009317BC" w:rsidRPr="00782C99" w:rsidRDefault="009317BC" w:rsidP="009317BC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210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3A245D2" w14:textId="6353A993" w:rsidR="009317BC" w:rsidRDefault="009317BC" w:rsidP="009317BC">
            <w:pPr>
              <w:jc w:val="center"/>
              <w:rPr>
                <w:sz w:val="20"/>
                <w:szCs w:val="20"/>
              </w:rPr>
            </w:pPr>
            <w:bookmarkStart w:id="12" w:name="f1r210"/>
            <w:bookmarkEnd w:id="12"/>
            <w:r>
              <w:rPr>
                <w:sz w:val="20"/>
                <w:szCs w:val="20"/>
              </w:rPr>
              <w:t xml:space="preserve"> 6 487 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35D6200" w14:textId="7E514B06" w:rsidR="009317BC" w:rsidRDefault="009317BC" w:rsidP="00931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5 986 </w:t>
            </w:r>
          </w:p>
        </w:tc>
      </w:tr>
      <w:tr w:rsidR="009317BC" w:rsidRPr="00782C99" w14:paraId="6EC457B4" w14:textId="77777777" w:rsidTr="00794D7B">
        <w:trPr>
          <w:trHeight w:val="255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00D58A81" w14:textId="77777777" w:rsidR="009317BC" w:rsidRPr="00782C99" w:rsidRDefault="009317BC" w:rsidP="009317BC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В том числе: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B2F2014" w14:textId="77777777" w:rsidR="009317BC" w:rsidRPr="00782C99" w:rsidRDefault="009317BC" w:rsidP="009317BC">
            <w:pPr>
              <w:jc w:val="center"/>
              <w:rPr>
                <w:rFonts w:ascii="Arial CYR" w:hAnsi="Arial CYR" w:cs="Arial CYR"/>
                <w:sz w:val="20"/>
                <w:szCs w:val="20"/>
                <w:lang w:val="en-US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9EE4EFE" w14:textId="27118BD4" w:rsidR="009317BC" w:rsidRDefault="009317BC" w:rsidP="00931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65966AA" w14:textId="6E8154A2" w:rsidR="009317BC" w:rsidRDefault="009317BC" w:rsidP="00931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317BC" w:rsidRPr="00782C99" w14:paraId="6FF9364B" w14:textId="77777777" w:rsidTr="00794D7B">
        <w:trPr>
          <w:trHeight w:val="255"/>
        </w:trPr>
        <w:tc>
          <w:tcPr>
            <w:tcW w:w="51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D658D52" w14:textId="77777777" w:rsidR="009317BC" w:rsidRPr="00782C99" w:rsidRDefault="009317BC" w:rsidP="009317BC">
            <w:pPr>
              <w:ind w:firstLineChars="100" w:firstLine="200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материалы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BEB8996" w14:textId="77777777" w:rsidR="009317BC" w:rsidRPr="00782C99" w:rsidRDefault="009317BC" w:rsidP="009317BC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211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60A10A3" w14:textId="6A878BB2" w:rsidR="009317BC" w:rsidRDefault="009317BC" w:rsidP="009317BC">
            <w:pPr>
              <w:jc w:val="center"/>
              <w:rPr>
                <w:sz w:val="20"/>
                <w:szCs w:val="20"/>
              </w:rPr>
            </w:pPr>
            <w:bookmarkStart w:id="13" w:name="f1r211"/>
            <w:bookmarkEnd w:id="13"/>
            <w:r>
              <w:rPr>
                <w:sz w:val="20"/>
                <w:szCs w:val="20"/>
              </w:rPr>
              <w:t xml:space="preserve"> 2 672 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B2D328D" w14:textId="44E04FB4" w:rsidR="009317BC" w:rsidRDefault="009317BC" w:rsidP="00931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2 832 </w:t>
            </w:r>
          </w:p>
        </w:tc>
      </w:tr>
      <w:tr w:rsidR="009317BC" w:rsidRPr="00782C99" w14:paraId="4AFB2160" w14:textId="77777777" w:rsidTr="00794D7B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46A4CABD" w14:textId="77777777" w:rsidR="009317BC" w:rsidRPr="00782C99" w:rsidRDefault="009317BC" w:rsidP="009317BC">
            <w:pPr>
              <w:ind w:firstLineChars="100" w:firstLine="200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животные на выращивании и откорме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B02994A" w14:textId="77777777" w:rsidR="009317BC" w:rsidRPr="00782C99" w:rsidRDefault="009317BC" w:rsidP="009317BC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212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DBF838C" w14:textId="00C65D51" w:rsidR="009317BC" w:rsidRDefault="009317BC" w:rsidP="009317BC">
            <w:pPr>
              <w:jc w:val="center"/>
              <w:rPr>
                <w:sz w:val="20"/>
                <w:szCs w:val="20"/>
              </w:rPr>
            </w:pPr>
            <w:bookmarkStart w:id="14" w:name="f1r212"/>
            <w:bookmarkEnd w:id="14"/>
            <w:r>
              <w:rPr>
                <w:sz w:val="20"/>
                <w:szCs w:val="20"/>
              </w:rPr>
              <w:t xml:space="preserve"> 3 383 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7267FA1" w14:textId="153BA8C4" w:rsidR="009317BC" w:rsidRDefault="009317BC" w:rsidP="00931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2 731 </w:t>
            </w:r>
          </w:p>
        </w:tc>
      </w:tr>
      <w:tr w:rsidR="009317BC" w:rsidRPr="00782C99" w14:paraId="3A09E8B8" w14:textId="77777777" w:rsidTr="00794D7B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1F3C2A35" w14:textId="77777777" w:rsidR="009317BC" w:rsidRPr="00782C99" w:rsidRDefault="009317BC" w:rsidP="009317BC">
            <w:pPr>
              <w:ind w:firstLineChars="100" w:firstLine="200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незавершенное производство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22BEDEC" w14:textId="77777777" w:rsidR="009317BC" w:rsidRPr="00782C99" w:rsidRDefault="009317BC" w:rsidP="009317BC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213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A535931" w14:textId="47AF6EBC" w:rsidR="009317BC" w:rsidRDefault="009317BC" w:rsidP="009317BC">
            <w:pPr>
              <w:jc w:val="center"/>
              <w:rPr>
                <w:sz w:val="20"/>
                <w:szCs w:val="20"/>
              </w:rPr>
            </w:pPr>
            <w:bookmarkStart w:id="15" w:name="f1r213"/>
            <w:bookmarkEnd w:id="15"/>
            <w:r>
              <w:rPr>
                <w:sz w:val="20"/>
                <w:szCs w:val="20"/>
              </w:rPr>
              <w:t xml:space="preserve"> 421 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A917A33" w14:textId="70156DC5" w:rsidR="009317BC" w:rsidRDefault="009317BC" w:rsidP="00931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413 </w:t>
            </w:r>
          </w:p>
        </w:tc>
      </w:tr>
      <w:tr w:rsidR="009317BC" w:rsidRPr="00782C99" w14:paraId="3530B491" w14:textId="77777777" w:rsidTr="00794D7B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2931ADCB" w14:textId="77777777" w:rsidR="009317BC" w:rsidRPr="00782C99" w:rsidRDefault="009317BC" w:rsidP="009317BC">
            <w:pPr>
              <w:ind w:firstLineChars="100" w:firstLine="200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готовая продукция и товары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1E4FB24" w14:textId="77777777" w:rsidR="009317BC" w:rsidRPr="00782C99" w:rsidRDefault="009317BC" w:rsidP="009317BC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214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8838F55" w14:textId="6DC8E758" w:rsidR="009317BC" w:rsidRDefault="009317BC" w:rsidP="009317BC">
            <w:pPr>
              <w:jc w:val="center"/>
              <w:rPr>
                <w:sz w:val="20"/>
                <w:szCs w:val="20"/>
              </w:rPr>
            </w:pPr>
            <w:bookmarkStart w:id="16" w:name="f1r214"/>
            <w:bookmarkEnd w:id="16"/>
            <w:r>
              <w:rPr>
                <w:sz w:val="20"/>
                <w:szCs w:val="20"/>
              </w:rPr>
              <w:t xml:space="preserve"> 11 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A1EA870" w14:textId="32D47D28" w:rsidR="009317BC" w:rsidRDefault="009317BC" w:rsidP="00931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10 </w:t>
            </w:r>
          </w:p>
        </w:tc>
      </w:tr>
      <w:tr w:rsidR="009317BC" w:rsidRPr="00782C99" w14:paraId="6CEDFD72" w14:textId="77777777" w:rsidTr="00794D7B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288BFD63" w14:textId="77777777" w:rsidR="009317BC" w:rsidRPr="00782C99" w:rsidRDefault="009317BC" w:rsidP="009317BC">
            <w:pPr>
              <w:ind w:firstLineChars="100" w:firstLine="200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товары отгруженные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D848939" w14:textId="77777777" w:rsidR="009317BC" w:rsidRPr="00782C99" w:rsidRDefault="009317BC" w:rsidP="009317BC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215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0910369" w14:textId="475F5F7D" w:rsidR="009317BC" w:rsidRDefault="009317BC" w:rsidP="009317BC">
            <w:pPr>
              <w:jc w:val="center"/>
              <w:rPr>
                <w:sz w:val="20"/>
                <w:szCs w:val="20"/>
              </w:rPr>
            </w:pPr>
            <w:bookmarkStart w:id="17" w:name="f1r215"/>
            <w:bookmarkEnd w:id="17"/>
            <w:r>
              <w:rPr>
                <w:sz w:val="20"/>
                <w:szCs w:val="20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63C935B" w14:textId="78DA8A9E" w:rsidR="009317BC" w:rsidRDefault="009317BC" w:rsidP="00931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317BC" w:rsidRPr="00782C99" w14:paraId="1D587BB4" w14:textId="77777777" w:rsidTr="00794D7B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0120FF98" w14:textId="77777777" w:rsidR="009317BC" w:rsidRPr="00782C99" w:rsidRDefault="009317BC" w:rsidP="009317BC">
            <w:pPr>
              <w:ind w:firstLineChars="100" w:firstLine="200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прочие запасы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9FA2363" w14:textId="77777777" w:rsidR="009317BC" w:rsidRPr="00782C99" w:rsidRDefault="009317BC" w:rsidP="009317BC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216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C2C7D82" w14:textId="1ADF35CC" w:rsidR="009317BC" w:rsidRDefault="009317BC" w:rsidP="009317BC">
            <w:pPr>
              <w:jc w:val="center"/>
              <w:rPr>
                <w:sz w:val="20"/>
                <w:szCs w:val="20"/>
              </w:rPr>
            </w:pPr>
            <w:bookmarkStart w:id="18" w:name="f1r216"/>
            <w:bookmarkEnd w:id="18"/>
            <w:r>
              <w:rPr>
                <w:sz w:val="20"/>
                <w:szCs w:val="20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1D7C2CA" w14:textId="53CE81EC" w:rsidR="009317BC" w:rsidRDefault="009317BC" w:rsidP="00931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317BC" w:rsidRPr="00782C99" w14:paraId="49487161" w14:textId="77777777" w:rsidTr="00794D7B">
        <w:trPr>
          <w:trHeight w:val="31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668E6455" w14:textId="77777777" w:rsidR="009317BC" w:rsidRPr="00782C99" w:rsidRDefault="009317BC" w:rsidP="009317BC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Долгосрочные активы, предназначенные для реализации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FABF6B4" w14:textId="77777777" w:rsidR="009317BC" w:rsidRPr="00782C99" w:rsidRDefault="009317BC" w:rsidP="009317BC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220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32451D4" w14:textId="27AF4EC0" w:rsidR="009317BC" w:rsidRDefault="009317BC" w:rsidP="009317BC">
            <w:pPr>
              <w:jc w:val="center"/>
              <w:rPr>
                <w:sz w:val="20"/>
                <w:szCs w:val="20"/>
              </w:rPr>
            </w:pPr>
            <w:bookmarkStart w:id="19" w:name="f1r220"/>
            <w:bookmarkEnd w:id="19"/>
            <w:r>
              <w:rPr>
                <w:sz w:val="20"/>
                <w:szCs w:val="20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363DE00" w14:textId="6E2D727D" w:rsidR="009317BC" w:rsidRDefault="009317BC" w:rsidP="00931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317BC" w:rsidRPr="00782C99" w14:paraId="3A8E7247" w14:textId="77777777" w:rsidTr="00794D7B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B327CBD" w14:textId="77777777" w:rsidR="009317BC" w:rsidRPr="00782C99" w:rsidRDefault="009317BC" w:rsidP="009317BC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 xml:space="preserve">Расходы будущих периодов 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AE84B15" w14:textId="77777777" w:rsidR="009317BC" w:rsidRPr="00782C99" w:rsidRDefault="009317BC" w:rsidP="009317BC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230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C95382D" w14:textId="4903813F" w:rsidR="009317BC" w:rsidRDefault="009317BC" w:rsidP="009317BC">
            <w:pPr>
              <w:jc w:val="center"/>
              <w:rPr>
                <w:sz w:val="20"/>
                <w:szCs w:val="20"/>
              </w:rPr>
            </w:pPr>
            <w:bookmarkStart w:id="20" w:name="f1r230"/>
            <w:bookmarkEnd w:id="20"/>
            <w:r>
              <w:rPr>
                <w:sz w:val="20"/>
                <w:szCs w:val="20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398DE22" w14:textId="6AB0B6F0" w:rsidR="009317BC" w:rsidRDefault="009317BC" w:rsidP="00931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317BC" w:rsidRPr="00782C99" w14:paraId="135097B6" w14:textId="77777777" w:rsidTr="00794D7B">
        <w:trPr>
          <w:trHeight w:val="555"/>
        </w:trPr>
        <w:tc>
          <w:tcPr>
            <w:tcW w:w="51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05C2E2EA" w14:textId="77777777" w:rsidR="009317BC" w:rsidRPr="00782C99" w:rsidRDefault="009317BC" w:rsidP="009317BC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Налог на добавленную стоимость по приобретенным товарам, работам, услугам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087EBAC" w14:textId="77777777" w:rsidR="009317BC" w:rsidRPr="00782C99" w:rsidRDefault="009317BC" w:rsidP="009317BC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240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968F5F6" w14:textId="43482A8C" w:rsidR="009317BC" w:rsidRDefault="009317BC" w:rsidP="009317BC">
            <w:pPr>
              <w:jc w:val="center"/>
              <w:rPr>
                <w:sz w:val="20"/>
                <w:szCs w:val="20"/>
              </w:rPr>
            </w:pPr>
            <w:bookmarkStart w:id="21" w:name="f1r240"/>
            <w:bookmarkEnd w:id="21"/>
            <w:r>
              <w:rPr>
                <w:sz w:val="20"/>
                <w:szCs w:val="20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AB094FD" w14:textId="6BD40B5D" w:rsidR="009317BC" w:rsidRDefault="009317BC" w:rsidP="00931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317BC" w:rsidRPr="00782C99" w14:paraId="24304CD4" w14:textId="77777777" w:rsidTr="00794D7B">
        <w:trPr>
          <w:trHeight w:val="300"/>
        </w:trPr>
        <w:tc>
          <w:tcPr>
            <w:tcW w:w="51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15D8E6E1" w14:textId="77777777" w:rsidR="009317BC" w:rsidRPr="00782C99" w:rsidRDefault="009317BC" w:rsidP="009317BC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Краткосрочная дебиторская задолженность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D1DFD56" w14:textId="77777777" w:rsidR="009317BC" w:rsidRPr="00782C99" w:rsidRDefault="009317BC" w:rsidP="009317BC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250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28C9D8A" w14:textId="596287A9" w:rsidR="009317BC" w:rsidRDefault="009317BC" w:rsidP="009317BC">
            <w:pPr>
              <w:jc w:val="center"/>
              <w:rPr>
                <w:sz w:val="20"/>
                <w:szCs w:val="20"/>
              </w:rPr>
            </w:pPr>
            <w:bookmarkStart w:id="22" w:name="f1r250"/>
            <w:bookmarkEnd w:id="22"/>
            <w:r>
              <w:rPr>
                <w:sz w:val="20"/>
                <w:szCs w:val="20"/>
              </w:rPr>
              <w:t xml:space="preserve"> 647 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784940C" w14:textId="4880BDC5" w:rsidR="009317BC" w:rsidRDefault="009317BC" w:rsidP="00931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170 </w:t>
            </w:r>
          </w:p>
        </w:tc>
      </w:tr>
      <w:tr w:rsidR="009317BC" w:rsidRPr="00782C99" w14:paraId="1F85B0CA" w14:textId="77777777" w:rsidTr="00794D7B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6C002AE4" w14:textId="77777777" w:rsidR="009317BC" w:rsidRPr="00782C99" w:rsidRDefault="009317BC" w:rsidP="009317BC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Краткосрочные финансовые вложения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D7A70C6" w14:textId="77777777" w:rsidR="009317BC" w:rsidRPr="00782C99" w:rsidRDefault="009317BC" w:rsidP="009317BC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260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D455730" w14:textId="3ED3B3FB" w:rsidR="009317BC" w:rsidRDefault="009317BC" w:rsidP="009317BC">
            <w:pPr>
              <w:jc w:val="center"/>
              <w:rPr>
                <w:sz w:val="20"/>
                <w:szCs w:val="20"/>
              </w:rPr>
            </w:pPr>
            <w:bookmarkStart w:id="23" w:name="f1r260"/>
            <w:bookmarkEnd w:id="23"/>
            <w:r>
              <w:rPr>
                <w:sz w:val="20"/>
                <w:szCs w:val="20"/>
              </w:rPr>
              <w:t> 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82E9E90" w14:textId="24F8AE89" w:rsidR="009317BC" w:rsidRDefault="009317BC" w:rsidP="00931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317BC" w:rsidRPr="00782C99" w14:paraId="7104A544" w14:textId="77777777" w:rsidTr="00794D7B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66DBEAE1" w14:textId="77777777" w:rsidR="009317BC" w:rsidRPr="00782C99" w:rsidRDefault="009317BC" w:rsidP="009317BC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Денежные средства и их эквиваленты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DCEAE1B" w14:textId="77777777" w:rsidR="009317BC" w:rsidRPr="00782C99" w:rsidRDefault="009317BC" w:rsidP="009317BC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270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CF9F8A9" w14:textId="5B7DF78F" w:rsidR="009317BC" w:rsidRDefault="009317BC" w:rsidP="009317BC">
            <w:pPr>
              <w:jc w:val="center"/>
              <w:rPr>
                <w:sz w:val="20"/>
                <w:szCs w:val="20"/>
              </w:rPr>
            </w:pPr>
            <w:bookmarkStart w:id="24" w:name="f1r270"/>
            <w:bookmarkEnd w:id="24"/>
            <w:r>
              <w:rPr>
                <w:sz w:val="20"/>
                <w:szCs w:val="20"/>
              </w:rPr>
              <w:t xml:space="preserve"> 455 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CC51D5F" w14:textId="2E283180" w:rsidR="009317BC" w:rsidRDefault="009317BC" w:rsidP="00931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546 </w:t>
            </w:r>
          </w:p>
        </w:tc>
      </w:tr>
      <w:tr w:rsidR="009317BC" w:rsidRPr="00782C99" w14:paraId="67B08922" w14:textId="77777777" w:rsidTr="00794D7B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5A452726" w14:textId="77777777" w:rsidR="009317BC" w:rsidRPr="00782C99" w:rsidRDefault="009317BC" w:rsidP="009317BC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 xml:space="preserve">Прочие краткосрочные активы 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9FBC9FA" w14:textId="77777777" w:rsidR="009317BC" w:rsidRPr="00782C99" w:rsidRDefault="009317BC" w:rsidP="009317BC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280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B80483F" w14:textId="2E608B06" w:rsidR="009317BC" w:rsidRDefault="009317BC" w:rsidP="009317BC">
            <w:pPr>
              <w:jc w:val="center"/>
              <w:rPr>
                <w:sz w:val="20"/>
                <w:szCs w:val="20"/>
              </w:rPr>
            </w:pPr>
            <w:bookmarkStart w:id="25" w:name="f1r280"/>
            <w:bookmarkEnd w:id="25"/>
            <w:r>
              <w:rPr>
                <w:sz w:val="20"/>
                <w:szCs w:val="20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3607D37" w14:textId="5A91A72F" w:rsidR="009317BC" w:rsidRDefault="009317BC" w:rsidP="00931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317BC" w:rsidRPr="00782C99" w14:paraId="3F707209" w14:textId="77777777" w:rsidTr="00794D7B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A89DB9A" w14:textId="77777777" w:rsidR="009317BC" w:rsidRPr="00782C99" w:rsidRDefault="009317BC" w:rsidP="009317BC">
            <w:pPr>
              <w:rPr>
                <w:b/>
                <w:bCs/>
                <w:sz w:val="20"/>
                <w:szCs w:val="20"/>
              </w:rPr>
            </w:pPr>
            <w:r w:rsidRPr="00782C99">
              <w:rPr>
                <w:b/>
                <w:bCs/>
                <w:sz w:val="20"/>
                <w:szCs w:val="20"/>
              </w:rPr>
              <w:t>ИТОГО по разделу II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5BAA5A0" w14:textId="77777777" w:rsidR="009317BC" w:rsidRPr="00782C99" w:rsidRDefault="009317BC" w:rsidP="009317BC">
            <w:pPr>
              <w:jc w:val="center"/>
              <w:rPr>
                <w:b/>
                <w:bCs/>
                <w:sz w:val="20"/>
                <w:szCs w:val="20"/>
              </w:rPr>
            </w:pPr>
            <w:r w:rsidRPr="00782C99">
              <w:rPr>
                <w:b/>
                <w:bCs/>
                <w:sz w:val="20"/>
                <w:szCs w:val="20"/>
              </w:rPr>
              <w:t>290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709636" w14:textId="23788F37" w:rsidR="009317BC" w:rsidRDefault="009317BC" w:rsidP="009317BC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26" w:name="f1r290"/>
            <w:bookmarkEnd w:id="26"/>
            <w:r>
              <w:rPr>
                <w:b/>
                <w:bCs/>
                <w:sz w:val="20"/>
                <w:szCs w:val="20"/>
              </w:rPr>
              <w:t xml:space="preserve"> 7 589 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3F5A1A" w14:textId="1D478550" w:rsidR="009317BC" w:rsidRDefault="009317BC" w:rsidP="009317B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6 702 </w:t>
            </w:r>
          </w:p>
        </w:tc>
      </w:tr>
      <w:tr w:rsidR="009317BC" w:rsidRPr="00782C99" w14:paraId="08430EA8" w14:textId="77777777" w:rsidTr="00794D7B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57D38DE6" w14:textId="77777777" w:rsidR="009317BC" w:rsidRPr="00782C99" w:rsidRDefault="009317BC" w:rsidP="009317BC">
            <w:pPr>
              <w:rPr>
                <w:b/>
                <w:bCs/>
                <w:sz w:val="20"/>
                <w:szCs w:val="20"/>
              </w:rPr>
            </w:pPr>
            <w:r w:rsidRPr="00782C99">
              <w:rPr>
                <w:b/>
                <w:bCs/>
                <w:sz w:val="20"/>
                <w:szCs w:val="20"/>
              </w:rPr>
              <w:t>БАЛАНС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9F78718" w14:textId="77777777" w:rsidR="009317BC" w:rsidRPr="00782C99" w:rsidRDefault="009317BC" w:rsidP="009317BC">
            <w:pPr>
              <w:jc w:val="center"/>
              <w:rPr>
                <w:b/>
                <w:bCs/>
                <w:sz w:val="20"/>
                <w:szCs w:val="20"/>
              </w:rPr>
            </w:pPr>
            <w:r w:rsidRPr="00782C99">
              <w:rPr>
                <w:b/>
                <w:bCs/>
                <w:sz w:val="20"/>
                <w:szCs w:val="20"/>
              </w:rPr>
              <w:t>300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069C0D" w14:textId="22D119F6" w:rsidR="009317BC" w:rsidRDefault="009317BC" w:rsidP="009317BC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27" w:name="f1r300"/>
            <w:bookmarkEnd w:id="27"/>
            <w:r>
              <w:rPr>
                <w:b/>
                <w:bCs/>
                <w:sz w:val="20"/>
                <w:szCs w:val="20"/>
              </w:rPr>
              <w:t xml:space="preserve"> 20 238 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9D93FD" w14:textId="37C7F7C2" w:rsidR="009317BC" w:rsidRDefault="009317BC" w:rsidP="009317B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17 094 </w:t>
            </w:r>
          </w:p>
        </w:tc>
      </w:tr>
      <w:tr w:rsidR="00344836" w:rsidRPr="00782C99" w14:paraId="17A386D8" w14:textId="77777777" w:rsidTr="00794D7B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0F95E9EC" w14:textId="77777777" w:rsidR="00344836" w:rsidRPr="00782C99" w:rsidRDefault="00344836" w:rsidP="0034483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53BC0A1" w14:textId="77777777" w:rsidR="00344836" w:rsidRPr="00782C99" w:rsidRDefault="00344836" w:rsidP="0034483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599550" w14:textId="77777777" w:rsidR="00344836" w:rsidRPr="00782C99" w:rsidRDefault="00344836" w:rsidP="0034483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C1FA13" w14:textId="77777777" w:rsidR="00344836" w:rsidRPr="00782C99" w:rsidRDefault="00344836" w:rsidP="0034483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7778BB12" w14:textId="77777777" w:rsidR="00782C99" w:rsidRPr="00782C99" w:rsidRDefault="00782C99" w:rsidP="00782C99">
      <w:pPr>
        <w:rPr>
          <w:sz w:val="14"/>
          <w:szCs w:val="14"/>
        </w:rPr>
      </w:pPr>
      <w:r w:rsidRPr="00782C99">
        <w:br w:type="page"/>
      </w:r>
    </w:p>
    <w:tbl>
      <w:tblPr>
        <w:tblW w:w="10447" w:type="dxa"/>
        <w:tblInd w:w="348" w:type="dxa"/>
        <w:tblLook w:val="0000" w:firstRow="0" w:lastRow="0" w:firstColumn="0" w:lastColumn="0" w:noHBand="0" w:noVBand="0"/>
      </w:tblPr>
      <w:tblGrid>
        <w:gridCol w:w="5224"/>
        <w:gridCol w:w="792"/>
        <w:gridCol w:w="2165"/>
        <w:gridCol w:w="2266"/>
      </w:tblGrid>
      <w:tr w:rsidR="009A3676" w:rsidRPr="00782C99" w14:paraId="1D331D39" w14:textId="77777777" w:rsidTr="00794D7B">
        <w:trPr>
          <w:trHeight w:val="406"/>
        </w:trPr>
        <w:tc>
          <w:tcPr>
            <w:tcW w:w="522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DADA0FD" w14:textId="77777777" w:rsidR="009A3676" w:rsidRPr="00782C99" w:rsidRDefault="009A3676" w:rsidP="009A3676">
            <w:pPr>
              <w:ind w:left="132" w:hanging="132"/>
              <w:jc w:val="center"/>
              <w:rPr>
                <w:b/>
                <w:bCs/>
                <w:sz w:val="16"/>
                <w:szCs w:val="16"/>
              </w:rPr>
            </w:pPr>
            <w:r w:rsidRPr="00782C99">
              <w:rPr>
                <w:sz w:val="16"/>
                <w:szCs w:val="16"/>
              </w:rPr>
              <w:lastRenderedPageBreak/>
              <w:br w:type="page"/>
            </w:r>
            <w:r w:rsidRPr="00782C99">
              <w:rPr>
                <w:b/>
                <w:bCs/>
                <w:sz w:val="16"/>
                <w:szCs w:val="16"/>
              </w:rPr>
              <w:t>Собственный капитал и обязательства</w:t>
            </w:r>
          </w:p>
        </w:tc>
        <w:tc>
          <w:tcPr>
            <w:tcW w:w="7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060910" w14:textId="77777777" w:rsidR="009A3676" w:rsidRPr="00782C99" w:rsidRDefault="009A3676" w:rsidP="009A3676">
            <w:pPr>
              <w:jc w:val="center"/>
              <w:rPr>
                <w:b/>
                <w:bCs/>
                <w:sz w:val="16"/>
                <w:szCs w:val="16"/>
              </w:rPr>
            </w:pPr>
            <w:r w:rsidRPr="00782C99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216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968E18" w14:textId="667E79B4" w:rsidR="009A3676" w:rsidRPr="00782C99" w:rsidRDefault="009A3676" w:rsidP="009317BC">
            <w:pPr>
              <w:widowControl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На 31 декабря 202</w:t>
            </w:r>
            <w:r w:rsidR="009317BC">
              <w:rPr>
                <w:b/>
                <w:bCs/>
                <w:sz w:val="18"/>
                <w:szCs w:val="18"/>
              </w:rPr>
              <w:t>3</w:t>
            </w:r>
            <w:r>
              <w:rPr>
                <w:b/>
                <w:bCs/>
                <w:sz w:val="18"/>
                <w:szCs w:val="18"/>
              </w:rPr>
              <w:t xml:space="preserve"> года</w:t>
            </w:r>
          </w:p>
        </w:tc>
        <w:tc>
          <w:tcPr>
            <w:tcW w:w="226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25D5FC0C" w14:textId="02FCC00A" w:rsidR="009A3676" w:rsidRPr="00782C99" w:rsidRDefault="009A3676" w:rsidP="009317BC">
            <w:pPr>
              <w:widowControl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На 31 декабря 202</w:t>
            </w:r>
            <w:r w:rsidR="009317BC">
              <w:rPr>
                <w:b/>
                <w:bCs/>
                <w:sz w:val="18"/>
                <w:szCs w:val="18"/>
              </w:rPr>
              <w:t>2</w:t>
            </w:r>
            <w:r>
              <w:rPr>
                <w:b/>
                <w:bCs/>
                <w:sz w:val="18"/>
                <w:szCs w:val="18"/>
              </w:rPr>
              <w:t xml:space="preserve"> года</w:t>
            </w:r>
          </w:p>
        </w:tc>
      </w:tr>
      <w:tr w:rsidR="009A3676" w:rsidRPr="00782C99" w14:paraId="606FB46A" w14:textId="77777777" w:rsidTr="00794D7B">
        <w:trPr>
          <w:trHeight w:val="183"/>
        </w:trPr>
        <w:tc>
          <w:tcPr>
            <w:tcW w:w="522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4CF4C469" w14:textId="77777777" w:rsidR="009A3676" w:rsidRPr="00782C99" w:rsidRDefault="009A3676" w:rsidP="009A3676">
            <w:pPr>
              <w:jc w:val="center"/>
              <w:rPr>
                <w:b/>
                <w:bCs/>
                <w:sz w:val="16"/>
                <w:szCs w:val="16"/>
              </w:rPr>
            </w:pPr>
            <w:r w:rsidRPr="00782C99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51FCC87" w14:textId="77777777" w:rsidR="009A3676" w:rsidRPr="00782C99" w:rsidRDefault="009A3676" w:rsidP="009A3676">
            <w:pPr>
              <w:jc w:val="center"/>
              <w:rPr>
                <w:b/>
                <w:bCs/>
                <w:sz w:val="16"/>
                <w:szCs w:val="16"/>
              </w:rPr>
            </w:pPr>
            <w:r w:rsidRPr="00782C99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FF655D3" w14:textId="045A2305" w:rsidR="009A3676" w:rsidRPr="00782C99" w:rsidRDefault="009A3676" w:rsidP="009A3676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FFFFFF"/>
            <w:noWrap/>
            <w:vAlign w:val="center"/>
          </w:tcPr>
          <w:p w14:paraId="78474003" w14:textId="01BD7004" w:rsidR="009A3676" w:rsidRPr="00782C99" w:rsidRDefault="009A3676" w:rsidP="009A3676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9317BC" w:rsidRPr="00782C99" w14:paraId="5FA99FC5" w14:textId="77777777" w:rsidTr="00794D7B">
        <w:trPr>
          <w:trHeight w:val="360"/>
        </w:trPr>
        <w:tc>
          <w:tcPr>
            <w:tcW w:w="5224" w:type="dxa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38693421" w14:textId="77777777" w:rsidR="009317BC" w:rsidRPr="00782C99" w:rsidRDefault="009317BC" w:rsidP="009317BC">
            <w:pPr>
              <w:rPr>
                <w:b/>
                <w:bCs/>
                <w:sz w:val="20"/>
                <w:szCs w:val="20"/>
              </w:rPr>
            </w:pPr>
            <w:r w:rsidRPr="00782C99">
              <w:rPr>
                <w:b/>
                <w:bCs/>
                <w:sz w:val="20"/>
                <w:szCs w:val="20"/>
              </w:rPr>
              <w:t>III. СОБСТВЕННЫЙ КАПИТАЛ</w:t>
            </w:r>
          </w:p>
        </w:tc>
        <w:tc>
          <w:tcPr>
            <w:tcW w:w="79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701A5DD" w14:textId="77777777" w:rsidR="009317BC" w:rsidRPr="00782C99" w:rsidRDefault="009317BC" w:rsidP="009317BC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 </w:t>
            </w:r>
          </w:p>
        </w:tc>
        <w:tc>
          <w:tcPr>
            <w:tcW w:w="2165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544DAE3" w14:textId="0E2661D9" w:rsidR="009317BC" w:rsidRDefault="009317BC" w:rsidP="009317B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D8E1ADE" w14:textId="05104149" w:rsidR="009317BC" w:rsidRDefault="009317BC" w:rsidP="009317B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9317BC" w:rsidRPr="00782C99" w14:paraId="16E5D5A5" w14:textId="77777777" w:rsidTr="00794D7B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096342B4" w14:textId="77777777" w:rsidR="009317BC" w:rsidRPr="00782C99" w:rsidRDefault="009317BC" w:rsidP="009317BC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Уставный капитал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002A9B7" w14:textId="77777777" w:rsidR="009317BC" w:rsidRPr="00782C99" w:rsidRDefault="009317BC" w:rsidP="009317BC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410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1359F68" w14:textId="6BEF5D00" w:rsidR="009317BC" w:rsidRDefault="009317BC" w:rsidP="009317BC">
            <w:pPr>
              <w:jc w:val="center"/>
              <w:rPr>
                <w:sz w:val="20"/>
                <w:szCs w:val="20"/>
              </w:rPr>
            </w:pPr>
            <w:bookmarkStart w:id="28" w:name="f1r410"/>
            <w:bookmarkEnd w:id="28"/>
            <w:r>
              <w:rPr>
                <w:sz w:val="20"/>
                <w:szCs w:val="20"/>
              </w:rPr>
              <w:t xml:space="preserve"> 6 399 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1312F06" w14:textId="31A99837" w:rsidR="009317BC" w:rsidRDefault="009317BC" w:rsidP="00931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6 399 </w:t>
            </w:r>
          </w:p>
        </w:tc>
      </w:tr>
      <w:tr w:rsidR="009317BC" w:rsidRPr="00782C99" w14:paraId="6F792282" w14:textId="77777777" w:rsidTr="00794D7B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0A41D3F7" w14:textId="77777777" w:rsidR="009317BC" w:rsidRPr="00782C99" w:rsidRDefault="009317BC" w:rsidP="009317BC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Неоплаченная часть уставного капитала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A6D66FA" w14:textId="77777777" w:rsidR="009317BC" w:rsidRPr="00782C99" w:rsidRDefault="009317BC" w:rsidP="009317BC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420</w:t>
            </w:r>
          </w:p>
        </w:tc>
        <w:tc>
          <w:tcPr>
            <w:tcW w:w="21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21439CB" w14:textId="2BC2FDF1" w:rsidR="009317BC" w:rsidRDefault="009317BC" w:rsidP="009317BC">
            <w:pPr>
              <w:jc w:val="center"/>
              <w:rPr>
                <w:sz w:val="20"/>
                <w:szCs w:val="20"/>
              </w:rPr>
            </w:pPr>
            <w:bookmarkStart w:id="29" w:name="f1r420"/>
            <w:bookmarkEnd w:id="29"/>
            <w:r>
              <w:rPr>
                <w:sz w:val="20"/>
                <w:szCs w:val="20"/>
              </w:rPr>
              <w:t> </w:t>
            </w:r>
          </w:p>
        </w:tc>
        <w:tc>
          <w:tcPr>
            <w:tcW w:w="2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CFA0AB3" w14:textId="50E1F6FF" w:rsidR="009317BC" w:rsidRDefault="009317BC" w:rsidP="00931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317BC" w:rsidRPr="00782C99" w14:paraId="3996E852" w14:textId="77777777" w:rsidTr="00794D7B">
        <w:trPr>
          <w:trHeight w:val="306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152DB8E2" w14:textId="77777777" w:rsidR="009317BC" w:rsidRPr="00782C99" w:rsidRDefault="009317BC" w:rsidP="009317BC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Собственные акции (доли в уставном капитале)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161A800F" w14:textId="77777777" w:rsidR="009317BC" w:rsidRPr="00782C99" w:rsidRDefault="009317BC" w:rsidP="009317BC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430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1AF7DA5" w14:textId="6F534D25" w:rsidR="009317BC" w:rsidRDefault="009317BC" w:rsidP="009317BC">
            <w:pPr>
              <w:jc w:val="center"/>
              <w:rPr>
                <w:sz w:val="20"/>
                <w:szCs w:val="20"/>
              </w:rPr>
            </w:pPr>
            <w:bookmarkStart w:id="30" w:name="f1r430"/>
            <w:bookmarkEnd w:id="30"/>
            <w:r>
              <w:rPr>
                <w:sz w:val="20"/>
                <w:szCs w:val="20"/>
              </w:rPr>
              <w:t> 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473CD47" w14:textId="0A9C9886" w:rsidR="009317BC" w:rsidRDefault="009317BC" w:rsidP="00931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317BC" w:rsidRPr="00782C99" w14:paraId="279A29A2" w14:textId="77777777" w:rsidTr="00794D7B">
        <w:trPr>
          <w:trHeight w:val="360"/>
        </w:trPr>
        <w:tc>
          <w:tcPr>
            <w:tcW w:w="5224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6D5B6F39" w14:textId="77777777" w:rsidR="009317BC" w:rsidRPr="00782C99" w:rsidRDefault="009317BC" w:rsidP="009317BC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Резервный капитал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7C6CAF3" w14:textId="77777777" w:rsidR="009317BC" w:rsidRPr="00782C99" w:rsidRDefault="009317BC" w:rsidP="009317BC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440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064C62F" w14:textId="2BA8FDC9" w:rsidR="009317BC" w:rsidRDefault="009317BC" w:rsidP="009317BC">
            <w:pPr>
              <w:jc w:val="center"/>
              <w:rPr>
                <w:sz w:val="20"/>
                <w:szCs w:val="20"/>
              </w:rPr>
            </w:pPr>
            <w:bookmarkStart w:id="31" w:name="f1r440"/>
            <w:bookmarkEnd w:id="31"/>
            <w:r>
              <w:rPr>
                <w:sz w:val="20"/>
                <w:szCs w:val="20"/>
              </w:rPr>
              <w:t> 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513E738" w14:textId="23DB9718" w:rsidR="009317BC" w:rsidRDefault="009317BC" w:rsidP="00931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317BC" w:rsidRPr="00782C99" w14:paraId="5CAFEAB2" w14:textId="77777777" w:rsidTr="00794D7B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603C00F8" w14:textId="77777777" w:rsidR="009317BC" w:rsidRPr="00782C99" w:rsidRDefault="009317BC" w:rsidP="009317BC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Добавочный капитал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8FE111E" w14:textId="77777777" w:rsidR="009317BC" w:rsidRPr="00782C99" w:rsidRDefault="009317BC" w:rsidP="009317BC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450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5E3A2BC" w14:textId="4BBC08DC" w:rsidR="009317BC" w:rsidRDefault="009317BC" w:rsidP="009317BC">
            <w:pPr>
              <w:jc w:val="center"/>
              <w:rPr>
                <w:sz w:val="20"/>
                <w:szCs w:val="20"/>
              </w:rPr>
            </w:pPr>
            <w:bookmarkStart w:id="32" w:name="f1r450"/>
            <w:bookmarkEnd w:id="32"/>
            <w:r>
              <w:rPr>
                <w:sz w:val="20"/>
                <w:szCs w:val="20"/>
              </w:rPr>
              <w:t xml:space="preserve"> 1 335 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8E6E36F" w14:textId="08B29BC4" w:rsidR="009317BC" w:rsidRDefault="009317BC" w:rsidP="00931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1 103 </w:t>
            </w:r>
          </w:p>
        </w:tc>
      </w:tr>
      <w:tr w:rsidR="009317BC" w:rsidRPr="00782C99" w14:paraId="5E3B6275" w14:textId="77777777" w:rsidTr="00794D7B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63CB928B" w14:textId="77777777" w:rsidR="009317BC" w:rsidRPr="00782C99" w:rsidRDefault="009317BC" w:rsidP="009317BC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 xml:space="preserve">Нераспределенная прибыль (непокрытый убыток)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3C1BD35" w14:textId="77777777" w:rsidR="009317BC" w:rsidRPr="00782C99" w:rsidRDefault="009317BC" w:rsidP="009317BC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460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A846483" w14:textId="0D0B4A4B" w:rsidR="009317BC" w:rsidRDefault="009317BC" w:rsidP="009317BC">
            <w:pPr>
              <w:jc w:val="center"/>
              <w:rPr>
                <w:sz w:val="20"/>
                <w:szCs w:val="20"/>
              </w:rPr>
            </w:pPr>
            <w:bookmarkStart w:id="33" w:name="f1r460"/>
            <w:bookmarkEnd w:id="33"/>
            <w:r>
              <w:rPr>
                <w:sz w:val="20"/>
                <w:szCs w:val="20"/>
              </w:rPr>
              <w:t xml:space="preserve"> 7 562 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410A94B" w14:textId="49CEB6D2" w:rsidR="009317BC" w:rsidRDefault="009317BC" w:rsidP="00931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5 410 </w:t>
            </w:r>
          </w:p>
        </w:tc>
      </w:tr>
      <w:tr w:rsidR="009317BC" w:rsidRPr="00782C99" w14:paraId="7DEA5B1B" w14:textId="77777777" w:rsidTr="00794D7B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273D15E5" w14:textId="77777777" w:rsidR="009317BC" w:rsidRPr="00782C99" w:rsidRDefault="009317BC" w:rsidP="009317BC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 xml:space="preserve">Чистая прибыль (убыток) отчетного периода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D7DC18A" w14:textId="77777777" w:rsidR="009317BC" w:rsidRPr="00782C99" w:rsidRDefault="009317BC" w:rsidP="009317BC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470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C76B2B0" w14:textId="65B52E2C" w:rsidR="009317BC" w:rsidRDefault="009317BC" w:rsidP="009317BC">
            <w:pPr>
              <w:jc w:val="center"/>
              <w:rPr>
                <w:sz w:val="20"/>
                <w:szCs w:val="20"/>
              </w:rPr>
            </w:pPr>
            <w:bookmarkStart w:id="34" w:name="f1r470"/>
            <w:bookmarkEnd w:id="34"/>
            <w:r>
              <w:rPr>
                <w:sz w:val="20"/>
                <w:szCs w:val="20"/>
              </w:rPr>
              <w:t> 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0B1BE9D" w14:textId="4447FAAD" w:rsidR="009317BC" w:rsidRDefault="009317BC" w:rsidP="00931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х </w:t>
            </w:r>
          </w:p>
        </w:tc>
      </w:tr>
      <w:tr w:rsidR="009317BC" w:rsidRPr="00782C99" w14:paraId="7BBEFA45" w14:textId="77777777" w:rsidTr="00794D7B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22B6255A" w14:textId="77777777" w:rsidR="009317BC" w:rsidRPr="00782C99" w:rsidRDefault="009317BC" w:rsidP="009317BC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Целевое финансирование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0C3C1FD" w14:textId="77777777" w:rsidR="009317BC" w:rsidRPr="00782C99" w:rsidRDefault="009317BC" w:rsidP="009317BC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480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0F5EE03" w14:textId="02514B9C" w:rsidR="009317BC" w:rsidRDefault="009317BC" w:rsidP="009317BC">
            <w:pPr>
              <w:jc w:val="center"/>
              <w:rPr>
                <w:sz w:val="20"/>
                <w:szCs w:val="20"/>
              </w:rPr>
            </w:pPr>
            <w:bookmarkStart w:id="35" w:name="f1r480"/>
            <w:bookmarkEnd w:id="35"/>
            <w:r>
              <w:rPr>
                <w:sz w:val="20"/>
                <w:szCs w:val="20"/>
              </w:rPr>
              <w:t> 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5B8C087" w14:textId="1DBA6616" w:rsidR="009317BC" w:rsidRDefault="009317BC" w:rsidP="00931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317BC" w:rsidRPr="00782C99" w14:paraId="4799BCBF" w14:textId="77777777" w:rsidTr="00794D7B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6894133D" w14:textId="77777777" w:rsidR="009317BC" w:rsidRPr="00782C99" w:rsidRDefault="009317BC" w:rsidP="009317BC">
            <w:pPr>
              <w:rPr>
                <w:b/>
                <w:bCs/>
                <w:sz w:val="20"/>
                <w:szCs w:val="20"/>
              </w:rPr>
            </w:pPr>
            <w:r w:rsidRPr="00782C99">
              <w:rPr>
                <w:b/>
                <w:bCs/>
                <w:sz w:val="20"/>
                <w:szCs w:val="20"/>
              </w:rPr>
              <w:t>ИТОГО по разделу III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3B2F3D7" w14:textId="77777777" w:rsidR="009317BC" w:rsidRPr="00782C99" w:rsidRDefault="009317BC" w:rsidP="009317BC">
            <w:pPr>
              <w:jc w:val="center"/>
              <w:rPr>
                <w:b/>
                <w:bCs/>
                <w:sz w:val="20"/>
                <w:szCs w:val="20"/>
              </w:rPr>
            </w:pPr>
            <w:r w:rsidRPr="00782C99">
              <w:rPr>
                <w:b/>
                <w:bCs/>
                <w:sz w:val="20"/>
                <w:szCs w:val="20"/>
              </w:rPr>
              <w:t>490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412911" w14:textId="5E114E8F" w:rsidR="009317BC" w:rsidRDefault="009317BC" w:rsidP="009317BC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36" w:name="f1r490"/>
            <w:bookmarkEnd w:id="36"/>
            <w:r>
              <w:rPr>
                <w:b/>
                <w:bCs/>
                <w:sz w:val="20"/>
                <w:szCs w:val="20"/>
              </w:rPr>
              <w:t xml:space="preserve"> 15 296 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D1403B" w14:textId="61BB2B80" w:rsidR="009317BC" w:rsidRDefault="009317BC" w:rsidP="009317B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12 912 </w:t>
            </w:r>
          </w:p>
        </w:tc>
      </w:tr>
      <w:tr w:rsidR="009317BC" w:rsidRPr="00782C99" w14:paraId="379E8565" w14:textId="77777777" w:rsidTr="00794D7B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6FEAD6C2" w14:textId="77777777" w:rsidR="009317BC" w:rsidRPr="00782C99" w:rsidRDefault="009317BC" w:rsidP="009317BC">
            <w:pPr>
              <w:rPr>
                <w:b/>
                <w:bCs/>
                <w:sz w:val="20"/>
                <w:szCs w:val="20"/>
              </w:rPr>
            </w:pPr>
            <w:r w:rsidRPr="00782C99">
              <w:rPr>
                <w:b/>
                <w:bCs/>
                <w:sz w:val="20"/>
                <w:szCs w:val="20"/>
              </w:rPr>
              <w:t>IV. ДОЛГОСРОЧНЫЕ ОБЯЗАТЕЛЬСТВА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F3DB57B" w14:textId="77777777" w:rsidR="009317BC" w:rsidRPr="00782C99" w:rsidRDefault="009317BC" w:rsidP="009317B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D6803D5" w14:textId="382774B1" w:rsidR="009317BC" w:rsidRDefault="009317BC" w:rsidP="009317B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A67B52E" w14:textId="10AC13E1" w:rsidR="009317BC" w:rsidRDefault="009317BC" w:rsidP="009317B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9317BC" w:rsidRPr="00782C99" w14:paraId="4EC1F951" w14:textId="77777777" w:rsidTr="00794D7B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57704BCE" w14:textId="77777777" w:rsidR="009317BC" w:rsidRPr="00782C99" w:rsidRDefault="009317BC" w:rsidP="009317BC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Долгосрочные кредиты и займы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A190F0E" w14:textId="77777777" w:rsidR="009317BC" w:rsidRPr="00782C99" w:rsidRDefault="009317BC" w:rsidP="009317BC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510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E63512B" w14:textId="2DD04FD3" w:rsidR="009317BC" w:rsidRDefault="009317BC" w:rsidP="009317BC">
            <w:pPr>
              <w:jc w:val="center"/>
              <w:rPr>
                <w:sz w:val="20"/>
                <w:szCs w:val="20"/>
              </w:rPr>
            </w:pPr>
            <w:bookmarkStart w:id="37" w:name="f1r510"/>
            <w:bookmarkEnd w:id="37"/>
            <w:r>
              <w:rPr>
                <w:sz w:val="20"/>
                <w:szCs w:val="20"/>
              </w:rPr>
              <w:t xml:space="preserve"> 377 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32DCA98" w14:textId="46F59E16" w:rsidR="009317BC" w:rsidRDefault="009317BC" w:rsidP="00931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423 </w:t>
            </w:r>
          </w:p>
        </w:tc>
      </w:tr>
      <w:tr w:rsidR="009317BC" w:rsidRPr="00782C99" w14:paraId="63F12C4B" w14:textId="77777777" w:rsidTr="00794D7B">
        <w:trPr>
          <w:trHeight w:val="324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028678F0" w14:textId="77777777" w:rsidR="009317BC" w:rsidRPr="00782C99" w:rsidRDefault="009317BC" w:rsidP="009317BC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Долгосрочные обязательства по лизинговым платежам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BDA40DD" w14:textId="77777777" w:rsidR="009317BC" w:rsidRPr="00782C99" w:rsidRDefault="009317BC" w:rsidP="009317BC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520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EF74888" w14:textId="420D52D0" w:rsidR="009317BC" w:rsidRDefault="009317BC" w:rsidP="009317BC">
            <w:pPr>
              <w:jc w:val="center"/>
              <w:rPr>
                <w:sz w:val="20"/>
                <w:szCs w:val="20"/>
              </w:rPr>
            </w:pPr>
            <w:bookmarkStart w:id="38" w:name="f1r520"/>
            <w:bookmarkEnd w:id="38"/>
            <w:r>
              <w:rPr>
                <w:sz w:val="20"/>
                <w:szCs w:val="20"/>
              </w:rPr>
              <w:t xml:space="preserve"> 1 913 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FA6900D" w14:textId="623C3B12" w:rsidR="009317BC" w:rsidRDefault="009317BC" w:rsidP="00931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1 203 </w:t>
            </w:r>
          </w:p>
        </w:tc>
      </w:tr>
      <w:tr w:rsidR="009317BC" w:rsidRPr="00782C99" w14:paraId="58F0E00A" w14:textId="77777777" w:rsidTr="00794D7B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363D36E7" w14:textId="77777777" w:rsidR="009317BC" w:rsidRPr="00782C99" w:rsidRDefault="009317BC" w:rsidP="009317BC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Отложенные налоговые обязательства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57006D8" w14:textId="77777777" w:rsidR="009317BC" w:rsidRPr="00782C99" w:rsidRDefault="009317BC" w:rsidP="009317BC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530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5C37EE3" w14:textId="60EBD5A9" w:rsidR="009317BC" w:rsidRDefault="009317BC" w:rsidP="009317BC">
            <w:pPr>
              <w:jc w:val="center"/>
              <w:rPr>
                <w:sz w:val="20"/>
                <w:szCs w:val="20"/>
              </w:rPr>
            </w:pPr>
            <w:bookmarkStart w:id="39" w:name="f1r530"/>
            <w:bookmarkEnd w:id="39"/>
            <w:r>
              <w:rPr>
                <w:sz w:val="20"/>
                <w:szCs w:val="20"/>
              </w:rPr>
              <w:t> 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7E78BF5" w14:textId="46717E6A" w:rsidR="009317BC" w:rsidRDefault="009317BC" w:rsidP="00931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317BC" w:rsidRPr="00782C99" w14:paraId="6A1F81A9" w14:textId="77777777" w:rsidTr="00794D7B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2BCFB5A7" w14:textId="77777777" w:rsidR="009317BC" w:rsidRPr="00782C99" w:rsidRDefault="009317BC" w:rsidP="009317BC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Доходы будущих периодов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A788F39" w14:textId="77777777" w:rsidR="009317BC" w:rsidRPr="00782C99" w:rsidRDefault="009317BC" w:rsidP="009317BC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540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E1B6974" w14:textId="50F98002" w:rsidR="009317BC" w:rsidRDefault="009317BC" w:rsidP="009317BC">
            <w:pPr>
              <w:jc w:val="center"/>
              <w:rPr>
                <w:sz w:val="20"/>
                <w:szCs w:val="20"/>
              </w:rPr>
            </w:pPr>
            <w:bookmarkStart w:id="40" w:name="f1r540"/>
            <w:bookmarkEnd w:id="40"/>
            <w:r>
              <w:rPr>
                <w:sz w:val="20"/>
                <w:szCs w:val="20"/>
              </w:rPr>
              <w:t> 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CA9689F" w14:textId="296EA04C" w:rsidR="009317BC" w:rsidRDefault="009317BC" w:rsidP="00931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317BC" w:rsidRPr="00782C99" w14:paraId="47D7E062" w14:textId="77777777" w:rsidTr="00794D7B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55BE31CB" w14:textId="77777777" w:rsidR="009317BC" w:rsidRPr="00782C99" w:rsidRDefault="009317BC" w:rsidP="009317BC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Резервы предстоящих платежей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C892D2E" w14:textId="77777777" w:rsidR="009317BC" w:rsidRPr="00782C99" w:rsidRDefault="009317BC" w:rsidP="009317BC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550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5974841" w14:textId="1F8E5B1B" w:rsidR="009317BC" w:rsidRDefault="009317BC" w:rsidP="009317BC">
            <w:pPr>
              <w:jc w:val="center"/>
              <w:rPr>
                <w:sz w:val="20"/>
                <w:szCs w:val="20"/>
              </w:rPr>
            </w:pPr>
            <w:bookmarkStart w:id="41" w:name="f1r550"/>
            <w:bookmarkEnd w:id="41"/>
            <w:r>
              <w:rPr>
                <w:sz w:val="20"/>
                <w:szCs w:val="20"/>
              </w:rPr>
              <w:t> 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7BBB9E9" w14:textId="36669F8C" w:rsidR="009317BC" w:rsidRDefault="009317BC" w:rsidP="00931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317BC" w:rsidRPr="00782C99" w14:paraId="4BFE4F04" w14:textId="77777777" w:rsidTr="00794D7B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3FC7E70B" w14:textId="77777777" w:rsidR="009317BC" w:rsidRPr="00782C99" w:rsidRDefault="009317BC" w:rsidP="009317BC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Прочие долгосрочные обязательства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2F769DC" w14:textId="77777777" w:rsidR="009317BC" w:rsidRPr="00782C99" w:rsidRDefault="009317BC" w:rsidP="009317BC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560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8A50719" w14:textId="168383D7" w:rsidR="009317BC" w:rsidRDefault="009317BC" w:rsidP="009317BC">
            <w:pPr>
              <w:jc w:val="center"/>
              <w:rPr>
                <w:sz w:val="20"/>
                <w:szCs w:val="20"/>
              </w:rPr>
            </w:pPr>
            <w:bookmarkStart w:id="42" w:name="f1r560"/>
            <w:bookmarkEnd w:id="42"/>
            <w:r>
              <w:rPr>
                <w:sz w:val="20"/>
                <w:szCs w:val="20"/>
              </w:rPr>
              <w:t> 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E0E0C66" w14:textId="29C2039C" w:rsidR="009317BC" w:rsidRDefault="009317BC" w:rsidP="00931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317BC" w:rsidRPr="00782C99" w14:paraId="27196D93" w14:textId="77777777" w:rsidTr="00794D7B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762A1B80" w14:textId="77777777" w:rsidR="009317BC" w:rsidRPr="00782C99" w:rsidRDefault="009317BC" w:rsidP="009317BC">
            <w:pPr>
              <w:rPr>
                <w:b/>
                <w:bCs/>
                <w:sz w:val="20"/>
                <w:szCs w:val="20"/>
              </w:rPr>
            </w:pPr>
            <w:r w:rsidRPr="00782C99">
              <w:rPr>
                <w:b/>
                <w:bCs/>
                <w:sz w:val="20"/>
                <w:szCs w:val="20"/>
              </w:rPr>
              <w:t>ИТОГО по разделу IV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86DEF8A" w14:textId="77777777" w:rsidR="009317BC" w:rsidRPr="00782C99" w:rsidRDefault="009317BC" w:rsidP="009317BC">
            <w:pPr>
              <w:jc w:val="center"/>
              <w:rPr>
                <w:b/>
                <w:bCs/>
                <w:sz w:val="20"/>
                <w:szCs w:val="20"/>
              </w:rPr>
            </w:pPr>
            <w:r w:rsidRPr="00782C99">
              <w:rPr>
                <w:b/>
                <w:bCs/>
                <w:sz w:val="20"/>
                <w:szCs w:val="20"/>
              </w:rPr>
              <w:t>590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8B6CA8" w14:textId="17F87CB7" w:rsidR="009317BC" w:rsidRDefault="009317BC" w:rsidP="009317BC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43" w:name="f1r590"/>
            <w:bookmarkEnd w:id="43"/>
            <w:r>
              <w:rPr>
                <w:b/>
                <w:bCs/>
                <w:sz w:val="20"/>
                <w:szCs w:val="20"/>
              </w:rPr>
              <w:t xml:space="preserve"> 2 290 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D4359C" w14:textId="3A963E8D" w:rsidR="009317BC" w:rsidRDefault="009317BC" w:rsidP="009317B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1 626 </w:t>
            </w:r>
          </w:p>
        </w:tc>
      </w:tr>
      <w:tr w:rsidR="009317BC" w:rsidRPr="00782C99" w14:paraId="626AA46C" w14:textId="77777777" w:rsidTr="00794D7B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158D7A52" w14:textId="77777777" w:rsidR="009317BC" w:rsidRPr="00782C99" w:rsidRDefault="009317BC" w:rsidP="009317BC">
            <w:pPr>
              <w:rPr>
                <w:b/>
                <w:bCs/>
                <w:sz w:val="20"/>
                <w:szCs w:val="20"/>
              </w:rPr>
            </w:pPr>
            <w:r w:rsidRPr="00782C99">
              <w:rPr>
                <w:b/>
                <w:bCs/>
                <w:sz w:val="20"/>
                <w:szCs w:val="20"/>
              </w:rPr>
              <w:t>V. КРАТКОСРОЧНЫЕ ОБЯЗАТЕЛЬСТВА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F9A4E10" w14:textId="77777777" w:rsidR="009317BC" w:rsidRPr="00782C99" w:rsidRDefault="009317BC" w:rsidP="009317BC">
            <w:pPr>
              <w:jc w:val="center"/>
              <w:rPr>
                <w:b/>
                <w:bCs/>
                <w:sz w:val="20"/>
                <w:szCs w:val="20"/>
              </w:rPr>
            </w:pPr>
            <w:r w:rsidRPr="00782C9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DB1B773" w14:textId="2E691FDE" w:rsidR="009317BC" w:rsidRDefault="009317BC" w:rsidP="009317B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5D75F29" w14:textId="7D8AAF11" w:rsidR="009317BC" w:rsidRDefault="009317BC" w:rsidP="009317B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9317BC" w:rsidRPr="00782C99" w14:paraId="1938D079" w14:textId="77777777" w:rsidTr="00794D7B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3032BF3E" w14:textId="77777777" w:rsidR="009317BC" w:rsidRPr="00782C99" w:rsidRDefault="009317BC" w:rsidP="009317BC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Краткосрочные кредиты и займы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5DF789A" w14:textId="77777777" w:rsidR="009317BC" w:rsidRPr="00782C99" w:rsidRDefault="009317BC" w:rsidP="009317BC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610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92285F0" w14:textId="42F63120" w:rsidR="009317BC" w:rsidRDefault="009317BC" w:rsidP="009317BC">
            <w:pPr>
              <w:jc w:val="center"/>
              <w:rPr>
                <w:sz w:val="20"/>
                <w:szCs w:val="20"/>
              </w:rPr>
            </w:pPr>
            <w:bookmarkStart w:id="44" w:name="f1r610"/>
            <w:bookmarkEnd w:id="44"/>
            <w:r>
              <w:rPr>
                <w:sz w:val="20"/>
                <w:szCs w:val="20"/>
              </w:rPr>
              <w:t xml:space="preserve"> 999 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C790170" w14:textId="73E3AC60" w:rsidR="009317BC" w:rsidRDefault="009317BC" w:rsidP="00931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893 </w:t>
            </w:r>
          </w:p>
        </w:tc>
      </w:tr>
      <w:tr w:rsidR="009317BC" w:rsidRPr="00782C99" w14:paraId="6CAD87BD" w14:textId="77777777" w:rsidTr="00794D7B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33A280EF" w14:textId="77777777" w:rsidR="009317BC" w:rsidRPr="00782C99" w:rsidRDefault="009317BC" w:rsidP="009317BC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Краткосрочная часть долгосрочных обязательств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C391588" w14:textId="77777777" w:rsidR="009317BC" w:rsidRPr="00782C99" w:rsidRDefault="009317BC" w:rsidP="009317BC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620</w:t>
            </w:r>
          </w:p>
        </w:tc>
        <w:tc>
          <w:tcPr>
            <w:tcW w:w="21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4FBF1E7" w14:textId="680646F7" w:rsidR="009317BC" w:rsidRDefault="009317BC" w:rsidP="009317BC">
            <w:pPr>
              <w:jc w:val="center"/>
              <w:rPr>
                <w:sz w:val="20"/>
                <w:szCs w:val="20"/>
              </w:rPr>
            </w:pPr>
            <w:bookmarkStart w:id="45" w:name="f1r620"/>
            <w:bookmarkEnd w:id="45"/>
            <w:r>
              <w:rPr>
                <w:sz w:val="20"/>
                <w:szCs w:val="20"/>
              </w:rPr>
              <w:t xml:space="preserve"> 11 </w:t>
            </w:r>
          </w:p>
        </w:tc>
        <w:tc>
          <w:tcPr>
            <w:tcW w:w="2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07BE92F" w14:textId="6E803F60" w:rsidR="009317BC" w:rsidRDefault="009317BC" w:rsidP="00931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55 </w:t>
            </w:r>
          </w:p>
        </w:tc>
      </w:tr>
      <w:tr w:rsidR="009317BC" w:rsidRPr="00782C99" w14:paraId="620F368D" w14:textId="77777777" w:rsidTr="00794D7B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583D4B6E" w14:textId="77777777" w:rsidR="009317BC" w:rsidRPr="00782C99" w:rsidRDefault="009317BC" w:rsidP="009317BC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Краткосрочная кредиторская задолженность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28398D9" w14:textId="77777777" w:rsidR="009317BC" w:rsidRPr="00782C99" w:rsidRDefault="009317BC" w:rsidP="009317BC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630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D8B8729" w14:textId="751A73E8" w:rsidR="009317BC" w:rsidRDefault="009317BC" w:rsidP="009317BC">
            <w:pPr>
              <w:jc w:val="center"/>
              <w:rPr>
                <w:sz w:val="20"/>
                <w:szCs w:val="20"/>
              </w:rPr>
            </w:pPr>
            <w:bookmarkStart w:id="46" w:name="f1r630"/>
            <w:bookmarkEnd w:id="46"/>
            <w:r>
              <w:rPr>
                <w:sz w:val="20"/>
                <w:szCs w:val="20"/>
              </w:rPr>
              <w:t xml:space="preserve"> 1 642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CCD10EC" w14:textId="56349D47" w:rsidR="009317BC" w:rsidRDefault="009317BC" w:rsidP="00931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1 608 </w:t>
            </w:r>
          </w:p>
        </w:tc>
      </w:tr>
      <w:tr w:rsidR="009317BC" w:rsidRPr="00782C99" w14:paraId="64044CF3" w14:textId="77777777" w:rsidTr="00794D7B">
        <w:trPr>
          <w:trHeight w:val="306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7CACB322" w14:textId="77777777" w:rsidR="009317BC" w:rsidRPr="00782C99" w:rsidRDefault="009317BC" w:rsidP="009317BC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В том числе: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08611F7C" w14:textId="77777777" w:rsidR="009317BC" w:rsidRPr="00782C99" w:rsidRDefault="009317BC" w:rsidP="009317BC">
            <w:pPr>
              <w:jc w:val="center"/>
              <w:rPr>
                <w:rFonts w:ascii="Arial CYR" w:hAnsi="Arial CYR" w:cs="Arial CYR"/>
                <w:sz w:val="20"/>
                <w:szCs w:val="20"/>
                <w:lang w:val="en-US"/>
              </w:rPr>
            </w:pPr>
          </w:p>
        </w:tc>
        <w:tc>
          <w:tcPr>
            <w:tcW w:w="21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1017C8A" w14:textId="1845F41B" w:rsidR="009317BC" w:rsidRDefault="009317BC" w:rsidP="009317BC">
            <w:pPr>
              <w:jc w:val="center"/>
              <w:rPr>
                <w:sz w:val="20"/>
                <w:szCs w:val="20"/>
              </w:rPr>
            </w:pPr>
            <w:bookmarkStart w:id="47" w:name="f1r631"/>
            <w:bookmarkEnd w:id="47"/>
            <w:r>
              <w:rPr>
                <w:sz w:val="20"/>
                <w:szCs w:val="20"/>
              </w:rPr>
              <w:t xml:space="preserve"> 535 </w:t>
            </w: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1137F39" w14:textId="2E21877A" w:rsidR="009317BC" w:rsidRDefault="009317BC" w:rsidP="00931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934 </w:t>
            </w:r>
          </w:p>
        </w:tc>
      </w:tr>
      <w:tr w:rsidR="009317BC" w:rsidRPr="00782C99" w14:paraId="467BCFCD" w14:textId="77777777" w:rsidTr="00794D7B">
        <w:trPr>
          <w:trHeight w:val="306"/>
        </w:trPr>
        <w:tc>
          <w:tcPr>
            <w:tcW w:w="5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1408FCAB" w14:textId="77777777" w:rsidR="009317BC" w:rsidRPr="00782C99" w:rsidRDefault="009317BC" w:rsidP="009317BC">
            <w:pPr>
              <w:ind w:firstLineChars="100" w:firstLine="200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поставщикам, подрядчикам, исполнителям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</w:tcPr>
          <w:p w14:paraId="37D1EAC3" w14:textId="77777777" w:rsidR="009317BC" w:rsidRPr="00782C99" w:rsidRDefault="009317BC" w:rsidP="009317BC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631</w:t>
            </w:r>
          </w:p>
        </w:tc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B280EFD" w14:textId="77777777" w:rsidR="009317BC" w:rsidRPr="00782C99" w:rsidRDefault="009317BC" w:rsidP="009317BC">
            <w:pPr>
              <w:rPr>
                <w:b/>
                <w:sz w:val="20"/>
                <w:szCs w:val="20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AD3B2B7" w14:textId="77777777" w:rsidR="009317BC" w:rsidRPr="00782C99" w:rsidRDefault="009317BC" w:rsidP="009317BC">
            <w:pPr>
              <w:rPr>
                <w:b/>
                <w:sz w:val="20"/>
                <w:szCs w:val="20"/>
              </w:rPr>
            </w:pPr>
          </w:p>
        </w:tc>
      </w:tr>
      <w:tr w:rsidR="009317BC" w:rsidRPr="00782C99" w14:paraId="0EF43B87" w14:textId="77777777" w:rsidTr="00794D7B">
        <w:trPr>
          <w:trHeight w:val="360"/>
        </w:trPr>
        <w:tc>
          <w:tcPr>
            <w:tcW w:w="5224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16DFC397" w14:textId="77777777" w:rsidR="009317BC" w:rsidRPr="00782C99" w:rsidRDefault="009317BC" w:rsidP="009317BC">
            <w:pPr>
              <w:ind w:firstLineChars="100" w:firstLine="200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по авансам полученным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15F42B6" w14:textId="77777777" w:rsidR="009317BC" w:rsidRPr="00782C99" w:rsidRDefault="009317BC" w:rsidP="009317BC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632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E8F0533" w14:textId="423C1FCE" w:rsidR="009317BC" w:rsidRDefault="009317BC" w:rsidP="009317BC">
            <w:pPr>
              <w:jc w:val="center"/>
              <w:rPr>
                <w:sz w:val="20"/>
                <w:szCs w:val="20"/>
              </w:rPr>
            </w:pPr>
            <w:bookmarkStart w:id="48" w:name="f1r632"/>
            <w:bookmarkEnd w:id="48"/>
            <w:r>
              <w:rPr>
                <w:sz w:val="20"/>
                <w:szCs w:val="20"/>
              </w:rPr>
              <w:t xml:space="preserve"> 68 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FC76180" w14:textId="7CC349C4" w:rsidR="009317BC" w:rsidRDefault="009317BC" w:rsidP="00931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142 </w:t>
            </w:r>
          </w:p>
        </w:tc>
      </w:tr>
      <w:tr w:rsidR="009317BC" w:rsidRPr="00782C99" w14:paraId="443CADAD" w14:textId="77777777" w:rsidTr="00794D7B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4A9C5D38" w14:textId="77777777" w:rsidR="009317BC" w:rsidRPr="00782C99" w:rsidRDefault="009317BC" w:rsidP="009317BC">
            <w:pPr>
              <w:ind w:firstLineChars="100" w:firstLine="200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по налогам и сборам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BB10981" w14:textId="77777777" w:rsidR="009317BC" w:rsidRPr="00782C99" w:rsidRDefault="009317BC" w:rsidP="009317BC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633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1C683BE" w14:textId="5C196402" w:rsidR="009317BC" w:rsidRDefault="009317BC" w:rsidP="009317BC">
            <w:pPr>
              <w:jc w:val="center"/>
              <w:rPr>
                <w:sz w:val="20"/>
                <w:szCs w:val="20"/>
              </w:rPr>
            </w:pPr>
            <w:bookmarkStart w:id="49" w:name="f1r633"/>
            <w:bookmarkEnd w:id="49"/>
            <w:r>
              <w:rPr>
                <w:sz w:val="20"/>
                <w:szCs w:val="20"/>
              </w:rPr>
              <w:t xml:space="preserve"> 45 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7B8B676" w14:textId="0F3F481B" w:rsidR="009317BC" w:rsidRDefault="009317BC" w:rsidP="00931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71 </w:t>
            </w:r>
          </w:p>
        </w:tc>
      </w:tr>
      <w:tr w:rsidR="009317BC" w:rsidRPr="00782C99" w14:paraId="17FDCB28" w14:textId="77777777" w:rsidTr="00794D7B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66DFAA66" w14:textId="77777777" w:rsidR="009317BC" w:rsidRPr="00782C99" w:rsidRDefault="009317BC" w:rsidP="009317BC">
            <w:pPr>
              <w:ind w:firstLineChars="100" w:firstLine="200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 xml:space="preserve">по социальному страхованию и обеспечению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D99021E" w14:textId="77777777" w:rsidR="009317BC" w:rsidRPr="00782C99" w:rsidRDefault="009317BC" w:rsidP="009317BC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634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1F3046D" w14:textId="584FCB4F" w:rsidR="009317BC" w:rsidRDefault="009317BC" w:rsidP="009317BC">
            <w:pPr>
              <w:jc w:val="center"/>
              <w:rPr>
                <w:sz w:val="20"/>
                <w:szCs w:val="20"/>
              </w:rPr>
            </w:pPr>
            <w:bookmarkStart w:id="50" w:name="f1r634"/>
            <w:bookmarkEnd w:id="50"/>
            <w:r>
              <w:rPr>
                <w:sz w:val="20"/>
                <w:szCs w:val="20"/>
              </w:rPr>
              <w:t xml:space="preserve"> 69 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2FDA709" w14:textId="50D8DD26" w:rsidR="009317BC" w:rsidRDefault="009317BC" w:rsidP="00931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58 </w:t>
            </w:r>
          </w:p>
        </w:tc>
      </w:tr>
      <w:tr w:rsidR="009317BC" w:rsidRPr="00782C99" w14:paraId="0877059A" w14:textId="77777777" w:rsidTr="00794D7B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7E676A8F" w14:textId="77777777" w:rsidR="009317BC" w:rsidRPr="00782C99" w:rsidRDefault="009317BC" w:rsidP="009317BC">
            <w:pPr>
              <w:ind w:firstLineChars="100" w:firstLine="200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по оплате труда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06FF685" w14:textId="77777777" w:rsidR="009317BC" w:rsidRPr="00782C99" w:rsidRDefault="009317BC" w:rsidP="009317BC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635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2512ED9" w14:textId="2D4B2913" w:rsidR="009317BC" w:rsidRDefault="009317BC" w:rsidP="009317BC">
            <w:pPr>
              <w:jc w:val="center"/>
              <w:rPr>
                <w:sz w:val="20"/>
                <w:szCs w:val="20"/>
              </w:rPr>
            </w:pPr>
            <w:bookmarkStart w:id="51" w:name="f1r635"/>
            <w:bookmarkEnd w:id="51"/>
            <w:r>
              <w:rPr>
                <w:sz w:val="20"/>
                <w:szCs w:val="20"/>
              </w:rPr>
              <w:t xml:space="preserve"> 116 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F7F0F34" w14:textId="686EA73F" w:rsidR="009317BC" w:rsidRDefault="009317BC" w:rsidP="00931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92 </w:t>
            </w:r>
          </w:p>
        </w:tc>
      </w:tr>
      <w:tr w:rsidR="009317BC" w:rsidRPr="00782C99" w14:paraId="547901C4" w14:textId="77777777" w:rsidTr="00794D7B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591E91E7" w14:textId="77777777" w:rsidR="009317BC" w:rsidRPr="00782C99" w:rsidRDefault="009317BC" w:rsidP="009317BC">
            <w:pPr>
              <w:ind w:firstLineChars="100" w:firstLine="200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 xml:space="preserve">по лизинговым платежам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4D02429" w14:textId="77777777" w:rsidR="009317BC" w:rsidRPr="00782C99" w:rsidRDefault="009317BC" w:rsidP="009317BC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636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007F92F" w14:textId="0C01DFE2" w:rsidR="009317BC" w:rsidRDefault="009317BC" w:rsidP="009317BC">
            <w:pPr>
              <w:jc w:val="center"/>
              <w:rPr>
                <w:sz w:val="20"/>
                <w:szCs w:val="20"/>
              </w:rPr>
            </w:pPr>
            <w:bookmarkStart w:id="52" w:name="f1r636"/>
            <w:bookmarkEnd w:id="52"/>
            <w:r>
              <w:rPr>
                <w:sz w:val="20"/>
                <w:szCs w:val="20"/>
              </w:rPr>
              <w:t xml:space="preserve"> 797 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CEF5413" w14:textId="1327D507" w:rsidR="009317BC" w:rsidRDefault="009317BC" w:rsidP="00931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288 </w:t>
            </w:r>
          </w:p>
        </w:tc>
      </w:tr>
      <w:tr w:rsidR="009317BC" w:rsidRPr="00782C99" w14:paraId="1680640D" w14:textId="77777777" w:rsidTr="00794D7B">
        <w:trPr>
          <w:trHeight w:val="324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4145A421" w14:textId="77777777" w:rsidR="009317BC" w:rsidRPr="00782C99" w:rsidRDefault="009317BC" w:rsidP="009317BC">
            <w:pPr>
              <w:ind w:firstLineChars="100" w:firstLine="200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собственнику имущества (учредителям, участникам)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7B65D5B" w14:textId="77777777" w:rsidR="009317BC" w:rsidRPr="00782C99" w:rsidRDefault="009317BC" w:rsidP="009317BC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637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A283DF5" w14:textId="5A8326EA" w:rsidR="009317BC" w:rsidRDefault="009317BC" w:rsidP="009317BC">
            <w:pPr>
              <w:jc w:val="center"/>
              <w:rPr>
                <w:sz w:val="20"/>
                <w:szCs w:val="20"/>
              </w:rPr>
            </w:pPr>
            <w:bookmarkStart w:id="53" w:name="f1r637"/>
            <w:bookmarkEnd w:id="53"/>
            <w:r>
              <w:rPr>
                <w:sz w:val="20"/>
                <w:szCs w:val="20"/>
              </w:rPr>
              <w:t> 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4DDA7F0" w14:textId="5704A6BE" w:rsidR="009317BC" w:rsidRDefault="009317BC" w:rsidP="00931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317BC" w:rsidRPr="00782C99" w14:paraId="2152496D" w14:textId="77777777" w:rsidTr="00794D7B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568B1399" w14:textId="77777777" w:rsidR="009317BC" w:rsidRPr="00782C99" w:rsidRDefault="009317BC" w:rsidP="009317BC">
            <w:pPr>
              <w:ind w:firstLineChars="100" w:firstLine="200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прочим кредиторам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07BBC5C" w14:textId="77777777" w:rsidR="009317BC" w:rsidRPr="00782C99" w:rsidRDefault="009317BC" w:rsidP="009317BC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638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5F5DEDB" w14:textId="39B5EBBF" w:rsidR="009317BC" w:rsidRDefault="009317BC" w:rsidP="009317BC">
            <w:pPr>
              <w:jc w:val="center"/>
              <w:rPr>
                <w:sz w:val="20"/>
                <w:szCs w:val="20"/>
              </w:rPr>
            </w:pPr>
            <w:bookmarkStart w:id="54" w:name="f1r638"/>
            <w:bookmarkEnd w:id="54"/>
            <w:r>
              <w:rPr>
                <w:sz w:val="20"/>
                <w:szCs w:val="20"/>
              </w:rPr>
              <w:t xml:space="preserve"> 12 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4732B56" w14:textId="13ECC0B2" w:rsidR="009317BC" w:rsidRDefault="009317BC" w:rsidP="00931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23 </w:t>
            </w:r>
          </w:p>
        </w:tc>
      </w:tr>
      <w:tr w:rsidR="009317BC" w:rsidRPr="00782C99" w14:paraId="32098CBF" w14:textId="77777777" w:rsidTr="00794D7B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6CD7A380" w14:textId="77777777" w:rsidR="009317BC" w:rsidRPr="00782C99" w:rsidRDefault="009317BC" w:rsidP="009317BC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Обязательства, предназначенные для реализации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7A85B97" w14:textId="77777777" w:rsidR="009317BC" w:rsidRPr="00782C99" w:rsidRDefault="009317BC" w:rsidP="009317BC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640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0CE6D87" w14:textId="7EDB5B67" w:rsidR="009317BC" w:rsidRDefault="009317BC" w:rsidP="009317BC">
            <w:pPr>
              <w:jc w:val="center"/>
              <w:rPr>
                <w:sz w:val="20"/>
                <w:szCs w:val="20"/>
              </w:rPr>
            </w:pPr>
            <w:bookmarkStart w:id="55" w:name="f1r640"/>
            <w:bookmarkEnd w:id="55"/>
            <w:r>
              <w:rPr>
                <w:sz w:val="20"/>
                <w:szCs w:val="20"/>
              </w:rPr>
              <w:t> 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A4C73F7" w14:textId="1D8D74D3" w:rsidR="009317BC" w:rsidRDefault="009317BC" w:rsidP="00931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317BC" w:rsidRPr="00782C99" w14:paraId="3CC91F20" w14:textId="77777777" w:rsidTr="00794D7B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33693B57" w14:textId="77777777" w:rsidR="009317BC" w:rsidRPr="00782C99" w:rsidRDefault="009317BC" w:rsidP="009317BC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Доходы будущих периодов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716406C" w14:textId="77777777" w:rsidR="009317BC" w:rsidRPr="00782C99" w:rsidRDefault="009317BC" w:rsidP="009317BC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650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BB26030" w14:textId="3C7EC7FF" w:rsidR="009317BC" w:rsidRDefault="009317BC" w:rsidP="009317BC">
            <w:pPr>
              <w:jc w:val="center"/>
              <w:rPr>
                <w:sz w:val="20"/>
                <w:szCs w:val="20"/>
              </w:rPr>
            </w:pPr>
            <w:bookmarkStart w:id="56" w:name="f1r650"/>
            <w:bookmarkEnd w:id="56"/>
            <w:r>
              <w:rPr>
                <w:sz w:val="20"/>
                <w:szCs w:val="20"/>
              </w:rPr>
              <w:t> 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520F7A3" w14:textId="23F3F850" w:rsidR="009317BC" w:rsidRDefault="009317BC" w:rsidP="00931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317BC" w:rsidRPr="00782C99" w14:paraId="6F768BA9" w14:textId="77777777" w:rsidTr="00794D7B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0ABBF295" w14:textId="77777777" w:rsidR="009317BC" w:rsidRPr="00782C99" w:rsidRDefault="009317BC" w:rsidP="009317BC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Резервы предстоящих платежей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755FD71" w14:textId="77777777" w:rsidR="009317BC" w:rsidRPr="00782C99" w:rsidRDefault="009317BC" w:rsidP="009317BC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660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8E8C48B" w14:textId="7E9FBF23" w:rsidR="009317BC" w:rsidRDefault="009317BC" w:rsidP="009317BC">
            <w:pPr>
              <w:jc w:val="center"/>
              <w:rPr>
                <w:sz w:val="20"/>
                <w:szCs w:val="20"/>
              </w:rPr>
            </w:pPr>
            <w:bookmarkStart w:id="57" w:name="f1r660"/>
            <w:bookmarkEnd w:id="57"/>
            <w:r>
              <w:rPr>
                <w:sz w:val="20"/>
                <w:szCs w:val="20"/>
              </w:rPr>
              <w:t> 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4C9094C" w14:textId="0140F3E3" w:rsidR="009317BC" w:rsidRDefault="009317BC" w:rsidP="00931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317BC" w:rsidRPr="00782C99" w14:paraId="3F77A32A" w14:textId="77777777" w:rsidTr="00794D7B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31D8D78B" w14:textId="77777777" w:rsidR="009317BC" w:rsidRPr="00782C99" w:rsidRDefault="009317BC" w:rsidP="009317BC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Прочие краткосрочные обязательства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6D1C0CB" w14:textId="77777777" w:rsidR="009317BC" w:rsidRPr="00782C99" w:rsidRDefault="009317BC" w:rsidP="009317BC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670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7DE08A9" w14:textId="23BF777F" w:rsidR="009317BC" w:rsidRDefault="009317BC" w:rsidP="009317BC">
            <w:pPr>
              <w:jc w:val="center"/>
              <w:rPr>
                <w:sz w:val="20"/>
                <w:szCs w:val="20"/>
              </w:rPr>
            </w:pPr>
            <w:bookmarkStart w:id="58" w:name="f1r670"/>
            <w:bookmarkEnd w:id="58"/>
            <w:r>
              <w:rPr>
                <w:sz w:val="20"/>
                <w:szCs w:val="20"/>
              </w:rPr>
              <w:t> 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BFEF7DD" w14:textId="64F3B4B8" w:rsidR="009317BC" w:rsidRDefault="009317BC" w:rsidP="00931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317BC" w:rsidRPr="00782C99" w14:paraId="29629EB6" w14:textId="77777777" w:rsidTr="00794D7B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6BBB5FD7" w14:textId="77777777" w:rsidR="009317BC" w:rsidRPr="00782C99" w:rsidRDefault="009317BC" w:rsidP="009317BC">
            <w:pPr>
              <w:rPr>
                <w:b/>
                <w:bCs/>
                <w:sz w:val="20"/>
                <w:szCs w:val="20"/>
              </w:rPr>
            </w:pPr>
            <w:r w:rsidRPr="00782C99">
              <w:rPr>
                <w:b/>
                <w:bCs/>
                <w:sz w:val="20"/>
                <w:szCs w:val="20"/>
              </w:rPr>
              <w:t>ИТОГО по разделу V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E58B64A" w14:textId="77777777" w:rsidR="009317BC" w:rsidRPr="00782C99" w:rsidRDefault="009317BC" w:rsidP="009317BC">
            <w:pPr>
              <w:jc w:val="center"/>
              <w:rPr>
                <w:b/>
                <w:bCs/>
                <w:sz w:val="20"/>
                <w:szCs w:val="20"/>
              </w:rPr>
            </w:pPr>
            <w:r w:rsidRPr="00782C99">
              <w:rPr>
                <w:b/>
                <w:bCs/>
                <w:sz w:val="20"/>
                <w:szCs w:val="20"/>
              </w:rPr>
              <w:t>690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560008" w14:textId="79ADCAFF" w:rsidR="009317BC" w:rsidRDefault="009317BC" w:rsidP="009317BC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59" w:name="f1r690"/>
            <w:bookmarkEnd w:id="59"/>
            <w:r>
              <w:rPr>
                <w:b/>
                <w:bCs/>
                <w:sz w:val="20"/>
                <w:szCs w:val="20"/>
              </w:rPr>
              <w:t xml:space="preserve"> 2 652 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4C3A3B" w14:textId="21DD5ED3" w:rsidR="009317BC" w:rsidRDefault="009317BC" w:rsidP="009317B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2 556 </w:t>
            </w:r>
          </w:p>
        </w:tc>
      </w:tr>
      <w:tr w:rsidR="009317BC" w:rsidRPr="00782C99" w14:paraId="31D69A78" w14:textId="77777777" w:rsidTr="00794D7B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6F6536" w14:textId="77777777" w:rsidR="009317BC" w:rsidRPr="00782C99" w:rsidRDefault="009317BC" w:rsidP="009317BC">
            <w:pPr>
              <w:rPr>
                <w:b/>
                <w:bCs/>
                <w:sz w:val="20"/>
                <w:szCs w:val="20"/>
              </w:rPr>
            </w:pPr>
            <w:r w:rsidRPr="00782C99">
              <w:rPr>
                <w:b/>
                <w:bCs/>
                <w:sz w:val="20"/>
                <w:szCs w:val="20"/>
              </w:rPr>
              <w:t>БАЛАНС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78AB232" w14:textId="77777777" w:rsidR="009317BC" w:rsidRPr="00782C99" w:rsidRDefault="009317BC" w:rsidP="009317BC">
            <w:pPr>
              <w:jc w:val="center"/>
              <w:rPr>
                <w:b/>
                <w:bCs/>
                <w:sz w:val="20"/>
                <w:szCs w:val="20"/>
              </w:rPr>
            </w:pPr>
            <w:r w:rsidRPr="00782C99">
              <w:rPr>
                <w:b/>
                <w:bCs/>
                <w:sz w:val="20"/>
                <w:szCs w:val="20"/>
              </w:rPr>
              <w:t>700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E2D905" w14:textId="36E26C45" w:rsidR="009317BC" w:rsidRDefault="009317BC" w:rsidP="009317BC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60" w:name="f1r700"/>
            <w:bookmarkEnd w:id="60"/>
            <w:r>
              <w:rPr>
                <w:b/>
                <w:bCs/>
                <w:sz w:val="20"/>
                <w:szCs w:val="20"/>
              </w:rPr>
              <w:t xml:space="preserve"> 20 238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AC58C7" w14:textId="3A6CA460" w:rsidR="009317BC" w:rsidRDefault="009317BC" w:rsidP="009317B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17 094 </w:t>
            </w:r>
          </w:p>
        </w:tc>
      </w:tr>
      <w:tr w:rsidR="009317BC" w:rsidRPr="00782C99" w14:paraId="5732096C" w14:textId="77777777" w:rsidTr="00794D7B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F0AEB6" w14:textId="77777777" w:rsidR="009317BC" w:rsidRPr="00782C99" w:rsidRDefault="009317BC" w:rsidP="009317B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C6B29AC" w14:textId="77777777" w:rsidR="009317BC" w:rsidRPr="00782C99" w:rsidRDefault="009317BC" w:rsidP="009317B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2A961C" w14:textId="74EAC58C" w:rsidR="009317BC" w:rsidRPr="00782C99" w:rsidRDefault="009317BC" w:rsidP="009317B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CD75EF" w14:textId="6DA9816B" w:rsidR="009317BC" w:rsidRPr="00782C99" w:rsidRDefault="009317BC" w:rsidP="009317B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</w:tbl>
    <w:p w14:paraId="35A04588" w14:textId="77777777" w:rsidR="00782C99" w:rsidRPr="00782C99" w:rsidRDefault="00782C99" w:rsidP="00782C99">
      <w:pPr>
        <w:widowControl w:val="0"/>
        <w:ind w:firstLine="567"/>
        <w:rPr>
          <w:sz w:val="20"/>
          <w:szCs w:val="20"/>
          <w:lang w:val="en-US"/>
        </w:rPr>
      </w:pPr>
    </w:p>
    <w:p w14:paraId="60984F51" w14:textId="77777777" w:rsidR="00782C99" w:rsidRPr="00782C99" w:rsidRDefault="00782C99" w:rsidP="00782C99">
      <w:pPr>
        <w:tabs>
          <w:tab w:val="left" w:pos="2340"/>
        </w:tabs>
        <w:rPr>
          <w:sz w:val="20"/>
          <w:szCs w:val="20"/>
          <w:lang w:val="en-US"/>
        </w:rPr>
      </w:pPr>
      <w:r w:rsidRPr="00782C99">
        <w:rPr>
          <w:sz w:val="20"/>
          <w:szCs w:val="20"/>
          <w:lang w:val="en-US"/>
        </w:rPr>
        <w:br w:type="page"/>
      </w:r>
    </w:p>
    <w:tbl>
      <w:tblPr>
        <w:tblW w:w="10370" w:type="dxa"/>
        <w:tblInd w:w="228" w:type="dxa"/>
        <w:tblLook w:val="0000" w:firstRow="0" w:lastRow="0" w:firstColumn="0" w:lastColumn="0" w:noHBand="0" w:noVBand="0"/>
      </w:tblPr>
      <w:tblGrid>
        <w:gridCol w:w="1854"/>
        <w:gridCol w:w="764"/>
        <w:gridCol w:w="1273"/>
        <w:gridCol w:w="1002"/>
        <w:gridCol w:w="782"/>
        <w:gridCol w:w="2185"/>
        <w:gridCol w:w="276"/>
        <w:gridCol w:w="2234"/>
      </w:tblGrid>
      <w:tr w:rsidR="00782C99" w:rsidRPr="00782C99" w14:paraId="01F8916D" w14:textId="77777777" w:rsidTr="00794D7B">
        <w:trPr>
          <w:trHeight w:val="136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E27B941" w14:textId="77777777" w:rsidR="00782C99" w:rsidRPr="00782C99" w:rsidRDefault="00782C99" w:rsidP="00782C99">
            <w:pPr>
              <w:rPr>
                <w:sz w:val="16"/>
                <w:szCs w:val="16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64FAE2DB" w14:textId="77777777" w:rsidR="00782C99" w:rsidRPr="00782C99" w:rsidRDefault="00782C99" w:rsidP="00782C99">
            <w:pPr>
              <w:rPr>
                <w:sz w:val="16"/>
                <w:szCs w:val="16"/>
              </w:rPr>
            </w:pPr>
            <w:r w:rsidRPr="00782C99">
              <w:rPr>
                <w:sz w:val="16"/>
                <w:szCs w:val="16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07DDC926" w14:textId="77777777" w:rsidR="00782C99" w:rsidRPr="00782C99" w:rsidRDefault="00782C99" w:rsidP="00782C99">
            <w:pPr>
              <w:rPr>
                <w:sz w:val="16"/>
                <w:szCs w:val="16"/>
              </w:rPr>
            </w:pPr>
            <w:r w:rsidRPr="00782C99">
              <w:rPr>
                <w:sz w:val="16"/>
                <w:szCs w:val="16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627A6542" w14:textId="77777777" w:rsidR="00782C99" w:rsidRPr="00782C99" w:rsidRDefault="00782C99" w:rsidP="00782C99">
            <w:pPr>
              <w:rPr>
                <w:sz w:val="16"/>
                <w:szCs w:val="16"/>
              </w:rPr>
            </w:pPr>
            <w:r w:rsidRPr="00782C99">
              <w:rPr>
                <w:sz w:val="16"/>
                <w:szCs w:val="16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0C8B867F" w14:textId="77777777" w:rsidR="00782C99" w:rsidRPr="00782C99" w:rsidRDefault="00782C99" w:rsidP="00782C99">
            <w:pPr>
              <w:rPr>
                <w:sz w:val="16"/>
                <w:szCs w:val="16"/>
              </w:rPr>
            </w:pPr>
            <w:r w:rsidRPr="00782C99">
              <w:rPr>
                <w:sz w:val="16"/>
                <w:szCs w:val="16"/>
              </w:rPr>
              <w:t> </w:t>
            </w:r>
          </w:p>
        </w:tc>
        <w:tc>
          <w:tcPr>
            <w:tcW w:w="46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FB370BB" w14:textId="77777777" w:rsidR="00782C99" w:rsidRPr="00782C99" w:rsidRDefault="00782C99" w:rsidP="00782C99">
            <w:pPr>
              <w:jc w:val="right"/>
              <w:rPr>
                <w:sz w:val="16"/>
                <w:szCs w:val="16"/>
              </w:rPr>
            </w:pPr>
            <w:r w:rsidRPr="00782C99">
              <w:rPr>
                <w:sz w:val="16"/>
                <w:szCs w:val="16"/>
              </w:rPr>
              <w:t>Приложение 2</w:t>
            </w:r>
          </w:p>
        </w:tc>
      </w:tr>
      <w:tr w:rsidR="00782C99" w:rsidRPr="00782C99" w14:paraId="56272364" w14:textId="77777777" w:rsidTr="00794D7B">
        <w:trPr>
          <w:trHeight w:val="224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37EFADC2" w14:textId="77777777" w:rsidR="00782C99" w:rsidRPr="00782C99" w:rsidRDefault="00782C99" w:rsidP="00782C99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00E9B6F0" w14:textId="77777777" w:rsidR="00782C99" w:rsidRPr="00782C99" w:rsidRDefault="00782C99" w:rsidP="00782C99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11BB5EF" w14:textId="77777777" w:rsidR="00782C99" w:rsidRPr="00782C99" w:rsidRDefault="00782C99" w:rsidP="00782C99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3F1F53C3" w14:textId="77777777" w:rsidR="00782C99" w:rsidRPr="00782C99" w:rsidRDefault="00782C99" w:rsidP="00782C99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FDD3F30" w14:textId="77777777" w:rsidR="00782C99" w:rsidRPr="00782C99" w:rsidRDefault="00782C99" w:rsidP="00782C99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 </w:t>
            </w:r>
          </w:p>
        </w:tc>
        <w:tc>
          <w:tcPr>
            <w:tcW w:w="46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5CDE06A" w14:textId="77777777" w:rsidR="00782C99" w:rsidRPr="00782C99" w:rsidRDefault="00782C99" w:rsidP="00782C99">
            <w:pPr>
              <w:jc w:val="right"/>
              <w:rPr>
                <w:sz w:val="16"/>
                <w:szCs w:val="16"/>
              </w:rPr>
            </w:pPr>
            <w:r w:rsidRPr="00782C99">
              <w:rPr>
                <w:sz w:val="16"/>
                <w:szCs w:val="16"/>
              </w:rPr>
              <w:t xml:space="preserve">к постановлению Министерства финансов </w:t>
            </w:r>
            <w:r w:rsidRPr="00782C99">
              <w:rPr>
                <w:sz w:val="16"/>
                <w:szCs w:val="16"/>
              </w:rPr>
              <w:br/>
              <w:t xml:space="preserve">Республики Беларусь </w:t>
            </w:r>
          </w:p>
        </w:tc>
      </w:tr>
      <w:tr w:rsidR="00782C99" w:rsidRPr="00782C99" w14:paraId="7A26767A" w14:textId="77777777" w:rsidTr="00794D7B">
        <w:trPr>
          <w:trHeight w:val="225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368587D9" w14:textId="77777777" w:rsidR="00782C99" w:rsidRPr="00782C99" w:rsidRDefault="00782C99" w:rsidP="00782C99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3BB9657A" w14:textId="77777777" w:rsidR="00782C99" w:rsidRPr="00782C99" w:rsidRDefault="00782C99" w:rsidP="00782C99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276C466" w14:textId="77777777" w:rsidR="00782C99" w:rsidRPr="00782C99" w:rsidRDefault="00782C99" w:rsidP="00782C99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3159570B" w14:textId="77777777" w:rsidR="00782C99" w:rsidRPr="00782C99" w:rsidRDefault="00782C99" w:rsidP="00782C99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B6D209B" w14:textId="77777777" w:rsidR="00782C99" w:rsidRPr="00782C99" w:rsidRDefault="00782C99" w:rsidP="00782C99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 </w:t>
            </w:r>
          </w:p>
        </w:tc>
        <w:tc>
          <w:tcPr>
            <w:tcW w:w="46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488AB75" w14:textId="77777777" w:rsidR="00782C99" w:rsidRPr="00782C99" w:rsidRDefault="00782C99" w:rsidP="00782C99">
            <w:pPr>
              <w:jc w:val="right"/>
              <w:rPr>
                <w:sz w:val="16"/>
                <w:szCs w:val="16"/>
              </w:rPr>
            </w:pPr>
            <w:r w:rsidRPr="00782C99">
              <w:rPr>
                <w:sz w:val="16"/>
                <w:szCs w:val="16"/>
                <w:lang w:val="en-US"/>
              </w:rPr>
              <w:t>12</w:t>
            </w:r>
            <w:r w:rsidRPr="00782C99">
              <w:rPr>
                <w:sz w:val="16"/>
                <w:szCs w:val="16"/>
              </w:rPr>
              <w:t>.</w:t>
            </w:r>
            <w:r w:rsidRPr="00782C99">
              <w:rPr>
                <w:sz w:val="16"/>
                <w:szCs w:val="16"/>
                <w:lang w:val="en-US"/>
              </w:rPr>
              <w:t>12</w:t>
            </w:r>
            <w:r w:rsidRPr="00782C99">
              <w:rPr>
                <w:sz w:val="16"/>
                <w:szCs w:val="16"/>
              </w:rPr>
              <w:t>.20</w:t>
            </w:r>
            <w:r w:rsidRPr="00782C99">
              <w:rPr>
                <w:sz w:val="16"/>
                <w:szCs w:val="16"/>
                <w:lang w:val="en-US"/>
              </w:rPr>
              <w:t>16</w:t>
            </w:r>
            <w:r w:rsidRPr="00782C99">
              <w:rPr>
                <w:sz w:val="16"/>
                <w:szCs w:val="16"/>
              </w:rPr>
              <w:t xml:space="preserve"> № 1</w:t>
            </w:r>
            <w:r w:rsidRPr="00782C99">
              <w:rPr>
                <w:sz w:val="16"/>
                <w:szCs w:val="16"/>
                <w:lang w:val="en-US"/>
              </w:rPr>
              <w:t>04</w:t>
            </w:r>
          </w:p>
        </w:tc>
      </w:tr>
      <w:tr w:rsidR="00782C99" w:rsidRPr="00782C99" w14:paraId="6E5418E5" w14:textId="77777777" w:rsidTr="00794D7B">
        <w:trPr>
          <w:trHeight w:val="80"/>
        </w:trPr>
        <w:tc>
          <w:tcPr>
            <w:tcW w:w="103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309C1165" w14:textId="77777777" w:rsidR="00782C99" w:rsidRPr="00782C99" w:rsidRDefault="00782C99" w:rsidP="00782C99">
            <w:pPr>
              <w:jc w:val="center"/>
              <w:rPr>
                <w:b/>
                <w:bCs/>
                <w:sz w:val="18"/>
                <w:szCs w:val="18"/>
              </w:rPr>
            </w:pPr>
            <w:r w:rsidRPr="00782C99">
              <w:rPr>
                <w:b/>
                <w:bCs/>
                <w:sz w:val="18"/>
                <w:szCs w:val="18"/>
              </w:rPr>
              <w:t>ОТЧЕТ</w:t>
            </w:r>
          </w:p>
        </w:tc>
      </w:tr>
      <w:tr w:rsidR="00782C99" w:rsidRPr="00782C99" w14:paraId="1BFABCEE" w14:textId="77777777" w:rsidTr="00794D7B">
        <w:trPr>
          <w:trHeight w:val="255"/>
        </w:trPr>
        <w:tc>
          <w:tcPr>
            <w:tcW w:w="103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B4BF4CA" w14:textId="77777777" w:rsidR="00782C99" w:rsidRPr="00782C99" w:rsidRDefault="00782C99" w:rsidP="00782C99">
            <w:pPr>
              <w:jc w:val="center"/>
              <w:rPr>
                <w:b/>
                <w:bCs/>
                <w:sz w:val="18"/>
                <w:szCs w:val="18"/>
              </w:rPr>
            </w:pPr>
            <w:r w:rsidRPr="00782C99">
              <w:rPr>
                <w:b/>
                <w:bCs/>
                <w:sz w:val="18"/>
                <w:szCs w:val="18"/>
              </w:rPr>
              <w:t>о прибылях и убытках</w:t>
            </w:r>
          </w:p>
        </w:tc>
      </w:tr>
      <w:tr w:rsidR="00782C99" w:rsidRPr="00782C99" w14:paraId="1F08AC0B" w14:textId="77777777" w:rsidTr="00794D7B">
        <w:trPr>
          <w:trHeight w:val="151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D2EBE3D" w14:textId="77777777" w:rsidR="00782C99" w:rsidRPr="00782C99" w:rsidRDefault="00782C99" w:rsidP="00782C99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05452AD1" w14:textId="77777777" w:rsidR="00782C99" w:rsidRPr="00782C99" w:rsidRDefault="00782C99" w:rsidP="00782C99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98842C1" w14:textId="77777777" w:rsidR="00782C99" w:rsidRPr="00782C99" w:rsidRDefault="00782C99" w:rsidP="00782C99">
            <w:pPr>
              <w:ind w:firstLineChars="300" w:firstLine="540"/>
              <w:jc w:val="right"/>
              <w:rPr>
                <w:b/>
                <w:sz w:val="18"/>
                <w:szCs w:val="18"/>
              </w:rPr>
            </w:pPr>
            <w:r w:rsidRPr="00782C99">
              <w:rPr>
                <w:b/>
                <w:sz w:val="18"/>
                <w:szCs w:val="18"/>
              </w:rPr>
              <w:t>за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0B75D41D" w14:textId="413F78E8" w:rsidR="00782C99" w:rsidRPr="00782C99" w:rsidRDefault="00782C99" w:rsidP="009317BC">
            <w:pPr>
              <w:ind w:leftChars="-3" w:left="-2" w:hangingChars="3" w:hanging="5"/>
              <w:rPr>
                <w:b/>
                <w:sz w:val="18"/>
                <w:szCs w:val="18"/>
              </w:rPr>
            </w:pPr>
            <w:r w:rsidRPr="00782C99">
              <w:rPr>
                <w:b/>
                <w:sz w:val="18"/>
                <w:szCs w:val="18"/>
              </w:rPr>
              <w:t>январь-декабрь 20</w:t>
            </w:r>
            <w:r w:rsidR="00884B28">
              <w:rPr>
                <w:b/>
                <w:sz w:val="18"/>
                <w:szCs w:val="18"/>
              </w:rPr>
              <w:t>2</w:t>
            </w:r>
            <w:r w:rsidR="009317BC">
              <w:rPr>
                <w:b/>
                <w:sz w:val="18"/>
                <w:szCs w:val="18"/>
              </w:rPr>
              <w:t>3</w:t>
            </w:r>
            <w:r w:rsidRPr="00782C99">
              <w:rPr>
                <w:b/>
                <w:sz w:val="18"/>
                <w:szCs w:val="18"/>
              </w:rPr>
              <w:t xml:space="preserve"> года</w:t>
            </w:r>
          </w:p>
        </w:tc>
        <w:tc>
          <w:tcPr>
            <w:tcW w:w="25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2570286" w14:textId="77777777" w:rsidR="00782C99" w:rsidRPr="00782C99" w:rsidRDefault="00782C99" w:rsidP="00782C99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 </w:t>
            </w:r>
          </w:p>
        </w:tc>
      </w:tr>
      <w:tr w:rsidR="00782C99" w:rsidRPr="00782C99" w14:paraId="5FD732DD" w14:textId="77777777" w:rsidTr="00794D7B">
        <w:trPr>
          <w:trHeight w:val="70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ABCE1E9" w14:textId="77777777" w:rsidR="00782C99" w:rsidRPr="00782C99" w:rsidRDefault="00782C99" w:rsidP="00782C99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B337F2A" w14:textId="77777777" w:rsidR="00782C99" w:rsidRPr="00782C99" w:rsidRDefault="00782C99" w:rsidP="00782C99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1A227BA" w14:textId="77777777" w:rsidR="00782C99" w:rsidRPr="00782C99" w:rsidRDefault="00782C99" w:rsidP="00782C99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4DAF09F" w14:textId="77777777" w:rsidR="00782C99" w:rsidRPr="00782C99" w:rsidRDefault="00782C99" w:rsidP="00782C99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0E4DECE4" w14:textId="77777777" w:rsidR="00782C99" w:rsidRPr="00782C99" w:rsidRDefault="00782C99" w:rsidP="00782C99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 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E85944F" w14:textId="77777777" w:rsidR="00782C99" w:rsidRPr="00782C99" w:rsidRDefault="00782C99" w:rsidP="00782C99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 </w:t>
            </w:r>
          </w:p>
        </w:tc>
        <w:tc>
          <w:tcPr>
            <w:tcW w:w="25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5977E5B" w14:textId="77777777" w:rsidR="00782C99" w:rsidRPr="00782C99" w:rsidRDefault="00782C99" w:rsidP="00782C99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 </w:t>
            </w:r>
          </w:p>
        </w:tc>
      </w:tr>
      <w:tr w:rsidR="00794D7B" w:rsidRPr="00782C99" w14:paraId="0B6C2EB4" w14:textId="77777777" w:rsidTr="00794D7B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5DC71EE7" w14:textId="77777777" w:rsidR="00794D7B" w:rsidRPr="00782C99" w:rsidRDefault="00794D7B" w:rsidP="00794D7B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Организация</w:t>
            </w:r>
          </w:p>
        </w:tc>
        <w:tc>
          <w:tcPr>
            <w:tcW w:w="64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3AF95CDC" w14:textId="77777777" w:rsidR="00794D7B" w:rsidRPr="00D54DB9" w:rsidRDefault="00794D7B" w:rsidP="00794D7B">
            <w:pPr>
              <w:rPr>
                <w:sz w:val="18"/>
                <w:szCs w:val="20"/>
              </w:rPr>
            </w:pPr>
            <w:r w:rsidRPr="00D54DB9">
              <w:rPr>
                <w:sz w:val="18"/>
                <w:szCs w:val="20"/>
              </w:rPr>
              <w:t>ОАО "Новые Стайки"</w:t>
            </w:r>
          </w:p>
        </w:tc>
      </w:tr>
      <w:tr w:rsidR="00794D7B" w:rsidRPr="00782C99" w14:paraId="1458CFA8" w14:textId="77777777" w:rsidTr="00794D7B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50486D81" w14:textId="77777777" w:rsidR="00794D7B" w:rsidRPr="00782C99" w:rsidRDefault="00794D7B" w:rsidP="00794D7B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Учетный номер плательщика</w:t>
            </w:r>
          </w:p>
        </w:tc>
        <w:tc>
          <w:tcPr>
            <w:tcW w:w="64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059DDDF6" w14:textId="77777777" w:rsidR="00794D7B" w:rsidRPr="00D54DB9" w:rsidRDefault="00794D7B" w:rsidP="00794D7B">
            <w:pPr>
              <w:rPr>
                <w:sz w:val="18"/>
                <w:szCs w:val="20"/>
              </w:rPr>
            </w:pPr>
            <w:r w:rsidRPr="00D54DB9">
              <w:rPr>
                <w:sz w:val="18"/>
                <w:szCs w:val="20"/>
              </w:rPr>
              <w:t>200100251</w:t>
            </w:r>
          </w:p>
        </w:tc>
      </w:tr>
      <w:tr w:rsidR="00794D7B" w:rsidRPr="00782C99" w14:paraId="1297A13F" w14:textId="77777777" w:rsidTr="00794D7B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2E2316BB" w14:textId="77777777" w:rsidR="00794D7B" w:rsidRPr="00782C99" w:rsidRDefault="00794D7B" w:rsidP="00794D7B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Вид экономической деятельности</w:t>
            </w:r>
          </w:p>
        </w:tc>
        <w:tc>
          <w:tcPr>
            <w:tcW w:w="64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132BCE57" w14:textId="77777777" w:rsidR="00794D7B" w:rsidRPr="00D54DB9" w:rsidRDefault="00794D7B" w:rsidP="00794D7B">
            <w:pPr>
              <w:rPr>
                <w:sz w:val="18"/>
                <w:szCs w:val="20"/>
              </w:rPr>
            </w:pPr>
            <w:r w:rsidRPr="00D54DB9">
              <w:rPr>
                <w:sz w:val="18"/>
                <w:szCs w:val="20"/>
              </w:rPr>
              <w:t>Смешанное сельское хозяйство</w:t>
            </w:r>
          </w:p>
        </w:tc>
      </w:tr>
      <w:tr w:rsidR="00794D7B" w:rsidRPr="00782C99" w14:paraId="43B1B955" w14:textId="77777777" w:rsidTr="00794D7B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5E11A5DB" w14:textId="77777777" w:rsidR="00794D7B" w:rsidRPr="00782C99" w:rsidRDefault="00794D7B" w:rsidP="00794D7B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Организационно-правовая форма</w:t>
            </w:r>
          </w:p>
        </w:tc>
        <w:tc>
          <w:tcPr>
            <w:tcW w:w="64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6614B6B2" w14:textId="77777777" w:rsidR="00794D7B" w:rsidRPr="00D54DB9" w:rsidRDefault="00794D7B" w:rsidP="00794D7B">
            <w:pPr>
              <w:rPr>
                <w:sz w:val="18"/>
                <w:szCs w:val="20"/>
              </w:rPr>
            </w:pPr>
            <w:r w:rsidRPr="00D54DB9">
              <w:rPr>
                <w:sz w:val="18"/>
                <w:szCs w:val="20"/>
              </w:rPr>
              <w:t>ОАО</w:t>
            </w:r>
          </w:p>
        </w:tc>
      </w:tr>
      <w:tr w:rsidR="00794D7B" w:rsidRPr="00782C99" w14:paraId="285C527E" w14:textId="77777777" w:rsidTr="00794D7B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141FD696" w14:textId="77777777" w:rsidR="00794D7B" w:rsidRPr="00782C99" w:rsidRDefault="00794D7B" w:rsidP="00794D7B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Орган управления</w:t>
            </w:r>
          </w:p>
        </w:tc>
        <w:tc>
          <w:tcPr>
            <w:tcW w:w="64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2477F0C4" w14:textId="77777777" w:rsidR="00794D7B" w:rsidRPr="00D54DB9" w:rsidRDefault="00794D7B" w:rsidP="00794D7B">
            <w:pPr>
              <w:rPr>
                <w:sz w:val="18"/>
                <w:szCs w:val="20"/>
              </w:rPr>
            </w:pPr>
            <w:r w:rsidRPr="00D54DB9">
              <w:rPr>
                <w:sz w:val="18"/>
                <w:szCs w:val="20"/>
              </w:rPr>
              <w:t>Общее собрание акционеров, наблюдательный совет</w:t>
            </w:r>
          </w:p>
        </w:tc>
      </w:tr>
      <w:tr w:rsidR="00794D7B" w:rsidRPr="00782C99" w14:paraId="096293C9" w14:textId="77777777" w:rsidTr="00794D7B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78D56398" w14:textId="77777777" w:rsidR="00794D7B" w:rsidRPr="00782C99" w:rsidRDefault="00794D7B" w:rsidP="00794D7B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64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2D5AA46C" w14:textId="77777777" w:rsidR="00794D7B" w:rsidRPr="00D54DB9" w:rsidRDefault="00794D7B" w:rsidP="00794D7B">
            <w:pPr>
              <w:rPr>
                <w:sz w:val="18"/>
                <w:szCs w:val="20"/>
              </w:rPr>
            </w:pPr>
            <w:proofErr w:type="spellStart"/>
            <w:r w:rsidRPr="00D54DB9">
              <w:rPr>
                <w:sz w:val="18"/>
                <w:szCs w:val="20"/>
              </w:rPr>
              <w:t>тыс.руб</w:t>
            </w:r>
            <w:proofErr w:type="spellEnd"/>
            <w:r w:rsidRPr="00D54DB9">
              <w:rPr>
                <w:sz w:val="18"/>
                <w:szCs w:val="20"/>
              </w:rPr>
              <w:t>.</w:t>
            </w:r>
          </w:p>
        </w:tc>
      </w:tr>
      <w:tr w:rsidR="00794D7B" w:rsidRPr="00782C99" w14:paraId="51834BD4" w14:textId="77777777" w:rsidTr="00794D7B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25CC439D" w14:textId="77777777" w:rsidR="00794D7B" w:rsidRPr="00782C99" w:rsidRDefault="00794D7B" w:rsidP="00794D7B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Адрес</w:t>
            </w:r>
          </w:p>
        </w:tc>
        <w:tc>
          <w:tcPr>
            <w:tcW w:w="64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284A9D5A" w14:textId="77777777" w:rsidR="00794D7B" w:rsidRPr="00D54DB9" w:rsidRDefault="00794D7B" w:rsidP="00794D7B">
            <w:pPr>
              <w:rPr>
                <w:sz w:val="18"/>
                <w:szCs w:val="20"/>
              </w:rPr>
            </w:pPr>
            <w:r w:rsidRPr="00D54DB9">
              <w:rPr>
                <w:sz w:val="18"/>
                <w:szCs w:val="20"/>
              </w:rPr>
              <w:t>Брестская обл., Ивацевичский район, д. Стайки, ул. Школьная, 5</w:t>
            </w:r>
          </w:p>
        </w:tc>
      </w:tr>
      <w:tr w:rsidR="00782C99" w:rsidRPr="00782C99" w14:paraId="25362651" w14:textId="77777777" w:rsidTr="00FD5648">
        <w:trPr>
          <w:trHeight w:val="247"/>
        </w:trPr>
        <w:tc>
          <w:tcPr>
            <w:tcW w:w="4893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500DE74" w14:textId="77777777" w:rsidR="00782C99" w:rsidRPr="00782C99" w:rsidRDefault="00782C99" w:rsidP="00782C99">
            <w:pPr>
              <w:jc w:val="center"/>
              <w:rPr>
                <w:b/>
                <w:bCs/>
                <w:sz w:val="16"/>
                <w:szCs w:val="16"/>
              </w:rPr>
            </w:pPr>
            <w:r w:rsidRPr="00782C99">
              <w:rPr>
                <w:b/>
                <w:bCs/>
                <w:sz w:val="16"/>
                <w:szCs w:val="16"/>
              </w:rPr>
              <w:t>Наименование показателей</w:t>
            </w:r>
          </w:p>
        </w:tc>
        <w:tc>
          <w:tcPr>
            <w:tcW w:w="7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62EB31" w14:textId="77777777" w:rsidR="00782C99" w:rsidRPr="00782C99" w:rsidRDefault="00782C99" w:rsidP="00782C99">
            <w:pPr>
              <w:jc w:val="center"/>
              <w:rPr>
                <w:b/>
                <w:bCs/>
                <w:sz w:val="16"/>
                <w:szCs w:val="16"/>
              </w:rPr>
            </w:pPr>
            <w:r w:rsidRPr="00782C99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2461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E5BBF3" w14:textId="2D755B75" w:rsidR="00782C99" w:rsidRPr="00782C99" w:rsidRDefault="00782C99" w:rsidP="009317BC">
            <w:pPr>
              <w:jc w:val="center"/>
              <w:rPr>
                <w:b/>
                <w:sz w:val="16"/>
                <w:szCs w:val="16"/>
              </w:rPr>
            </w:pPr>
            <w:r w:rsidRPr="00782C99">
              <w:rPr>
                <w:b/>
                <w:sz w:val="16"/>
                <w:szCs w:val="16"/>
              </w:rPr>
              <w:t>За январь -</w:t>
            </w:r>
            <w:r w:rsidRPr="00782C99">
              <w:rPr>
                <w:rFonts w:ascii="Courier New" w:hAnsi="Courier New"/>
                <w:b/>
                <w:sz w:val="18"/>
                <w:szCs w:val="18"/>
              </w:rPr>
              <w:t xml:space="preserve"> </w:t>
            </w:r>
            <w:r w:rsidRPr="00782C99">
              <w:rPr>
                <w:b/>
                <w:sz w:val="16"/>
                <w:szCs w:val="16"/>
              </w:rPr>
              <w:t>декабрь 20</w:t>
            </w:r>
            <w:r w:rsidR="00884B28">
              <w:rPr>
                <w:b/>
                <w:sz w:val="16"/>
                <w:szCs w:val="16"/>
              </w:rPr>
              <w:t>2</w:t>
            </w:r>
            <w:r w:rsidR="009317BC">
              <w:rPr>
                <w:b/>
                <w:sz w:val="16"/>
                <w:szCs w:val="16"/>
              </w:rPr>
              <w:t>3</w:t>
            </w:r>
            <w:r w:rsidRPr="00782C99">
              <w:rPr>
                <w:b/>
                <w:sz w:val="16"/>
                <w:szCs w:val="16"/>
              </w:rPr>
              <w:t xml:space="preserve"> г.</w:t>
            </w:r>
          </w:p>
        </w:tc>
        <w:tc>
          <w:tcPr>
            <w:tcW w:w="2234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46682A93" w14:textId="31033A27" w:rsidR="00782C99" w:rsidRPr="00782C99" w:rsidRDefault="00782C99" w:rsidP="009317BC">
            <w:pPr>
              <w:jc w:val="center"/>
              <w:rPr>
                <w:b/>
                <w:sz w:val="16"/>
                <w:szCs w:val="16"/>
              </w:rPr>
            </w:pPr>
            <w:r w:rsidRPr="00782C99">
              <w:rPr>
                <w:b/>
                <w:sz w:val="16"/>
                <w:szCs w:val="16"/>
              </w:rPr>
              <w:t>За январь - декабрь 20</w:t>
            </w:r>
            <w:r w:rsidR="001146D9">
              <w:rPr>
                <w:b/>
                <w:sz w:val="16"/>
                <w:szCs w:val="16"/>
              </w:rPr>
              <w:t>2</w:t>
            </w:r>
            <w:r w:rsidR="009317BC">
              <w:rPr>
                <w:b/>
                <w:sz w:val="16"/>
                <w:szCs w:val="16"/>
              </w:rPr>
              <w:t>2</w:t>
            </w:r>
            <w:r w:rsidRPr="00782C99">
              <w:rPr>
                <w:b/>
                <w:sz w:val="16"/>
                <w:szCs w:val="16"/>
              </w:rPr>
              <w:t xml:space="preserve"> г.</w:t>
            </w:r>
          </w:p>
        </w:tc>
      </w:tr>
      <w:tr w:rsidR="00782C99" w:rsidRPr="00782C99" w14:paraId="5CE0D491" w14:textId="77777777" w:rsidTr="00FD5648">
        <w:trPr>
          <w:trHeight w:val="154"/>
        </w:trPr>
        <w:tc>
          <w:tcPr>
            <w:tcW w:w="4893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2968ADE5" w14:textId="77777777" w:rsidR="00782C99" w:rsidRPr="00782C99" w:rsidRDefault="00782C99" w:rsidP="00782C99">
            <w:pPr>
              <w:jc w:val="center"/>
              <w:rPr>
                <w:b/>
                <w:bCs/>
                <w:sz w:val="16"/>
                <w:szCs w:val="16"/>
              </w:rPr>
            </w:pPr>
            <w:r w:rsidRPr="00782C99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FE3F412" w14:textId="77777777" w:rsidR="00782C99" w:rsidRPr="00782C99" w:rsidRDefault="00782C99" w:rsidP="00782C99">
            <w:pPr>
              <w:jc w:val="center"/>
              <w:rPr>
                <w:b/>
                <w:bCs/>
                <w:sz w:val="16"/>
                <w:szCs w:val="16"/>
              </w:rPr>
            </w:pPr>
            <w:r w:rsidRPr="00782C99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461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7173420" w14:textId="77777777" w:rsidR="00782C99" w:rsidRPr="00782C99" w:rsidRDefault="00782C99" w:rsidP="00782C99">
            <w:pPr>
              <w:jc w:val="center"/>
              <w:rPr>
                <w:b/>
                <w:bCs/>
                <w:sz w:val="16"/>
                <w:szCs w:val="16"/>
              </w:rPr>
            </w:pPr>
            <w:r w:rsidRPr="00782C99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FFFFFF"/>
            <w:noWrap/>
            <w:vAlign w:val="center"/>
          </w:tcPr>
          <w:p w14:paraId="30378472" w14:textId="77777777" w:rsidR="00782C99" w:rsidRPr="00782C99" w:rsidRDefault="00782C99" w:rsidP="00782C99">
            <w:pPr>
              <w:jc w:val="center"/>
              <w:rPr>
                <w:b/>
                <w:bCs/>
                <w:sz w:val="16"/>
                <w:szCs w:val="16"/>
              </w:rPr>
            </w:pPr>
            <w:r w:rsidRPr="00782C99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9317BC" w:rsidRPr="00782C99" w14:paraId="0954DA86" w14:textId="77777777" w:rsidTr="00FD5648">
        <w:trPr>
          <w:trHeight w:val="284"/>
        </w:trPr>
        <w:tc>
          <w:tcPr>
            <w:tcW w:w="4893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38479FA2" w14:textId="5BF59ACA" w:rsidR="009317BC" w:rsidRPr="009317BC" w:rsidRDefault="009317BC" w:rsidP="009317BC">
            <w:pPr>
              <w:rPr>
                <w:sz w:val="20"/>
                <w:szCs w:val="18"/>
              </w:rPr>
            </w:pPr>
            <w:r w:rsidRPr="009317BC">
              <w:rPr>
                <w:sz w:val="20"/>
                <w:szCs w:val="20"/>
              </w:rPr>
              <w:t>Выручка от реализации продукции, товаров, работ, услуг</w:t>
            </w:r>
          </w:p>
        </w:tc>
        <w:tc>
          <w:tcPr>
            <w:tcW w:w="7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C3E557" w14:textId="5031833A" w:rsidR="009317BC" w:rsidRPr="009317BC" w:rsidRDefault="009317BC" w:rsidP="009317BC">
            <w:pPr>
              <w:jc w:val="center"/>
              <w:rPr>
                <w:sz w:val="20"/>
                <w:szCs w:val="18"/>
              </w:rPr>
            </w:pPr>
            <w:r w:rsidRPr="009317BC">
              <w:rPr>
                <w:sz w:val="20"/>
                <w:szCs w:val="20"/>
              </w:rPr>
              <w:t>010</w:t>
            </w:r>
          </w:p>
        </w:tc>
        <w:tc>
          <w:tcPr>
            <w:tcW w:w="2461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20C21" w14:textId="67D06566" w:rsidR="009317BC" w:rsidRPr="009317BC" w:rsidRDefault="009317BC" w:rsidP="009317B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bookmarkStart w:id="61" w:name="f2r10"/>
            <w:bookmarkEnd w:id="61"/>
            <w:r w:rsidRPr="009317BC">
              <w:rPr>
                <w:rFonts w:ascii="Arial CYR" w:hAnsi="Arial CYR" w:cs="Arial CYR"/>
                <w:sz w:val="20"/>
                <w:szCs w:val="20"/>
              </w:rPr>
              <w:t xml:space="preserve"> 13 805 </w:t>
            </w:r>
          </w:p>
        </w:tc>
        <w:tc>
          <w:tcPr>
            <w:tcW w:w="2234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D81970" w14:textId="5C332C60" w:rsidR="009317BC" w:rsidRPr="009317BC" w:rsidRDefault="009317BC" w:rsidP="009317B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9317BC">
              <w:rPr>
                <w:rFonts w:ascii="Arial CYR" w:hAnsi="Arial CYR" w:cs="Arial CYR"/>
                <w:sz w:val="20"/>
                <w:szCs w:val="20"/>
              </w:rPr>
              <w:t xml:space="preserve"> 12 341 </w:t>
            </w:r>
          </w:p>
        </w:tc>
      </w:tr>
      <w:tr w:rsidR="009317BC" w:rsidRPr="00782C99" w14:paraId="5C239CE6" w14:textId="77777777" w:rsidTr="00FD5648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174FEB79" w14:textId="0178B54F" w:rsidR="009317BC" w:rsidRPr="009317BC" w:rsidRDefault="009317BC" w:rsidP="009317BC">
            <w:pPr>
              <w:rPr>
                <w:sz w:val="20"/>
                <w:szCs w:val="18"/>
              </w:rPr>
            </w:pPr>
            <w:r w:rsidRPr="009317BC">
              <w:rPr>
                <w:sz w:val="20"/>
                <w:szCs w:val="20"/>
              </w:rPr>
              <w:t>Себестоимость реализованной продукции, товаров, работ, услуг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093B8C" w14:textId="662BE2AD" w:rsidR="009317BC" w:rsidRPr="009317BC" w:rsidRDefault="009317BC" w:rsidP="009317BC">
            <w:pPr>
              <w:jc w:val="center"/>
              <w:rPr>
                <w:sz w:val="20"/>
                <w:szCs w:val="18"/>
              </w:rPr>
            </w:pPr>
            <w:r w:rsidRPr="009317BC">
              <w:rPr>
                <w:sz w:val="20"/>
                <w:szCs w:val="20"/>
              </w:rPr>
              <w:t>020</w:t>
            </w:r>
          </w:p>
        </w:tc>
        <w:tc>
          <w:tcPr>
            <w:tcW w:w="24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3E6BB6" w14:textId="797A78D7" w:rsidR="009317BC" w:rsidRPr="009317BC" w:rsidRDefault="009317BC" w:rsidP="009317B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bookmarkStart w:id="62" w:name="f2r20"/>
            <w:bookmarkEnd w:id="62"/>
            <w:r w:rsidRPr="009317BC">
              <w:rPr>
                <w:rFonts w:ascii="Arial CYR" w:hAnsi="Arial CYR" w:cs="Arial CYR"/>
                <w:sz w:val="20"/>
                <w:szCs w:val="20"/>
              </w:rPr>
              <w:t xml:space="preserve"> 12 383 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B6F6B7" w14:textId="05AA2C09" w:rsidR="009317BC" w:rsidRPr="009317BC" w:rsidRDefault="009317BC" w:rsidP="009317B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9317BC">
              <w:rPr>
                <w:rFonts w:ascii="Arial CYR" w:hAnsi="Arial CYR" w:cs="Arial CYR"/>
                <w:sz w:val="20"/>
                <w:szCs w:val="20"/>
              </w:rPr>
              <w:t xml:space="preserve"> 11 131 </w:t>
            </w:r>
          </w:p>
        </w:tc>
      </w:tr>
      <w:tr w:rsidR="009317BC" w:rsidRPr="00782C99" w14:paraId="59376D2E" w14:textId="77777777" w:rsidTr="008B64A2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5D471C43" w14:textId="6D52827F" w:rsidR="009317BC" w:rsidRPr="009317BC" w:rsidRDefault="009317BC" w:rsidP="009317BC">
            <w:pPr>
              <w:rPr>
                <w:sz w:val="20"/>
                <w:szCs w:val="18"/>
              </w:rPr>
            </w:pPr>
            <w:r w:rsidRPr="009317BC">
              <w:rPr>
                <w:sz w:val="20"/>
                <w:szCs w:val="20"/>
              </w:rPr>
              <w:t>Валовая прибыль (010 – 020)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142816" w14:textId="73B7A079" w:rsidR="009317BC" w:rsidRPr="009317BC" w:rsidRDefault="009317BC" w:rsidP="009317BC">
            <w:pPr>
              <w:jc w:val="center"/>
              <w:rPr>
                <w:sz w:val="20"/>
                <w:szCs w:val="18"/>
              </w:rPr>
            </w:pPr>
            <w:r w:rsidRPr="009317BC">
              <w:rPr>
                <w:sz w:val="20"/>
                <w:szCs w:val="20"/>
              </w:rPr>
              <w:t>030</w:t>
            </w:r>
          </w:p>
        </w:tc>
        <w:tc>
          <w:tcPr>
            <w:tcW w:w="24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527D20" w14:textId="5D53F7C0" w:rsidR="009317BC" w:rsidRPr="009317BC" w:rsidRDefault="009317BC" w:rsidP="009317B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bookmarkStart w:id="63" w:name="f2r30"/>
            <w:bookmarkEnd w:id="63"/>
            <w:r w:rsidRPr="009317BC">
              <w:rPr>
                <w:rFonts w:ascii="Arial CYR" w:hAnsi="Arial CYR" w:cs="Arial CYR"/>
                <w:sz w:val="20"/>
                <w:szCs w:val="20"/>
              </w:rPr>
              <w:t xml:space="preserve"> 1 422 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972A1E" w14:textId="373AA0F7" w:rsidR="009317BC" w:rsidRPr="009317BC" w:rsidRDefault="009317BC" w:rsidP="009317B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9317BC">
              <w:rPr>
                <w:rFonts w:ascii="Arial CYR" w:hAnsi="Arial CYR" w:cs="Arial CYR"/>
                <w:sz w:val="20"/>
                <w:szCs w:val="20"/>
              </w:rPr>
              <w:t xml:space="preserve"> 1 210 </w:t>
            </w:r>
          </w:p>
        </w:tc>
      </w:tr>
      <w:tr w:rsidR="009317BC" w:rsidRPr="00782C99" w14:paraId="02101ADE" w14:textId="77777777" w:rsidTr="00FD5648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3E6464F6" w14:textId="650B002E" w:rsidR="009317BC" w:rsidRPr="009317BC" w:rsidRDefault="009317BC" w:rsidP="009317BC">
            <w:pPr>
              <w:rPr>
                <w:sz w:val="20"/>
                <w:szCs w:val="18"/>
              </w:rPr>
            </w:pPr>
            <w:r w:rsidRPr="009317BC">
              <w:rPr>
                <w:sz w:val="20"/>
                <w:szCs w:val="20"/>
              </w:rPr>
              <w:t>Управленческие расходы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8216BF" w14:textId="55C2E645" w:rsidR="009317BC" w:rsidRPr="009317BC" w:rsidRDefault="009317BC" w:rsidP="009317BC">
            <w:pPr>
              <w:jc w:val="center"/>
              <w:rPr>
                <w:sz w:val="20"/>
                <w:szCs w:val="18"/>
              </w:rPr>
            </w:pPr>
            <w:r w:rsidRPr="009317BC">
              <w:rPr>
                <w:sz w:val="20"/>
                <w:szCs w:val="20"/>
              </w:rPr>
              <w:t>040</w:t>
            </w:r>
          </w:p>
        </w:tc>
        <w:tc>
          <w:tcPr>
            <w:tcW w:w="24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AF6E03" w14:textId="3A92F94B" w:rsidR="009317BC" w:rsidRPr="009317BC" w:rsidRDefault="009317BC" w:rsidP="009317B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bookmarkStart w:id="64" w:name="f2r40"/>
            <w:bookmarkEnd w:id="64"/>
            <w:r w:rsidRPr="009317BC">
              <w:rPr>
                <w:rFonts w:ascii="Arial CYR" w:hAnsi="Arial CYR" w:cs="Arial CYR"/>
                <w:sz w:val="20"/>
                <w:szCs w:val="20"/>
              </w:rPr>
              <w:t xml:space="preserve"> 288 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1C2DA7" w14:textId="4D9A2C79" w:rsidR="009317BC" w:rsidRPr="009317BC" w:rsidRDefault="009317BC" w:rsidP="009317B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9317BC">
              <w:rPr>
                <w:rFonts w:ascii="Arial CYR" w:hAnsi="Arial CYR" w:cs="Arial CYR"/>
                <w:sz w:val="20"/>
                <w:szCs w:val="20"/>
              </w:rPr>
              <w:t xml:space="preserve"> 230 </w:t>
            </w:r>
          </w:p>
        </w:tc>
      </w:tr>
      <w:tr w:rsidR="009317BC" w:rsidRPr="00782C99" w14:paraId="5C08C20E" w14:textId="77777777" w:rsidTr="00FD5648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3EE356CB" w14:textId="23651CB7" w:rsidR="009317BC" w:rsidRPr="009317BC" w:rsidRDefault="009317BC" w:rsidP="009317BC">
            <w:pPr>
              <w:rPr>
                <w:sz w:val="20"/>
                <w:szCs w:val="18"/>
              </w:rPr>
            </w:pPr>
            <w:r w:rsidRPr="009317BC">
              <w:rPr>
                <w:sz w:val="20"/>
                <w:szCs w:val="20"/>
              </w:rPr>
              <w:t>Расходы на реализацию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8580AB" w14:textId="42FA75D4" w:rsidR="009317BC" w:rsidRPr="009317BC" w:rsidRDefault="009317BC" w:rsidP="009317BC">
            <w:pPr>
              <w:jc w:val="center"/>
              <w:rPr>
                <w:sz w:val="20"/>
                <w:szCs w:val="18"/>
              </w:rPr>
            </w:pPr>
            <w:r w:rsidRPr="009317BC">
              <w:rPr>
                <w:sz w:val="20"/>
                <w:szCs w:val="20"/>
              </w:rPr>
              <w:t>050</w:t>
            </w:r>
          </w:p>
        </w:tc>
        <w:tc>
          <w:tcPr>
            <w:tcW w:w="24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A5DF36" w14:textId="64CF5B5D" w:rsidR="009317BC" w:rsidRPr="009317BC" w:rsidRDefault="009317BC" w:rsidP="009317B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bookmarkStart w:id="65" w:name="f2r50"/>
            <w:bookmarkEnd w:id="65"/>
            <w:r w:rsidRPr="009317BC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70F235" w14:textId="153F43EA" w:rsidR="009317BC" w:rsidRPr="009317BC" w:rsidRDefault="009317BC" w:rsidP="009317B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9317BC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9317BC" w:rsidRPr="00782C99" w14:paraId="11D4730A" w14:textId="77777777" w:rsidTr="00FD5648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57097504" w14:textId="724151E4" w:rsidR="009317BC" w:rsidRPr="009317BC" w:rsidRDefault="009317BC" w:rsidP="009317BC">
            <w:pPr>
              <w:rPr>
                <w:sz w:val="20"/>
                <w:szCs w:val="18"/>
              </w:rPr>
            </w:pPr>
            <w:r w:rsidRPr="009317BC">
              <w:rPr>
                <w:sz w:val="20"/>
                <w:szCs w:val="20"/>
              </w:rPr>
              <w:t>Прибыль (убыток) от реализации продукции, товаров, работ, услуг (030 – 040 – 050)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DB03CE" w14:textId="58F01958" w:rsidR="009317BC" w:rsidRPr="009317BC" w:rsidRDefault="009317BC" w:rsidP="009317BC">
            <w:pPr>
              <w:jc w:val="center"/>
              <w:rPr>
                <w:sz w:val="20"/>
                <w:szCs w:val="18"/>
              </w:rPr>
            </w:pPr>
            <w:r w:rsidRPr="009317BC">
              <w:rPr>
                <w:sz w:val="20"/>
                <w:szCs w:val="20"/>
              </w:rPr>
              <w:t>060</w:t>
            </w:r>
          </w:p>
        </w:tc>
        <w:tc>
          <w:tcPr>
            <w:tcW w:w="24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2DB827" w14:textId="10AD48D4" w:rsidR="009317BC" w:rsidRPr="009317BC" w:rsidRDefault="009317BC" w:rsidP="009317B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bookmarkStart w:id="66" w:name="f2r60"/>
            <w:bookmarkEnd w:id="66"/>
            <w:r w:rsidRPr="009317BC">
              <w:rPr>
                <w:rFonts w:ascii="Arial CYR" w:hAnsi="Arial CYR" w:cs="Arial CYR"/>
                <w:sz w:val="20"/>
                <w:szCs w:val="20"/>
              </w:rPr>
              <w:t xml:space="preserve"> 1 134 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FE5A21" w14:textId="543E1D12" w:rsidR="009317BC" w:rsidRPr="009317BC" w:rsidRDefault="009317BC" w:rsidP="009317B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9317BC">
              <w:rPr>
                <w:rFonts w:ascii="Arial CYR" w:hAnsi="Arial CYR" w:cs="Arial CYR"/>
                <w:sz w:val="20"/>
                <w:szCs w:val="20"/>
              </w:rPr>
              <w:t xml:space="preserve"> 980 </w:t>
            </w:r>
          </w:p>
        </w:tc>
      </w:tr>
      <w:tr w:rsidR="009317BC" w:rsidRPr="00782C99" w14:paraId="0C0E7FD2" w14:textId="77777777" w:rsidTr="00FD5648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1E4E1250" w14:textId="640A0123" w:rsidR="009317BC" w:rsidRPr="009317BC" w:rsidRDefault="009317BC" w:rsidP="009317BC">
            <w:pPr>
              <w:rPr>
                <w:sz w:val="20"/>
                <w:szCs w:val="18"/>
              </w:rPr>
            </w:pPr>
            <w:r w:rsidRPr="009317BC">
              <w:rPr>
                <w:sz w:val="20"/>
                <w:szCs w:val="20"/>
              </w:rPr>
              <w:t>Прочие доходы по текущей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214C13" w14:textId="52322856" w:rsidR="009317BC" w:rsidRPr="009317BC" w:rsidRDefault="009317BC" w:rsidP="009317BC">
            <w:pPr>
              <w:jc w:val="center"/>
              <w:rPr>
                <w:sz w:val="20"/>
                <w:szCs w:val="18"/>
              </w:rPr>
            </w:pPr>
            <w:r w:rsidRPr="009317BC">
              <w:rPr>
                <w:sz w:val="20"/>
                <w:szCs w:val="20"/>
              </w:rPr>
              <w:t>070</w:t>
            </w:r>
          </w:p>
        </w:tc>
        <w:tc>
          <w:tcPr>
            <w:tcW w:w="24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0338A" w14:textId="316365A5" w:rsidR="009317BC" w:rsidRPr="009317BC" w:rsidRDefault="009317BC" w:rsidP="009317B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bookmarkStart w:id="67" w:name="f2r70"/>
            <w:bookmarkEnd w:id="67"/>
            <w:r w:rsidRPr="009317BC">
              <w:rPr>
                <w:rFonts w:ascii="Arial CYR" w:hAnsi="Arial CYR" w:cs="Arial CYR"/>
                <w:sz w:val="20"/>
                <w:szCs w:val="20"/>
              </w:rPr>
              <w:t xml:space="preserve"> 749 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762FA3" w14:textId="0AA3F35B" w:rsidR="009317BC" w:rsidRPr="009317BC" w:rsidRDefault="009317BC" w:rsidP="009317B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9317BC">
              <w:rPr>
                <w:rFonts w:ascii="Arial CYR" w:hAnsi="Arial CYR" w:cs="Arial CYR"/>
                <w:sz w:val="20"/>
                <w:szCs w:val="20"/>
              </w:rPr>
              <w:t xml:space="preserve"> 954 </w:t>
            </w:r>
          </w:p>
        </w:tc>
      </w:tr>
      <w:tr w:rsidR="009317BC" w:rsidRPr="00782C99" w14:paraId="64430C0D" w14:textId="77777777" w:rsidTr="00FD5648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234A5BA8" w14:textId="0EC56060" w:rsidR="009317BC" w:rsidRPr="009317BC" w:rsidRDefault="009317BC" w:rsidP="009317BC">
            <w:pPr>
              <w:rPr>
                <w:sz w:val="20"/>
                <w:szCs w:val="18"/>
              </w:rPr>
            </w:pPr>
            <w:r w:rsidRPr="009317BC">
              <w:rPr>
                <w:sz w:val="20"/>
                <w:szCs w:val="20"/>
              </w:rPr>
              <w:t>Прочие расходы по текущей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AAF0A1" w14:textId="6B9A5A85" w:rsidR="009317BC" w:rsidRPr="009317BC" w:rsidRDefault="009317BC" w:rsidP="009317BC">
            <w:pPr>
              <w:jc w:val="center"/>
              <w:rPr>
                <w:sz w:val="20"/>
                <w:szCs w:val="18"/>
              </w:rPr>
            </w:pPr>
            <w:r w:rsidRPr="009317BC">
              <w:rPr>
                <w:sz w:val="20"/>
                <w:szCs w:val="20"/>
              </w:rPr>
              <w:t>080</w:t>
            </w:r>
          </w:p>
        </w:tc>
        <w:tc>
          <w:tcPr>
            <w:tcW w:w="24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DE3DF6" w14:textId="6B3F976A" w:rsidR="009317BC" w:rsidRPr="009317BC" w:rsidRDefault="009317BC" w:rsidP="009317B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bookmarkStart w:id="68" w:name="f2r80"/>
            <w:bookmarkEnd w:id="68"/>
            <w:r w:rsidRPr="009317BC">
              <w:rPr>
                <w:rFonts w:ascii="Arial CYR" w:hAnsi="Arial CYR" w:cs="Arial CYR"/>
                <w:sz w:val="20"/>
                <w:szCs w:val="20"/>
              </w:rPr>
              <w:t xml:space="preserve"> 312 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FBC861" w14:textId="09B29975" w:rsidR="009317BC" w:rsidRPr="009317BC" w:rsidRDefault="009317BC" w:rsidP="009317B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9317BC">
              <w:rPr>
                <w:rFonts w:ascii="Arial CYR" w:hAnsi="Arial CYR" w:cs="Arial CYR"/>
                <w:sz w:val="20"/>
                <w:szCs w:val="20"/>
              </w:rPr>
              <w:t xml:space="preserve"> 354 </w:t>
            </w:r>
          </w:p>
        </w:tc>
      </w:tr>
      <w:tr w:rsidR="009317BC" w:rsidRPr="00782C99" w14:paraId="10E62017" w14:textId="77777777" w:rsidTr="00FD5648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B322E41" w14:textId="12D116D5" w:rsidR="009317BC" w:rsidRPr="009317BC" w:rsidRDefault="009317BC" w:rsidP="009317BC">
            <w:pPr>
              <w:rPr>
                <w:sz w:val="20"/>
                <w:szCs w:val="18"/>
              </w:rPr>
            </w:pPr>
            <w:r w:rsidRPr="009317BC">
              <w:rPr>
                <w:sz w:val="20"/>
                <w:szCs w:val="20"/>
              </w:rPr>
              <w:t>Прибыль (убыток) от текущей деятельности</w:t>
            </w:r>
            <w:r w:rsidRPr="009317BC">
              <w:rPr>
                <w:sz w:val="20"/>
                <w:szCs w:val="20"/>
              </w:rPr>
              <w:br/>
              <w:t>(± 060 + 070 – 080)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256428" w14:textId="281B3557" w:rsidR="009317BC" w:rsidRPr="009317BC" w:rsidRDefault="009317BC" w:rsidP="009317BC">
            <w:pPr>
              <w:jc w:val="center"/>
              <w:rPr>
                <w:sz w:val="20"/>
                <w:szCs w:val="18"/>
              </w:rPr>
            </w:pPr>
            <w:r w:rsidRPr="009317BC">
              <w:rPr>
                <w:sz w:val="20"/>
                <w:szCs w:val="20"/>
              </w:rPr>
              <w:t>090</w:t>
            </w:r>
          </w:p>
        </w:tc>
        <w:tc>
          <w:tcPr>
            <w:tcW w:w="24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8025C6" w14:textId="6587AB31" w:rsidR="009317BC" w:rsidRPr="009317BC" w:rsidRDefault="009317BC" w:rsidP="009317B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bookmarkStart w:id="69" w:name="f2r90"/>
            <w:bookmarkEnd w:id="69"/>
            <w:r w:rsidRPr="009317BC">
              <w:rPr>
                <w:rFonts w:ascii="Arial CYR" w:hAnsi="Arial CYR" w:cs="Arial CYR"/>
                <w:sz w:val="20"/>
                <w:szCs w:val="20"/>
              </w:rPr>
              <w:t>1 571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361591" w14:textId="6BFA7665" w:rsidR="009317BC" w:rsidRPr="009317BC" w:rsidRDefault="009317BC" w:rsidP="009317B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9317BC">
              <w:rPr>
                <w:rFonts w:ascii="Arial CYR" w:hAnsi="Arial CYR" w:cs="Arial CYR"/>
                <w:sz w:val="20"/>
                <w:szCs w:val="20"/>
              </w:rPr>
              <w:t>1 580</w:t>
            </w:r>
          </w:p>
        </w:tc>
      </w:tr>
      <w:tr w:rsidR="009317BC" w:rsidRPr="00782C99" w14:paraId="1341B0F8" w14:textId="77777777" w:rsidTr="00FD5648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6769BF9C" w14:textId="5AF6316C" w:rsidR="009317BC" w:rsidRPr="009317BC" w:rsidRDefault="009317BC" w:rsidP="009317BC">
            <w:pPr>
              <w:rPr>
                <w:sz w:val="20"/>
                <w:szCs w:val="18"/>
              </w:rPr>
            </w:pPr>
            <w:r w:rsidRPr="009317BC">
              <w:rPr>
                <w:sz w:val="20"/>
                <w:szCs w:val="20"/>
              </w:rPr>
              <w:t>Доходы по инвестиционной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E8B8C9" w14:textId="01939243" w:rsidR="009317BC" w:rsidRPr="009317BC" w:rsidRDefault="009317BC" w:rsidP="009317BC">
            <w:pPr>
              <w:jc w:val="center"/>
              <w:rPr>
                <w:sz w:val="20"/>
                <w:szCs w:val="18"/>
              </w:rPr>
            </w:pPr>
            <w:r w:rsidRPr="009317BC">
              <w:rPr>
                <w:sz w:val="20"/>
                <w:szCs w:val="20"/>
              </w:rPr>
              <w:t>100</w:t>
            </w:r>
          </w:p>
        </w:tc>
        <w:tc>
          <w:tcPr>
            <w:tcW w:w="24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05CD30" w14:textId="6E58834A" w:rsidR="009317BC" w:rsidRPr="009317BC" w:rsidRDefault="009317BC" w:rsidP="009317B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bookmarkStart w:id="70" w:name="f2r100"/>
            <w:bookmarkEnd w:id="70"/>
            <w:r w:rsidRPr="009317BC">
              <w:rPr>
                <w:rFonts w:ascii="Arial CYR" w:hAnsi="Arial CYR" w:cs="Arial CYR"/>
                <w:sz w:val="20"/>
                <w:szCs w:val="20"/>
              </w:rPr>
              <w:t xml:space="preserve"> 678 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9D7FED" w14:textId="3C6C8680" w:rsidR="009317BC" w:rsidRPr="009317BC" w:rsidRDefault="009317BC" w:rsidP="009317B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9317BC">
              <w:rPr>
                <w:rFonts w:ascii="Arial CYR" w:hAnsi="Arial CYR" w:cs="Arial CYR"/>
                <w:sz w:val="20"/>
                <w:szCs w:val="20"/>
              </w:rPr>
              <w:t xml:space="preserve"> 217 </w:t>
            </w:r>
          </w:p>
        </w:tc>
      </w:tr>
      <w:tr w:rsidR="009317BC" w:rsidRPr="00782C99" w14:paraId="26DE1A39" w14:textId="77777777" w:rsidTr="00FD5648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5A2ED5F6" w14:textId="41A8526C" w:rsidR="009317BC" w:rsidRPr="009317BC" w:rsidRDefault="009317BC" w:rsidP="009317BC">
            <w:pPr>
              <w:ind w:firstLineChars="100" w:firstLine="200"/>
              <w:rPr>
                <w:sz w:val="20"/>
                <w:szCs w:val="18"/>
              </w:rPr>
            </w:pPr>
            <w:r w:rsidRPr="009317BC">
              <w:rPr>
                <w:sz w:val="20"/>
                <w:szCs w:val="20"/>
              </w:rPr>
              <w:t>В том числе: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51D31D3A" w14:textId="716EDE63" w:rsidR="009317BC" w:rsidRPr="009317BC" w:rsidRDefault="009317BC" w:rsidP="009317BC">
            <w:pPr>
              <w:jc w:val="center"/>
              <w:rPr>
                <w:sz w:val="20"/>
                <w:szCs w:val="18"/>
                <w:lang w:val="en-US"/>
              </w:rPr>
            </w:pPr>
            <w:r w:rsidRPr="009317BC">
              <w:rPr>
                <w:sz w:val="20"/>
                <w:szCs w:val="20"/>
              </w:rPr>
              <w:t> </w:t>
            </w:r>
          </w:p>
        </w:tc>
        <w:tc>
          <w:tcPr>
            <w:tcW w:w="246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B151243" w14:textId="1D62C35C" w:rsidR="009317BC" w:rsidRPr="009317BC" w:rsidRDefault="009317BC" w:rsidP="009317BC">
            <w:pPr>
              <w:jc w:val="center"/>
              <w:rPr>
                <w:sz w:val="20"/>
                <w:szCs w:val="20"/>
              </w:rPr>
            </w:pPr>
            <w:r w:rsidRPr="009317BC">
              <w:rPr>
                <w:sz w:val="20"/>
                <w:szCs w:val="20"/>
              </w:rPr>
              <w:t> </w:t>
            </w: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26A6629" w14:textId="5DC0B8D1" w:rsidR="009317BC" w:rsidRPr="009317BC" w:rsidRDefault="009317BC" w:rsidP="009317BC">
            <w:pPr>
              <w:jc w:val="center"/>
              <w:rPr>
                <w:sz w:val="20"/>
                <w:szCs w:val="20"/>
              </w:rPr>
            </w:pPr>
            <w:r w:rsidRPr="009317BC">
              <w:rPr>
                <w:sz w:val="20"/>
                <w:szCs w:val="20"/>
              </w:rPr>
              <w:t> </w:t>
            </w:r>
          </w:p>
        </w:tc>
      </w:tr>
      <w:tr w:rsidR="009317BC" w:rsidRPr="00782C99" w14:paraId="35F6DA36" w14:textId="77777777" w:rsidTr="00FD5648">
        <w:trPr>
          <w:trHeight w:val="284"/>
        </w:trPr>
        <w:tc>
          <w:tcPr>
            <w:tcW w:w="48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31A0C2B1" w14:textId="37E523AA" w:rsidR="009317BC" w:rsidRPr="009317BC" w:rsidRDefault="009317BC" w:rsidP="009317BC">
            <w:pPr>
              <w:ind w:firstLineChars="100" w:firstLine="200"/>
              <w:rPr>
                <w:sz w:val="20"/>
                <w:szCs w:val="18"/>
              </w:rPr>
            </w:pPr>
            <w:r w:rsidRPr="009317BC">
              <w:rPr>
                <w:sz w:val="20"/>
                <w:szCs w:val="20"/>
              </w:rPr>
              <w:t>доходы от выбытия основных средств, нематериальных активов и других долгосрочных активов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59CCCD" w14:textId="529D2734" w:rsidR="009317BC" w:rsidRPr="009317BC" w:rsidRDefault="009317BC" w:rsidP="009317BC">
            <w:pPr>
              <w:jc w:val="center"/>
              <w:rPr>
                <w:sz w:val="20"/>
                <w:szCs w:val="18"/>
              </w:rPr>
            </w:pPr>
            <w:r w:rsidRPr="009317BC">
              <w:rPr>
                <w:sz w:val="20"/>
                <w:szCs w:val="20"/>
              </w:rPr>
              <w:t>101</w:t>
            </w:r>
          </w:p>
        </w:tc>
        <w:tc>
          <w:tcPr>
            <w:tcW w:w="24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312BFC5" w14:textId="7DC78F42" w:rsidR="009317BC" w:rsidRPr="009317BC" w:rsidRDefault="009317BC" w:rsidP="009317B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bookmarkStart w:id="71" w:name="f2r101"/>
            <w:bookmarkEnd w:id="71"/>
            <w:r w:rsidRPr="009317BC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153C699" w14:textId="1EAFDAC6" w:rsidR="009317BC" w:rsidRPr="009317BC" w:rsidRDefault="009317BC" w:rsidP="009317B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9317BC">
              <w:rPr>
                <w:rFonts w:ascii="Arial CYR" w:hAnsi="Arial CYR" w:cs="Arial CYR"/>
                <w:sz w:val="20"/>
                <w:szCs w:val="20"/>
              </w:rPr>
              <w:t xml:space="preserve"> 217 </w:t>
            </w:r>
          </w:p>
        </w:tc>
      </w:tr>
      <w:tr w:rsidR="009317BC" w:rsidRPr="00782C99" w14:paraId="24C93BCB" w14:textId="77777777" w:rsidTr="00FD5648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5A1E228E" w14:textId="55151AA9" w:rsidR="009317BC" w:rsidRPr="009317BC" w:rsidRDefault="009317BC" w:rsidP="009317BC">
            <w:pPr>
              <w:ind w:firstLineChars="100" w:firstLine="200"/>
              <w:rPr>
                <w:sz w:val="20"/>
                <w:szCs w:val="18"/>
              </w:rPr>
            </w:pPr>
            <w:r w:rsidRPr="009317BC">
              <w:rPr>
                <w:sz w:val="20"/>
                <w:szCs w:val="20"/>
              </w:rPr>
              <w:t>доходы от участия в уставном капитале других организаций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2092BA" w14:textId="6B3A48E5" w:rsidR="009317BC" w:rsidRPr="009317BC" w:rsidRDefault="009317BC" w:rsidP="009317BC">
            <w:pPr>
              <w:jc w:val="center"/>
              <w:rPr>
                <w:sz w:val="20"/>
                <w:szCs w:val="18"/>
              </w:rPr>
            </w:pPr>
            <w:r w:rsidRPr="009317BC">
              <w:rPr>
                <w:sz w:val="20"/>
                <w:szCs w:val="20"/>
              </w:rPr>
              <w:t>102</w:t>
            </w:r>
          </w:p>
        </w:tc>
        <w:tc>
          <w:tcPr>
            <w:tcW w:w="24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9A9CE0C" w14:textId="717666D9" w:rsidR="009317BC" w:rsidRPr="009317BC" w:rsidRDefault="009317BC" w:rsidP="009317B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bookmarkStart w:id="72" w:name="f2r102"/>
            <w:bookmarkEnd w:id="72"/>
            <w:r w:rsidRPr="009317BC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2529274" w14:textId="55B930AB" w:rsidR="009317BC" w:rsidRPr="009317BC" w:rsidRDefault="009317BC" w:rsidP="009317B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9317BC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9317BC" w:rsidRPr="00782C99" w14:paraId="105C872E" w14:textId="77777777" w:rsidTr="00FD5648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57079171" w14:textId="05F268CB" w:rsidR="009317BC" w:rsidRPr="009317BC" w:rsidRDefault="009317BC" w:rsidP="009317BC">
            <w:pPr>
              <w:ind w:firstLineChars="100" w:firstLine="200"/>
              <w:rPr>
                <w:sz w:val="20"/>
                <w:szCs w:val="18"/>
              </w:rPr>
            </w:pPr>
            <w:r w:rsidRPr="009317BC">
              <w:rPr>
                <w:sz w:val="20"/>
                <w:szCs w:val="20"/>
              </w:rPr>
              <w:t>проценты к получению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638CD1" w14:textId="18673F0C" w:rsidR="009317BC" w:rsidRPr="009317BC" w:rsidRDefault="009317BC" w:rsidP="009317BC">
            <w:pPr>
              <w:jc w:val="center"/>
              <w:rPr>
                <w:sz w:val="20"/>
                <w:szCs w:val="18"/>
              </w:rPr>
            </w:pPr>
            <w:r w:rsidRPr="009317BC">
              <w:rPr>
                <w:sz w:val="20"/>
                <w:szCs w:val="20"/>
              </w:rPr>
              <w:t>103</w:t>
            </w:r>
          </w:p>
        </w:tc>
        <w:tc>
          <w:tcPr>
            <w:tcW w:w="24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E1E15EC" w14:textId="7D95F29B" w:rsidR="009317BC" w:rsidRPr="009317BC" w:rsidRDefault="009317BC" w:rsidP="009317B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bookmarkStart w:id="73" w:name="f2r103"/>
            <w:bookmarkEnd w:id="73"/>
            <w:r w:rsidRPr="009317BC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33C036E" w14:textId="31060CE6" w:rsidR="009317BC" w:rsidRPr="009317BC" w:rsidRDefault="009317BC" w:rsidP="009317B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9317BC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9317BC" w:rsidRPr="00782C99" w14:paraId="6FC539DB" w14:textId="77777777" w:rsidTr="00FD5648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48BA989F" w14:textId="659DFF06" w:rsidR="009317BC" w:rsidRPr="009317BC" w:rsidRDefault="009317BC" w:rsidP="009317BC">
            <w:pPr>
              <w:ind w:firstLineChars="100" w:firstLine="200"/>
              <w:rPr>
                <w:sz w:val="20"/>
                <w:szCs w:val="18"/>
              </w:rPr>
            </w:pPr>
            <w:r w:rsidRPr="009317BC">
              <w:rPr>
                <w:sz w:val="20"/>
                <w:szCs w:val="20"/>
              </w:rPr>
              <w:t>прочие доходы по инвестиционной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7DEC58" w14:textId="2A3B38B6" w:rsidR="009317BC" w:rsidRPr="009317BC" w:rsidRDefault="009317BC" w:rsidP="009317BC">
            <w:pPr>
              <w:jc w:val="center"/>
              <w:rPr>
                <w:sz w:val="20"/>
                <w:szCs w:val="18"/>
              </w:rPr>
            </w:pPr>
            <w:r w:rsidRPr="009317BC">
              <w:rPr>
                <w:sz w:val="20"/>
                <w:szCs w:val="20"/>
              </w:rPr>
              <w:t>104</w:t>
            </w:r>
          </w:p>
        </w:tc>
        <w:tc>
          <w:tcPr>
            <w:tcW w:w="24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EE0CAFB" w14:textId="15894B70" w:rsidR="009317BC" w:rsidRPr="009317BC" w:rsidRDefault="009317BC" w:rsidP="009317B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bookmarkStart w:id="74" w:name="f2r104"/>
            <w:bookmarkEnd w:id="74"/>
            <w:r w:rsidRPr="009317BC">
              <w:rPr>
                <w:rFonts w:ascii="Arial CYR" w:hAnsi="Arial CYR" w:cs="Arial CYR"/>
                <w:sz w:val="20"/>
                <w:szCs w:val="20"/>
              </w:rPr>
              <w:t xml:space="preserve"> 678 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0D7BEF4" w14:textId="11DA2F39" w:rsidR="009317BC" w:rsidRPr="009317BC" w:rsidRDefault="009317BC" w:rsidP="009317B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9317BC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9317BC" w:rsidRPr="00782C99" w14:paraId="469FDD66" w14:textId="77777777" w:rsidTr="00FD5648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C496EA2" w14:textId="43D0406F" w:rsidR="009317BC" w:rsidRPr="009317BC" w:rsidRDefault="009317BC" w:rsidP="009317BC">
            <w:pPr>
              <w:rPr>
                <w:sz w:val="20"/>
                <w:szCs w:val="18"/>
              </w:rPr>
            </w:pPr>
            <w:r w:rsidRPr="009317BC">
              <w:rPr>
                <w:sz w:val="20"/>
                <w:szCs w:val="20"/>
              </w:rPr>
              <w:t>Расходы по инвестиционной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262DC5" w14:textId="146ED7DD" w:rsidR="009317BC" w:rsidRPr="009317BC" w:rsidRDefault="009317BC" w:rsidP="009317BC">
            <w:pPr>
              <w:jc w:val="center"/>
              <w:rPr>
                <w:sz w:val="20"/>
                <w:szCs w:val="18"/>
              </w:rPr>
            </w:pPr>
            <w:r w:rsidRPr="009317BC">
              <w:rPr>
                <w:sz w:val="20"/>
                <w:szCs w:val="20"/>
              </w:rPr>
              <w:t>110</w:t>
            </w:r>
          </w:p>
        </w:tc>
        <w:tc>
          <w:tcPr>
            <w:tcW w:w="24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BB6AE37" w14:textId="0F7D1330" w:rsidR="009317BC" w:rsidRPr="009317BC" w:rsidRDefault="009317BC" w:rsidP="009317B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bookmarkStart w:id="75" w:name="f2r110"/>
            <w:bookmarkEnd w:id="75"/>
            <w:r w:rsidRPr="009317BC">
              <w:rPr>
                <w:rFonts w:ascii="Arial CYR" w:hAnsi="Arial CYR" w:cs="Arial CYR"/>
                <w:sz w:val="20"/>
                <w:szCs w:val="20"/>
              </w:rPr>
              <w:t xml:space="preserve"> 16 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A46510C" w14:textId="15737F8A" w:rsidR="009317BC" w:rsidRPr="009317BC" w:rsidRDefault="009317BC" w:rsidP="009317B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9317BC">
              <w:rPr>
                <w:rFonts w:ascii="Arial CYR" w:hAnsi="Arial CYR" w:cs="Arial CYR"/>
                <w:sz w:val="20"/>
                <w:szCs w:val="20"/>
              </w:rPr>
              <w:t xml:space="preserve"> 32 </w:t>
            </w:r>
          </w:p>
        </w:tc>
      </w:tr>
      <w:tr w:rsidR="009317BC" w:rsidRPr="00782C99" w14:paraId="2CC800AC" w14:textId="77777777" w:rsidTr="00FD5648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7DFD7A0D" w14:textId="4BB9BCB3" w:rsidR="009317BC" w:rsidRPr="009317BC" w:rsidRDefault="009317BC" w:rsidP="009317BC">
            <w:pPr>
              <w:ind w:firstLineChars="100" w:firstLine="200"/>
              <w:rPr>
                <w:sz w:val="20"/>
                <w:szCs w:val="18"/>
              </w:rPr>
            </w:pPr>
            <w:r w:rsidRPr="009317BC">
              <w:rPr>
                <w:sz w:val="20"/>
                <w:szCs w:val="20"/>
              </w:rPr>
              <w:t>В том числе: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040496D" w14:textId="370A93F0" w:rsidR="009317BC" w:rsidRPr="009317BC" w:rsidRDefault="009317BC" w:rsidP="009317BC">
            <w:pPr>
              <w:rPr>
                <w:sz w:val="20"/>
                <w:szCs w:val="18"/>
              </w:rPr>
            </w:pPr>
            <w:r w:rsidRPr="009317BC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4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3D4D8216" w14:textId="6E11714C" w:rsidR="009317BC" w:rsidRPr="009317BC" w:rsidRDefault="009317BC" w:rsidP="009317BC">
            <w:pPr>
              <w:rPr>
                <w:rFonts w:ascii="Arial CYR" w:hAnsi="Arial CYR" w:cs="Arial CYR"/>
                <w:sz w:val="20"/>
                <w:szCs w:val="20"/>
              </w:rPr>
            </w:pPr>
            <w:r w:rsidRPr="009317BC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61845544" w14:textId="2C4EB385" w:rsidR="009317BC" w:rsidRPr="009317BC" w:rsidRDefault="009317BC" w:rsidP="009317BC">
            <w:pPr>
              <w:rPr>
                <w:rFonts w:ascii="Arial CYR" w:hAnsi="Arial CYR" w:cs="Arial CYR"/>
                <w:sz w:val="20"/>
                <w:szCs w:val="20"/>
              </w:rPr>
            </w:pPr>
            <w:r w:rsidRPr="009317BC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9317BC" w:rsidRPr="00782C99" w14:paraId="478ACC4E" w14:textId="77777777" w:rsidTr="00FD5648">
        <w:trPr>
          <w:trHeight w:val="284"/>
        </w:trPr>
        <w:tc>
          <w:tcPr>
            <w:tcW w:w="48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0FCEA0B4" w14:textId="40BD4FD2" w:rsidR="009317BC" w:rsidRPr="009317BC" w:rsidRDefault="009317BC" w:rsidP="009317BC">
            <w:pPr>
              <w:ind w:firstLineChars="100" w:firstLine="200"/>
              <w:rPr>
                <w:sz w:val="20"/>
                <w:szCs w:val="18"/>
              </w:rPr>
            </w:pPr>
            <w:r w:rsidRPr="009317BC">
              <w:rPr>
                <w:sz w:val="20"/>
                <w:szCs w:val="20"/>
              </w:rPr>
              <w:t>расходы от выбытия основных средств, нематериальных активов и других долгосрочных активов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F7C12E" w14:textId="1795716E" w:rsidR="009317BC" w:rsidRPr="009317BC" w:rsidRDefault="009317BC" w:rsidP="009317BC">
            <w:pPr>
              <w:jc w:val="center"/>
              <w:rPr>
                <w:sz w:val="20"/>
                <w:szCs w:val="18"/>
              </w:rPr>
            </w:pPr>
            <w:r w:rsidRPr="009317BC">
              <w:rPr>
                <w:sz w:val="20"/>
                <w:szCs w:val="20"/>
              </w:rPr>
              <w:t>111</w:t>
            </w:r>
          </w:p>
        </w:tc>
        <w:tc>
          <w:tcPr>
            <w:tcW w:w="24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FBAC67F" w14:textId="7331F250" w:rsidR="009317BC" w:rsidRPr="009317BC" w:rsidRDefault="009317BC" w:rsidP="009317B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bookmarkStart w:id="76" w:name="f2r111"/>
            <w:bookmarkEnd w:id="76"/>
            <w:r w:rsidRPr="009317BC">
              <w:rPr>
                <w:rFonts w:ascii="Arial CYR" w:hAnsi="Arial CYR" w:cs="Arial CYR"/>
                <w:sz w:val="20"/>
                <w:szCs w:val="20"/>
              </w:rPr>
              <w:t xml:space="preserve"> 16 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B5DC63D" w14:textId="04CB7938" w:rsidR="009317BC" w:rsidRPr="009317BC" w:rsidRDefault="009317BC" w:rsidP="009317B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9317BC">
              <w:rPr>
                <w:rFonts w:ascii="Arial CYR" w:hAnsi="Arial CYR" w:cs="Arial CYR"/>
                <w:sz w:val="20"/>
                <w:szCs w:val="20"/>
              </w:rPr>
              <w:t xml:space="preserve"> 32 </w:t>
            </w:r>
          </w:p>
        </w:tc>
      </w:tr>
      <w:tr w:rsidR="009317BC" w:rsidRPr="00782C99" w14:paraId="6552C373" w14:textId="77777777" w:rsidTr="00FD5648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32CCA461" w14:textId="58A9AB30" w:rsidR="009317BC" w:rsidRPr="009317BC" w:rsidRDefault="009317BC" w:rsidP="009317BC">
            <w:pPr>
              <w:ind w:firstLineChars="100" w:firstLine="200"/>
              <w:rPr>
                <w:sz w:val="20"/>
                <w:szCs w:val="18"/>
              </w:rPr>
            </w:pPr>
            <w:r w:rsidRPr="009317BC">
              <w:rPr>
                <w:sz w:val="20"/>
                <w:szCs w:val="20"/>
              </w:rPr>
              <w:t>прочие расходы по инвестиционной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CAE11F" w14:textId="64CA65AC" w:rsidR="009317BC" w:rsidRPr="009317BC" w:rsidRDefault="009317BC" w:rsidP="009317BC">
            <w:pPr>
              <w:jc w:val="center"/>
              <w:rPr>
                <w:sz w:val="20"/>
                <w:szCs w:val="18"/>
              </w:rPr>
            </w:pPr>
            <w:r w:rsidRPr="009317BC">
              <w:rPr>
                <w:sz w:val="20"/>
                <w:szCs w:val="20"/>
              </w:rPr>
              <w:t>112</w:t>
            </w:r>
          </w:p>
        </w:tc>
        <w:tc>
          <w:tcPr>
            <w:tcW w:w="24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52B51D4" w14:textId="21FC32B1" w:rsidR="009317BC" w:rsidRPr="009317BC" w:rsidRDefault="009317BC" w:rsidP="009317B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bookmarkStart w:id="77" w:name="f2r112"/>
            <w:bookmarkEnd w:id="77"/>
            <w:r w:rsidRPr="009317BC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9EF1DAF" w14:textId="7AD023D0" w:rsidR="009317BC" w:rsidRPr="009317BC" w:rsidRDefault="009317BC" w:rsidP="009317B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9317BC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9317BC" w:rsidRPr="00782C99" w14:paraId="67DEC564" w14:textId="77777777" w:rsidTr="00FD5648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3320FCCD" w14:textId="3B78BAC8" w:rsidR="009317BC" w:rsidRPr="009317BC" w:rsidRDefault="009317BC" w:rsidP="009317BC">
            <w:pPr>
              <w:rPr>
                <w:sz w:val="20"/>
                <w:szCs w:val="18"/>
              </w:rPr>
            </w:pPr>
            <w:r w:rsidRPr="009317BC">
              <w:rPr>
                <w:sz w:val="20"/>
                <w:szCs w:val="20"/>
              </w:rPr>
              <w:t>Доходы по финансовой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8F1F24" w14:textId="6F1E407C" w:rsidR="009317BC" w:rsidRPr="009317BC" w:rsidRDefault="009317BC" w:rsidP="009317BC">
            <w:pPr>
              <w:jc w:val="center"/>
              <w:rPr>
                <w:sz w:val="20"/>
                <w:szCs w:val="18"/>
              </w:rPr>
            </w:pPr>
            <w:r w:rsidRPr="009317BC">
              <w:rPr>
                <w:sz w:val="20"/>
                <w:szCs w:val="20"/>
              </w:rPr>
              <w:t>120</w:t>
            </w:r>
          </w:p>
        </w:tc>
        <w:tc>
          <w:tcPr>
            <w:tcW w:w="24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4AA534F" w14:textId="793DAEF6" w:rsidR="009317BC" w:rsidRPr="009317BC" w:rsidRDefault="009317BC" w:rsidP="009317B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bookmarkStart w:id="78" w:name="f2r120"/>
            <w:bookmarkEnd w:id="78"/>
            <w:r w:rsidRPr="009317BC">
              <w:rPr>
                <w:rFonts w:ascii="Arial CYR" w:hAnsi="Arial CYR" w:cs="Arial CYR"/>
                <w:sz w:val="20"/>
                <w:szCs w:val="20"/>
              </w:rPr>
              <w:t xml:space="preserve"> 14 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54AF67C" w14:textId="70FA0DE3" w:rsidR="009317BC" w:rsidRPr="009317BC" w:rsidRDefault="009317BC" w:rsidP="009317B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9317BC">
              <w:rPr>
                <w:rFonts w:ascii="Arial CYR" w:hAnsi="Arial CYR" w:cs="Arial CYR"/>
                <w:sz w:val="20"/>
                <w:szCs w:val="20"/>
              </w:rPr>
              <w:t xml:space="preserve"> 9 </w:t>
            </w:r>
          </w:p>
        </w:tc>
      </w:tr>
      <w:tr w:rsidR="009317BC" w:rsidRPr="00782C99" w14:paraId="426E3483" w14:textId="77777777" w:rsidTr="00FD5648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68477F11" w14:textId="74A6EA25" w:rsidR="009317BC" w:rsidRPr="009317BC" w:rsidRDefault="009317BC" w:rsidP="009317BC">
            <w:pPr>
              <w:ind w:firstLineChars="100" w:firstLine="200"/>
              <w:rPr>
                <w:sz w:val="20"/>
                <w:szCs w:val="18"/>
              </w:rPr>
            </w:pPr>
            <w:r w:rsidRPr="009317BC">
              <w:rPr>
                <w:sz w:val="20"/>
                <w:szCs w:val="20"/>
              </w:rPr>
              <w:t>В том числе: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9E2A50A" w14:textId="42717CC9" w:rsidR="009317BC" w:rsidRPr="009317BC" w:rsidRDefault="009317BC" w:rsidP="009317BC">
            <w:pPr>
              <w:jc w:val="center"/>
              <w:rPr>
                <w:sz w:val="20"/>
                <w:szCs w:val="18"/>
                <w:lang w:val="en-US"/>
              </w:rPr>
            </w:pPr>
            <w:r w:rsidRPr="009317BC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4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26E23FC2" w14:textId="51CD42C4" w:rsidR="009317BC" w:rsidRPr="009317BC" w:rsidRDefault="009317BC" w:rsidP="009317BC">
            <w:pPr>
              <w:rPr>
                <w:rFonts w:ascii="Arial CYR" w:hAnsi="Arial CYR" w:cs="Arial CYR"/>
                <w:sz w:val="20"/>
                <w:szCs w:val="20"/>
              </w:rPr>
            </w:pPr>
            <w:r w:rsidRPr="009317BC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50B4C81F" w14:textId="4161ABC9" w:rsidR="009317BC" w:rsidRPr="009317BC" w:rsidRDefault="009317BC" w:rsidP="009317BC">
            <w:pPr>
              <w:rPr>
                <w:rFonts w:ascii="Arial CYR" w:hAnsi="Arial CYR" w:cs="Arial CYR"/>
                <w:sz w:val="20"/>
                <w:szCs w:val="20"/>
              </w:rPr>
            </w:pPr>
            <w:r w:rsidRPr="009317BC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9317BC" w:rsidRPr="00782C99" w14:paraId="0F3A087B" w14:textId="77777777" w:rsidTr="00FD5648">
        <w:trPr>
          <w:trHeight w:val="284"/>
        </w:trPr>
        <w:tc>
          <w:tcPr>
            <w:tcW w:w="48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18E16AF8" w14:textId="6248906B" w:rsidR="009317BC" w:rsidRPr="009317BC" w:rsidRDefault="009317BC" w:rsidP="009317BC">
            <w:pPr>
              <w:ind w:firstLineChars="100" w:firstLine="200"/>
              <w:rPr>
                <w:sz w:val="20"/>
                <w:szCs w:val="18"/>
              </w:rPr>
            </w:pPr>
            <w:r w:rsidRPr="009317BC">
              <w:rPr>
                <w:sz w:val="20"/>
                <w:szCs w:val="20"/>
              </w:rPr>
              <w:t>курсовые разницы от пересчета активов и обязательств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D17CB8" w14:textId="6CCE7287" w:rsidR="009317BC" w:rsidRPr="009317BC" w:rsidRDefault="009317BC" w:rsidP="009317BC">
            <w:pPr>
              <w:jc w:val="center"/>
              <w:rPr>
                <w:sz w:val="20"/>
                <w:szCs w:val="18"/>
              </w:rPr>
            </w:pPr>
            <w:r w:rsidRPr="009317BC">
              <w:rPr>
                <w:sz w:val="20"/>
                <w:szCs w:val="20"/>
              </w:rPr>
              <w:t>121</w:t>
            </w:r>
          </w:p>
        </w:tc>
        <w:tc>
          <w:tcPr>
            <w:tcW w:w="24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1AA6367" w14:textId="47386128" w:rsidR="009317BC" w:rsidRPr="009317BC" w:rsidRDefault="009317BC" w:rsidP="009317B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bookmarkStart w:id="79" w:name="f2r121"/>
            <w:bookmarkEnd w:id="79"/>
            <w:r w:rsidRPr="009317BC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0B447FA" w14:textId="26CAD059" w:rsidR="009317BC" w:rsidRPr="009317BC" w:rsidRDefault="009317BC" w:rsidP="009317B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9317BC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9317BC" w:rsidRPr="00782C99" w14:paraId="7212C47C" w14:textId="77777777" w:rsidTr="00FD5648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4064152D" w14:textId="37420CA2" w:rsidR="009317BC" w:rsidRPr="009317BC" w:rsidRDefault="009317BC" w:rsidP="009317BC">
            <w:pPr>
              <w:ind w:firstLineChars="100" w:firstLine="200"/>
              <w:rPr>
                <w:sz w:val="20"/>
                <w:szCs w:val="18"/>
              </w:rPr>
            </w:pPr>
            <w:r w:rsidRPr="009317BC">
              <w:rPr>
                <w:sz w:val="20"/>
                <w:szCs w:val="20"/>
              </w:rPr>
              <w:t>прочие доходы по финансовой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8D258E" w14:textId="10FF27CD" w:rsidR="009317BC" w:rsidRPr="009317BC" w:rsidRDefault="009317BC" w:rsidP="009317BC">
            <w:pPr>
              <w:jc w:val="center"/>
              <w:rPr>
                <w:sz w:val="20"/>
                <w:szCs w:val="18"/>
              </w:rPr>
            </w:pPr>
            <w:r w:rsidRPr="009317BC">
              <w:rPr>
                <w:sz w:val="20"/>
                <w:szCs w:val="20"/>
              </w:rPr>
              <w:t>122</w:t>
            </w:r>
          </w:p>
        </w:tc>
        <w:tc>
          <w:tcPr>
            <w:tcW w:w="24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3E699FD" w14:textId="3B840AC3" w:rsidR="009317BC" w:rsidRPr="009317BC" w:rsidRDefault="009317BC" w:rsidP="009317B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bookmarkStart w:id="80" w:name="f2r122"/>
            <w:bookmarkEnd w:id="80"/>
            <w:r w:rsidRPr="009317BC">
              <w:rPr>
                <w:rFonts w:ascii="Arial CYR" w:hAnsi="Arial CYR" w:cs="Arial CYR"/>
                <w:sz w:val="20"/>
                <w:szCs w:val="20"/>
              </w:rPr>
              <w:t xml:space="preserve"> 14 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0AE8434" w14:textId="63E44BFC" w:rsidR="009317BC" w:rsidRPr="009317BC" w:rsidRDefault="009317BC" w:rsidP="009317B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9317BC">
              <w:rPr>
                <w:rFonts w:ascii="Arial CYR" w:hAnsi="Arial CYR" w:cs="Arial CYR"/>
                <w:sz w:val="20"/>
                <w:szCs w:val="20"/>
              </w:rPr>
              <w:t xml:space="preserve"> 9 </w:t>
            </w:r>
          </w:p>
        </w:tc>
      </w:tr>
      <w:tr w:rsidR="009317BC" w:rsidRPr="00782C99" w14:paraId="1E0C7710" w14:textId="77777777" w:rsidTr="00FD5648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5508C427" w14:textId="71AC2E21" w:rsidR="009317BC" w:rsidRPr="009317BC" w:rsidRDefault="009317BC" w:rsidP="009317BC">
            <w:pPr>
              <w:rPr>
                <w:sz w:val="20"/>
                <w:szCs w:val="18"/>
              </w:rPr>
            </w:pPr>
            <w:r w:rsidRPr="009317BC">
              <w:rPr>
                <w:sz w:val="20"/>
                <w:szCs w:val="20"/>
              </w:rPr>
              <w:t>Расходы по финансовой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59F6CA" w14:textId="49B9BC69" w:rsidR="009317BC" w:rsidRPr="009317BC" w:rsidRDefault="009317BC" w:rsidP="009317BC">
            <w:pPr>
              <w:jc w:val="center"/>
              <w:rPr>
                <w:sz w:val="20"/>
                <w:szCs w:val="18"/>
              </w:rPr>
            </w:pPr>
            <w:r w:rsidRPr="009317BC">
              <w:rPr>
                <w:sz w:val="20"/>
                <w:szCs w:val="20"/>
              </w:rPr>
              <w:t>130</w:t>
            </w:r>
          </w:p>
        </w:tc>
        <w:tc>
          <w:tcPr>
            <w:tcW w:w="24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25D8F6E" w14:textId="7A72C548" w:rsidR="009317BC" w:rsidRPr="009317BC" w:rsidRDefault="009317BC" w:rsidP="009317B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bookmarkStart w:id="81" w:name="f2r130"/>
            <w:bookmarkEnd w:id="81"/>
            <w:r w:rsidRPr="009317BC">
              <w:rPr>
                <w:rFonts w:ascii="Arial CYR" w:hAnsi="Arial CYR" w:cs="Arial CYR"/>
                <w:sz w:val="20"/>
                <w:szCs w:val="20"/>
              </w:rPr>
              <w:t xml:space="preserve"> 71 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A5445F4" w14:textId="56B8999D" w:rsidR="009317BC" w:rsidRPr="009317BC" w:rsidRDefault="009317BC" w:rsidP="009317B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9317BC">
              <w:rPr>
                <w:rFonts w:ascii="Arial CYR" w:hAnsi="Arial CYR" w:cs="Arial CYR"/>
                <w:sz w:val="20"/>
                <w:szCs w:val="20"/>
              </w:rPr>
              <w:t xml:space="preserve"> 81 </w:t>
            </w:r>
          </w:p>
        </w:tc>
      </w:tr>
      <w:tr w:rsidR="009317BC" w:rsidRPr="00782C99" w14:paraId="52A12E65" w14:textId="77777777" w:rsidTr="0095143E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5F4056FC" w14:textId="3A9A68E4" w:rsidR="009317BC" w:rsidRPr="009317BC" w:rsidRDefault="009317BC" w:rsidP="009317BC">
            <w:pPr>
              <w:ind w:firstLineChars="100" w:firstLine="200"/>
              <w:rPr>
                <w:sz w:val="20"/>
                <w:szCs w:val="18"/>
              </w:rPr>
            </w:pPr>
            <w:r w:rsidRPr="009317BC">
              <w:rPr>
                <w:sz w:val="20"/>
                <w:szCs w:val="20"/>
              </w:rPr>
              <w:t>В том числе: проценты к уплате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4255E7E6" w14:textId="799D5C1F" w:rsidR="009317BC" w:rsidRPr="009317BC" w:rsidRDefault="009317BC" w:rsidP="009317BC">
            <w:pPr>
              <w:jc w:val="center"/>
              <w:rPr>
                <w:sz w:val="20"/>
                <w:szCs w:val="18"/>
              </w:rPr>
            </w:pPr>
            <w:r w:rsidRPr="009317BC">
              <w:rPr>
                <w:rFonts w:ascii="Arial CYR" w:hAnsi="Arial CYR" w:cs="Arial CYR"/>
                <w:sz w:val="20"/>
                <w:szCs w:val="20"/>
              </w:rPr>
              <w:t> </w:t>
            </w:r>
            <w:r w:rsidRPr="009317BC">
              <w:rPr>
                <w:sz w:val="20"/>
                <w:szCs w:val="20"/>
              </w:rPr>
              <w:t>131</w:t>
            </w:r>
          </w:p>
        </w:tc>
        <w:tc>
          <w:tcPr>
            <w:tcW w:w="24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74AE4109" w14:textId="0B0188B4" w:rsidR="009317BC" w:rsidRPr="009317BC" w:rsidRDefault="009317BC" w:rsidP="009317B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bookmarkStart w:id="82" w:name="f2r131"/>
            <w:bookmarkEnd w:id="82"/>
            <w:r w:rsidRPr="009317BC">
              <w:rPr>
                <w:rFonts w:ascii="Arial CYR" w:hAnsi="Arial CYR" w:cs="Arial CYR"/>
                <w:sz w:val="20"/>
                <w:szCs w:val="20"/>
              </w:rPr>
              <w:t> 71</w:t>
            </w:r>
          </w:p>
        </w:tc>
        <w:tc>
          <w:tcPr>
            <w:tcW w:w="2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C01F858" w14:textId="4DE71012" w:rsidR="009317BC" w:rsidRPr="009317BC" w:rsidRDefault="009317BC" w:rsidP="009317B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9317BC">
              <w:rPr>
                <w:rFonts w:ascii="Arial CYR" w:hAnsi="Arial CYR" w:cs="Arial CYR"/>
                <w:sz w:val="20"/>
                <w:szCs w:val="20"/>
              </w:rPr>
              <w:t> 81</w:t>
            </w:r>
          </w:p>
        </w:tc>
      </w:tr>
      <w:tr w:rsidR="009317BC" w:rsidRPr="00782C99" w14:paraId="3E2A2DED" w14:textId="77777777" w:rsidTr="008B64A2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0C7DBE26" w14:textId="7FF28158" w:rsidR="009317BC" w:rsidRPr="009317BC" w:rsidRDefault="009317BC" w:rsidP="009317BC">
            <w:pPr>
              <w:ind w:firstLineChars="100" w:firstLine="200"/>
              <w:rPr>
                <w:sz w:val="20"/>
                <w:szCs w:val="18"/>
              </w:rPr>
            </w:pPr>
            <w:r w:rsidRPr="009317BC">
              <w:rPr>
                <w:sz w:val="20"/>
                <w:szCs w:val="20"/>
              </w:rPr>
              <w:t>курсовые разницы от пересчета активов и обязательств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F46908" w14:textId="0D6C55C2" w:rsidR="009317BC" w:rsidRPr="009317BC" w:rsidRDefault="009317BC" w:rsidP="009317BC">
            <w:pPr>
              <w:jc w:val="center"/>
              <w:rPr>
                <w:sz w:val="20"/>
                <w:szCs w:val="18"/>
              </w:rPr>
            </w:pPr>
            <w:r w:rsidRPr="009317BC">
              <w:rPr>
                <w:sz w:val="20"/>
                <w:szCs w:val="20"/>
              </w:rPr>
              <w:t>132</w:t>
            </w:r>
          </w:p>
        </w:tc>
        <w:tc>
          <w:tcPr>
            <w:tcW w:w="24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16E3EB6" w14:textId="7FEB5499" w:rsidR="009317BC" w:rsidRPr="009317BC" w:rsidRDefault="009317BC" w:rsidP="009317B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bookmarkStart w:id="83" w:name="f2r132"/>
            <w:bookmarkEnd w:id="83"/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D6887AF" w14:textId="0483C346" w:rsidR="009317BC" w:rsidRPr="009317BC" w:rsidRDefault="009317BC" w:rsidP="009317B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317BC" w:rsidRPr="00782C99" w14:paraId="796C0EC4" w14:textId="77777777" w:rsidTr="00FD5648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3309F68" w14:textId="048BA468" w:rsidR="009317BC" w:rsidRPr="009317BC" w:rsidRDefault="009317BC" w:rsidP="009317BC">
            <w:pPr>
              <w:ind w:firstLineChars="100" w:firstLine="200"/>
              <w:rPr>
                <w:sz w:val="20"/>
                <w:szCs w:val="18"/>
              </w:rPr>
            </w:pPr>
            <w:r>
              <w:rPr>
                <w:sz w:val="20"/>
                <w:szCs w:val="20"/>
              </w:rPr>
              <w:t>прочие расходы по финансовой деятельности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604F78" w14:textId="7C2EE725" w:rsidR="009317BC" w:rsidRPr="009317BC" w:rsidRDefault="009317BC" w:rsidP="009317BC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20"/>
              </w:rPr>
              <w:t>133</w:t>
            </w:r>
          </w:p>
        </w:tc>
        <w:tc>
          <w:tcPr>
            <w:tcW w:w="24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8D57DA5" w14:textId="2A86996A" w:rsidR="009317BC" w:rsidRPr="009317BC" w:rsidRDefault="009317BC" w:rsidP="009317B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bookmarkStart w:id="84" w:name="f2r133"/>
            <w:bookmarkEnd w:id="84"/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141EE9F" w14:textId="1E586012" w:rsidR="009317BC" w:rsidRPr="009317BC" w:rsidRDefault="009317BC" w:rsidP="009317B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E500D5" w:rsidRPr="00782C99" w14:paraId="5E3D5A95" w14:textId="77777777" w:rsidTr="00FD5648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417F8092" w14:textId="77777777" w:rsidR="00E500D5" w:rsidRPr="00782C99" w:rsidRDefault="00E500D5" w:rsidP="00E500D5">
            <w:pPr>
              <w:ind w:firstLineChars="100" w:firstLine="180"/>
              <w:rPr>
                <w:sz w:val="18"/>
                <w:szCs w:val="18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74352F" w14:textId="77777777" w:rsidR="00E500D5" w:rsidRPr="00782C99" w:rsidRDefault="00E500D5" w:rsidP="00E500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C29253E" w14:textId="77777777" w:rsidR="00E500D5" w:rsidRPr="00782C99" w:rsidRDefault="00E500D5" w:rsidP="00E500D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18674D8" w14:textId="77777777" w:rsidR="00E500D5" w:rsidRPr="00782C99" w:rsidRDefault="00E500D5" w:rsidP="00E500D5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14:paraId="72C8F758" w14:textId="77777777" w:rsidR="00782C99" w:rsidRPr="00782C99" w:rsidRDefault="00782C99" w:rsidP="00782C99">
      <w:pPr>
        <w:jc w:val="right"/>
      </w:pPr>
      <w:r w:rsidRPr="00782C99">
        <w:br w:type="page"/>
      </w:r>
      <w:r w:rsidR="006C0D2F">
        <w:lastRenderedPageBreak/>
        <w:t xml:space="preserve">      </w:t>
      </w:r>
      <w:proofErr w:type="gramStart"/>
      <w:r w:rsidRPr="00782C99">
        <w:rPr>
          <w:b/>
          <w:sz w:val="16"/>
        </w:rPr>
        <w:t>Форма  №</w:t>
      </w:r>
      <w:proofErr w:type="gramEnd"/>
      <w:r w:rsidRPr="00782C99">
        <w:rPr>
          <w:b/>
          <w:sz w:val="16"/>
        </w:rPr>
        <w:t>2 лист 2</w:t>
      </w:r>
    </w:p>
    <w:tbl>
      <w:tblPr>
        <w:tblW w:w="10613" w:type="dxa"/>
        <w:tblInd w:w="127" w:type="dxa"/>
        <w:tblLook w:val="0000" w:firstRow="0" w:lastRow="0" w:firstColumn="0" w:lastColumn="0" w:noHBand="0" w:noVBand="0"/>
      </w:tblPr>
      <w:tblGrid>
        <w:gridCol w:w="5226"/>
        <w:gridCol w:w="782"/>
        <w:gridCol w:w="2365"/>
        <w:gridCol w:w="2240"/>
      </w:tblGrid>
      <w:tr w:rsidR="00782C99" w:rsidRPr="00782C99" w14:paraId="1B9798D1" w14:textId="77777777" w:rsidTr="00C827FC">
        <w:trPr>
          <w:trHeight w:val="270"/>
        </w:trPr>
        <w:tc>
          <w:tcPr>
            <w:tcW w:w="522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2C5D66B" w14:textId="77777777" w:rsidR="00782C99" w:rsidRPr="00782C99" w:rsidRDefault="00782C99" w:rsidP="00782C99">
            <w:pPr>
              <w:jc w:val="center"/>
              <w:rPr>
                <w:b/>
                <w:bCs/>
                <w:sz w:val="16"/>
                <w:szCs w:val="16"/>
              </w:rPr>
            </w:pPr>
            <w:r w:rsidRPr="00782C99">
              <w:rPr>
                <w:b/>
                <w:bCs/>
                <w:sz w:val="16"/>
                <w:szCs w:val="16"/>
              </w:rPr>
              <w:t>Наименование показателей</w:t>
            </w:r>
          </w:p>
        </w:tc>
        <w:tc>
          <w:tcPr>
            <w:tcW w:w="7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BF8CA2" w14:textId="77777777" w:rsidR="00782C99" w:rsidRPr="00782C99" w:rsidRDefault="00782C99" w:rsidP="00782C99">
            <w:pPr>
              <w:jc w:val="center"/>
              <w:rPr>
                <w:b/>
                <w:bCs/>
                <w:sz w:val="16"/>
                <w:szCs w:val="16"/>
              </w:rPr>
            </w:pPr>
            <w:r w:rsidRPr="00782C99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2365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82DA73" w14:textId="13103AAE" w:rsidR="00782C99" w:rsidRPr="00782C99" w:rsidRDefault="00782C99" w:rsidP="009317BC">
            <w:pPr>
              <w:jc w:val="center"/>
              <w:rPr>
                <w:b/>
                <w:sz w:val="16"/>
                <w:szCs w:val="16"/>
              </w:rPr>
            </w:pPr>
            <w:r w:rsidRPr="00782C99">
              <w:rPr>
                <w:b/>
                <w:sz w:val="16"/>
                <w:szCs w:val="16"/>
              </w:rPr>
              <w:t>За январь -</w:t>
            </w:r>
            <w:r w:rsidRPr="00782C99">
              <w:rPr>
                <w:rFonts w:ascii="Courier New" w:hAnsi="Courier New"/>
                <w:b/>
                <w:sz w:val="18"/>
                <w:szCs w:val="18"/>
              </w:rPr>
              <w:t xml:space="preserve"> </w:t>
            </w:r>
            <w:r w:rsidRPr="00782C99">
              <w:rPr>
                <w:b/>
                <w:sz w:val="16"/>
                <w:szCs w:val="16"/>
              </w:rPr>
              <w:t>декабрь 20</w:t>
            </w:r>
            <w:r w:rsidR="00884B28">
              <w:rPr>
                <w:b/>
                <w:sz w:val="16"/>
                <w:szCs w:val="16"/>
              </w:rPr>
              <w:t>2</w:t>
            </w:r>
            <w:r w:rsidR="009317BC">
              <w:rPr>
                <w:b/>
                <w:sz w:val="16"/>
                <w:szCs w:val="16"/>
              </w:rPr>
              <w:t>3</w:t>
            </w:r>
            <w:r w:rsidRPr="00782C99">
              <w:rPr>
                <w:b/>
                <w:sz w:val="16"/>
                <w:szCs w:val="16"/>
              </w:rPr>
              <w:t xml:space="preserve"> г.</w:t>
            </w:r>
          </w:p>
        </w:tc>
        <w:tc>
          <w:tcPr>
            <w:tcW w:w="2240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54033F13" w14:textId="757DC396" w:rsidR="00782C99" w:rsidRPr="00782C99" w:rsidRDefault="00782C99" w:rsidP="009317BC">
            <w:pPr>
              <w:jc w:val="center"/>
              <w:rPr>
                <w:b/>
                <w:sz w:val="16"/>
                <w:szCs w:val="16"/>
              </w:rPr>
            </w:pPr>
            <w:r w:rsidRPr="00782C99">
              <w:rPr>
                <w:b/>
                <w:sz w:val="16"/>
                <w:szCs w:val="16"/>
              </w:rPr>
              <w:t>За январь - декабрь 20</w:t>
            </w:r>
            <w:r w:rsidR="00AC43F3">
              <w:rPr>
                <w:b/>
                <w:sz w:val="16"/>
                <w:szCs w:val="16"/>
              </w:rPr>
              <w:t>2</w:t>
            </w:r>
            <w:r w:rsidR="009317BC">
              <w:rPr>
                <w:b/>
                <w:sz w:val="16"/>
                <w:szCs w:val="16"/>
              </w:rPr>
              <w:t>2</w:t>
            </w:r>
            <w:r w:rsidRPr="00782C99">
              <w:rPr>
                <w:b/>
                <w:sz w:val="16"/>
                <w:szCs w:val="16"/>
              </w:rPr>
              <w:t xml:space="preserve"> г.</w:t>
            </w:r>
          </w:p>
        </w:tc>
      </w:tr>
      <w:tr w:rsidR="00782C99" w:rsidRPr="00782C99" w14:paraId="582DE091" w14:textId="77777777" w:rsidTr="00C827FC">
        <w:trPr>
          <w:trHeight w:val="50"/>
        </w:trPr>
        <w:tc>
          <w:tcPr>
            <w:tcW w:w="522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CE4665" w14:textId="77777777" w:rsidR="00782C99" w:rsidRPr="00782C99" w:rsidRDefault="00782C99" w:rsidP="00782C99">
            <w:pPr>
              <w:jc w:val="center"/>
              <w:rPr>
                <w:b/>
                <w:bCs/>
                <w:sz w:val="16"/>
                <w:szCs w:val="16"/>
              </w:rPr>
            </w:pPr>
            <w:r w:rsidRPr="00782C99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16F5A93" w14:textId="77777777" w:rsidR="00782C99" w:rsidRPr="00782C99" w:rsidRDefault="00782C99" w:rsidP="00782C99">
            <w:pPr>
              <w:jc w:val="center"/>
              <w:rPr>
                <w:b/>
                <w:bCs/>
                <w:sz w:val="16"/>
                <w:szCs w:val="16"/>
              </w:rPr>
            </w:pPr>
            <w:r w:rsidRPr="00782C99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7F270A0" w14:textId="77777777" w:rsidR="00782C99" w:rsidRPr="00782C99" w:rsidRDefault="00782C99" w:rsidP="00782C99">
            <w:pPr>
              <w:jc w:val="center"/>
              <w:rPr>
                <w:b/>
                <w:bCs/>
                <w:sz w:val="16"/>
                <w:szCs w:val="16"/>
              </w:rPr>
            </w:pPr>
            <w:r w:rsidRPr="00782C99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noWrap/>
            <w:vAlign w:val="center"/>
          </w:tcPr>
          <w:p w14:paraId="1AD77EF3" w14:textId="77777777" w:rsidR="00782C99" w:rsidRPr="00782C99" w:rsidRDefault="00782C99" w:rsidP="00782C99">
            <w:pPr>
              <w:jc w:val="center"/>
              <w:rPr>
                <w:b/>
                <w:bCs/>
                <w:sz w:val="16"/>
                <w:szCs w:val="16"/>
              </w:rPr>
            </w:pPr>
            <w:r w:rsidRPr="00782C99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E500D5" w:rsidRPr="00782C99" w14:paraId="17341AD7" w14:textId="77777777" w:rsidTr="00C827FC">
        <w:trPr>
          <w:trHeight w:val="333"/>
        </w:trPr>
        <w:tc>
          <w:tcPr>
            <w:tcW w:w="52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30D0A47" w14:textId="77777777" w:rsidR="00E500D5" w:rsidRPr="00782C99" w:rsidRDefault="00E500D5" w:rsidP="00E500D5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Прибыль (убыток) от инвестиционной и  финансовой  деятельности (100 – 110 + 120 – 130)</w:t>
            </w:r>
          </w:p>
        </w:tc>
        <w:tc>
          <w:tcPr>
            <w:tcW w:w="7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504804" w14:textId="77777777" w:rsidR="00E500D5" w:rsidRPr="00782C99" w:rsidRDefault="00E500D5" w:rsidP="00E500D5">
            <w:pPr>
              <w:jc w:val="center"/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140</w:t>
            </w:r>
          </w:p>
        </w:tc>
        <w:tc>
          <w:tcPr>
            <w:tcW w:w="2365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E7B5F7" w14:textId="023598B5" w:rsidR="00E500D5" w:rsidRPr="00794D7B" w:rsidRDefault="009317BC" w:rsidP="00E500D5">
            <w:pPr>
              <w:jc w:val="center"/>
              <w:rPr>
                <w:rFonts w:ascii="Arial CYR" w:hAnsi="Arial CYR" w:cs="Arial CYR"/>
                <w:sz w:val="18"/>
                <w:szCs w:val="20"/>
              </w:rPr>
            </w:pPr>
            <w:bookmarkStart w:id="85" w:name="f2r140"/>
            <w:bookmarkEnd w:id="85"/>
            <w:r>
              <w:rPr>
                <w:rFonts w:ascii="Arial CYR" w:hAnsi="Arial CYR" w:cs="Arial CYR"/>
                <w:sz w:val="20"/>
                <w:szCs w:val="20"/>
              </w:rPr>
              <w:t>605</w:t>
            </w:r>
            <w:r w:rsidR="00E500D5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</w:p>
        </w:tc>
        <w:tc>
          <w:tcPr>
            <w:tcW w:w="224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3CAFE1" w14:textId="22156210" w:rsidR="00E500D5" w:rsidRPr="00794D7B" w:rsidRDefault="009317BC" w:rsidP="00E500D5">
            <w:pPr>
              <w:jc w:val="center"/>
              <w:rPr>
                <w:rFonts w:ascii="Arial CYR" w:hAnsi="Arial CYR" w:cs="Arial CYR"/>
                <w:sz w:val="18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113</w:t>
            </w:r>
          </w:p>
        </w:tc>
      </w:tr>
      <w:tr w:rsidR="00E500D5" w:rsidRPr="00782C99" w14:paraId="50288842" w14:textId="77777777" w:rsidTr="00C827FC">
        <w:trPr>
          <w:trHeight w:val="200"/>
        </w:trPr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44F66440" w14:textId="77777777" w:rsidR="00E500D5" w:rsidRPr="00782C99" w:rsidRDefault="00E500D5" w:rsidP="00E500D5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Прибыль (убыток) до налогообложения (± 090 ± 140)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70C34B" w14:textId="77777777" w:rsidR="00E500D5" w:rsidRPr="00782C99" w:rsidRDefault="00E500D5" w:rsidP="00E500D5">
            <w:pPr>
              <w:jc w:val="center"/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150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00D821" w14:textId="4ED5E607" w:rsidR="00E500D5" w:rsidRPr="00794D7B" w:rsidRDefault="009317BC" w:rsidP="00E500D5">
            <w:pPr>
              <w:jc w:val="center"/>
              <w:rPr>
                <w:rFonts w:ascii="Arial CYR" w:hAnsi="Arial CYR" w:cs="Arial CYR"/>
                <w:sz w:val="18"/>
                <w:szCs w:val="20"/>
              </w:rPr>
            </w:pPr>
            <w:bookmarkStart w:id="86" w:name="f2r150"/>
            <w:bookmarkEnd w:id="86"/>
            <w:r>
              <w:rPr>
                <w:rFonts w:ascii="Arial CYR" w:hAnsi="Arial CYR" w:cs="Arial CYR"/>
                <w:sz w:val="20"/>
                <w:szCs w:val="20"/>
              </w:rPr>
              <w:t>2176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70598E" w14:textId="4107C473" w:rsidR="00E500D5" w:rsidRPr="00794D7B" w:rsidRDefault="009317BC" w:rsidP="00E500D5">
            <w:pPr>
              <w:jc w:val="center"/>
              <w:rPr>
                <w:rFonts w:ascii="Arial CYR" w:hAnsi="Arial CYR" w:cs="Arial CYR"/>
                <w:sz w:val="18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1693</w:t>
            </w:r>
          </w:p>
        </w:tc>
      </w:tr>
      <w:tr w:rsidR="00E500D5" w:rsidRPr="00782C99" w14:paraId="4A92AF04" w14:textId="77777777" w:rsidTr="00C827FC">
        <w:trPr>
          <w:trHeight w:val="100"/>
        </w:trPr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3E002691" w14:textId="77777777" w:rsidR="00E500D5" w:rsidRPr="00782C99" w:rsidRDefault="00E500D5" w:rsidP="00E500D5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Налог на прибыль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D4534E" w14:textId="77777777" w:rsidR="00E500D5" w:rsidRPr="00782C99" w:rsidRDefault="00E500D5" w:rsidP="00E500D5">
            <w:pPr>
              <w:jc w:val="center"/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160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8CADE1" w14:textId="7845D2C8" w:rsidR="00E500D5" w:rsidRPr="00794D7B" w:rsidRDefault="00E500D5" w:rsidP="00E500D5">
            <w:pPr>
              <w:jc w:val="center"/>
              <w:rPr>
                <w:rFonts w:ascii="Arial CYR" w:hAnsi="Arial CYR" w:cs="Arial CYR"/>
                <w:sz w:val="18"/>
                <w:szCs w:val="20"/>
              </w:rPr>
            </w:pPr>
            <w:bookmarkStart w:id="87" w:name="f2r160"/>
            <w:bookmarkEnd w:id="87"/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F762B6" w14:textId="29B42903" w:rsidR="00E500D5" w:rsidRPr="00794D7B" w:rsidRDefault="00E500D5" w:rsidP="00E500D5">
            <w:pPr>
              <w:jc w:val="center"/>
              <w:rPr>
                <w:rFonts w:ascii="Arial CYR" w:hAnsi="Arial CYR" w:cs="Arial CYR"/>
                <w:sz w:val="18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E500D5" w:rsidRPr="00782C99" w14:paraId="653C4A5F" w14:textId="77777777" w:rsidTr="00C827FC">
        <w:trPr>
          <w:trHeight w:val="122"/>
        </w:trPr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851108E" w14:textId="77777777" w:rsidR="00E500D5" w:rsidRPr="00782C99" w:rsidRDefault="00E500D5" w:rsidP="00E500D5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Изменение отложенных налоговых активов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F50B33" w14:textId="77777777" w:rsidR="00E500D5" w:rsidRPr="00782C99" w:rsidRDefault="00E500D5" w:rsidP="00E500D5">
            <w:pPr>
              <w:jc w:val="center"/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170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BB87DB" w14:textId="7F96105C" w:rsidR="00E500D5" w:rsidRPr="00794D7B" w:rsidRDefault="00E500D5" w:rsidP="00E500D5">
            <w:pPr>
              <w:jc w:val="center"/>
              <w:rPr>
                <w:rFonts w:ascii="Arial CYR" w:hAnsi="Arial CYR" w:cs="Arial CYR"/>
                <w:sz w:val="18"/>
                <w:szCs w:val="20"/>
              </w:rPr>
            </w:pPr>
            <w:bookmarkStart w:id="88" w:name="f2r170"/>
            <w:bookmarkEnd w:id="88"/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57BEB6" w14:textId="3AFE8312" w:rsidR="00E500D5" w:rsidRPr="00794D7B" w:rsidRDefault="00E500D5" w:rsidP="00E500D5">
            <w:pPr>
              <w:jc w:val="center"/>
              <w:rPr>
                <w:rFonts w:ascii="Arial CYR" w:hAnsi="Arial CYR" w:cs="Arial CYR"/>
                <w:sz w:val="18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E500D5" w:rsidRPr="00782C99" w14:paraId="3C34E0B9" w14:textId="77777777" w:rsidTr="00C827FC">
        <w:trPr>
          <w:trHeight w:val="167"/>
        </w:trPr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54FDFAE6" w14:textId="77777777" w:rsidR="00E500D5" w:rsidRPr="00782C99" w:rsidRDefault="00E500D5" w:rsidP="00E500D5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Изменение отложенных налоговых обязательств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8F21F9" w14:textId="77777777" w:rsidR="00E500D5" w:rsidRPr="00782C99" w:rsidRDefault="00E500D5" w:rsidP="00E500D5">
            <w:pPr>
              <w:jc w:val="center"/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180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170DD2" w14:textId="50F727E0" w:rsidR="00E500D5" w:rsidRPr="00794D7B" w:rsidRDefault="00E500D5" w:rsidP="00E500D5">
            <w:pPr>
              <w:jc w:val="center"/>
              <w:rPr>
                <w:rFonts w:ascii="Arial CYR" w:hAnsi="Arial CYR" w:cs="Arial CYR"/>
                <w:sz w:val="18"/>
                <w:szCs w:val="20"/>
              </w:rPr>
            </w:pPr>
            <w:bookmarkStart w:id="89" w:name="f2r180"/>
            <w:bookmarkEnd w:id="89"/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7A0C41" w14:textId="34C18A27" w:rsidR="00E500D5" w:rsidRPr="00794D7B" w:rsidRDefault="00E500D5" w:rsidP="00E500D5">
            <w:pPr>
              <w:jc w:val="center"/>
              <w:rPr>
                <w:rFonts w:ascii="Arial CYR" w:hAnsi="Arial CYR" w:cs="Arial CYR"/>
                <w:sz w:val="18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E500D5" w:rsidRPr="00782C99" w14:paraId="362530C9" w14:textId="77777777" w:rsidTr="00C827FC">
        <w:trPr>
          <w:trHeight w:val="200"/>
        </w:trPr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539DDB25" w14:textId="77777777" w:rsidR="00E500D5" w:rsidRPr="00782C99" w:rsidRDefault="00E500D5" w:rsidP="00E500D5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Прочие налоги и сборы, исчисляемые из прибыли (дохода)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ECEE49" w14:textId="77777777" w:rsidR="00E500D5" w:rsidRPr="00782C99" w:rsidRDefault="00E500D5" w:rsidP="00E500D5">
            <w:pPr>
              <w:jc w:val="center"/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190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7E4A2D" w14:textId="7FDDC278" w:rsidR="00E500D5" w:rsidRPr="00794D7B" w:rsidRDefault="00E500D5" w:rsidP="00E500D5">
            <w:pPr>
              <w:jc w:val="center"/>
              <w:rPr>
                <w:rFonts w:ascii="Arial CYR" w:hAnsi="Arial CYR" w:cs="Arial CYR"/>
                <w:sz w:val="18"/>
                <w:szCs w:val="20"/>
              </w:rPr>
            </w:pPr>
            <w:bookmarkStart w:id="90" w:name="f2r190"/>
            <w:bookmarkEnd w:id="90"/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F06A27" w14:textId="797A80A8" w:rsidR="00E500D5" w:rsidRPr="00794D7B" w:rsidRDefault="00E500D5" w:rsidP="00E500D5">
            <w:pPr>
              <w:jc w:val="center"/>
              <w:rPr>
                <w:rFonts w:ascii="Arial CYR" w:hAnsi="Arial CYR" w:cs="Arial CYR"/>
                <w:sz w:val="18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E500D5" w:rsidRPr="00782C99" w14:paraId="022D55E2" w14:textId="77777777" w:rsidTr="00C827FC">
        <w:trPr>
          <w:trHeight w:val="163"/>
        </w:trPr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4BCD67F6" w14:textId="77777777" w:rsidR="00E500D5" w:rsidRPr="00782C99" w:rsidRDefault="00E500D5" w:rsidP="00E500D5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Прочие платежи, исчисляемые из прибыли (дохода)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1A1326" w14:textId="77777777" w:rsidR="00E500D5" w:rsidRPr="00782C99" w:rsidRDefault="00E500D5" w:rsidP="00E500D5">
            <w:pPr>
              <w:jc w:val="center"/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200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5D56EB" w14:textId="6F6646FD" w:rsidR="00E500D5" w:rsidRPr="00794D7B" w:rsidRDefault="00E500D5" w:rsidP="00E500D5">
            <w:pPr>
              <w:jc w:val="center"/>
              <w:rPr>
                <w:rFonts w:ascii="Arial CYR" w:hAnsi="Arial CYR" w:cs="Arial CYR"/>
                <w:sz w:val="18"/>
                <w:szCs w:val="20"/>
              </w:rPr>
            </w:pPr>
            <w:bookmarkStart w:id="91" w:name="f2r200"/>
            <w:bookmarkEnd w:id="91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DC6576" w14:textId="4A210269" w:rsidR="00E500D5" w:rsidRPr="00794D7B" w:rsidRDefault="00E500D5" w:rsidP="00E500D5">
            <w:pPr>
              <w:jc w:val="center"/>
              <w:rPr>
                <w:rFonts w:ascii="Arial CYR" w:hAnsi="Arial CYR" w:cs="Arial CYR"/>
                <w:sz w:val="18"/>
                <w:szCs w:val="20"/>
              </w:rPr>
            </w:pPr>
          </w:p>
        </w:tc>
      </w:tr>
      <w:tr w:rsidR="00E500D5" w:rsidRPr="00782C99" w14:paraId="5A476EB2" w14:textId="77777777" w:rsidTr="00C827FC">
        <w:trPr>
          <w:trHeight w:val="302"/>
        </w:trPr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204475CD" w14:textId="77777777" w:rsidR="00E500D5" w:rsidRPr="00782C99" w:rsidRDefault="00E500D5" w:rsidP="00E500D5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 xml:space="preserve">Чистая прибыль (убыток) </w:t>
            </w:r>
            <w:r w:rsidRPr="00782C99">
              <w:rPr>
                <w:sz w:val="18"/>
                <w:szCs w:val="18"/>
              </w:rPr>
              <w:br/>
              <w:t>(± 150 – 160 ± 170 ± 180 – 190-200)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6803E0" w14:textId="77777777" w:rsidR="00E500D5" w:rsidRPr="00782C99" w:rsidRDefault="00E500D5" w:rsidP="00E500D5">
            <w:pPr>
              <w:jc w:val="center"/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210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69A762" w14:textId="1913994A" w:rsidR="00E500D5" w:rsidRPr="00794D7B" w:rsidRDefault="009317BC" w:rsidP="00E500D5">
            <w:pPr>
              <w:jc w:val="center"/>
              <w:rPr>
                <w:rFonts w:ascii="Arial CYR" w:hAnsi="Arial CYR" w:cs="Arial CYR"/>
                <w:sz w:val="18"/>
                <w:szCs w:val="20"/>
              </w:rPr>
            </w:pPr>
            <w:bookmarkStart w:id="92" w:name="f2r210"/>
            <w:bookmarkEnd w:id="92"/>
            <w:r>
              <w:rPr>
                <w:rFonts w:ascii="Arial CYR" w:hAnsi="Arial CYR" w:cs="Arial CYR"/>
                <w:sz w:val="20"/>
                <w:szCs w:val="20"/>
              </w:rPr>
              <w:t>2176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470994" w14:textId="770C9611" w:rsidR="00E500D5" w:rsidRPr="00794D7B" w:rsidRDefault="009317BC" w:rsidP="00E500D5">
            <w:pPr>
              <w:jc w:val="center"/>
              <w:rPr>
                <w:rFonts w:ascii="Arial CYR" w:hAnsi="Arial CYR" w:cs="Arial CYR"/>
                <w:sz w:val="18"/>
                <w:szCs w:val="20"/>
              </w:rPr>
            </w:pPr>
            <w:r>
              <w:rPr>
                <w:rFonts w:ascii="Arial CYR" w:hAnsi="Arial CYR" w:cs="Arial CYR"/>
                <w:sz w:val="18"/>
                <w:szCs w:val="20"/>
              </w:rPr>
              <w:t>1693</w:t>
            </w:r>
          </w:p>
        </w:tc>
      </w:tr>
      <w:tr w:rsidR="00E500D5" w:rsidRPr="00782C99" w14:paraId="6973DB14" w14:textId="77777777" w:rsidTr="00C827FC">
        <w:trPr>
          <w:trHeight w:val="397"/>
        </w:trPr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016E8D24" w14:textId="77777777" w:rsidR="00E500D5" w:rsidRPr="00782C99" w:rsidRDefault="00E500D5" w:rsidP="00E500D5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Результат от переоценки долгосрочных активов, не включаемый в чистую прибыль (убыток)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2955D4" w14:textId="77777777" w:rsidR="00E500D5" w:rsidRPr="00782C99" w:rsidRDefault="00E500D5" w:rsidP="00E500D5">
            <w:pPr>
              <w:jc w:val="center"/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220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CE5EE4" w14:textId="7C5516B0" w:rsidR="00E500D5" w:rsidRPr="00794D7B" w:rsidRDefault="009317BC" w:rsidP="00E500D5">
            <w:pPr>
              <w:jc w:val="center"/>
              <w:rPr>
                <w:rFonts w:ascii="Arial CYR" w:hAnsi="Arial CYR" w:cs="Arial CYR"/>
                <w:sz w:val="18"/>
                <w:szCs w:val="20"/>
              </w:rPr>
            </w:pPr>
            <w:bookmarkStart w:id="93" w:name="f2r220"/>
            <w:bookmarkEnd w:id="93"/>
            <w:r>
              <w:rPr>
                <w:rFonts w:ascii="Arial CYR" w:hAnsi="Arial CYR" w:cs="Arial CYR"/>
                <w:sz w:val="20"/>
                <w:szCs w:val="20"/>
              </w:rPr>
              <w:t>2</w:t>
            </w:r>
            <w:r w:rsidR="00E500D5">
              <w:rPr>
                <w:rFonts w:ascii="Arial CYR" w:hAnsi="Arial CYR" w:cs="Arial CYR"/>
                <w:sz w:val="20"/>
                <w:szCs w:val="20"/>
              </w:rPr>
              <w:t>3</w:t>
            </w:r>
            <w:r>
              <w:rPr>
                <w:rFonts w:ascii="Arial CYR" w:hAnsi="Arial CYR" w:cs="Arial CYR"/>
                <w:sz w:val="20"/>
                <w:szCs w:val="20"/>
              </w:rPr>
              <w:t>2</w:t>
            </w:r>
            <w:r w:rsidR="00E500D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1B0AA3" w14:textId="4D6A13E4" w:rsidR="00E500D5" w:rsidRPr="00794D7B" w:rsidRDefault="009317BC" w:rsidP="00E500D5">
            <w:pPr>
              <w:jc w:val="center"/>
              <w:rPr>
                <w:rFonts w:ascii="Arial CYR" w:hAnsi="Arial CYR" w:cs="Arial CYR"/>
                <w:sz w:val="18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1103</w:t>
            </w:r>
            <w:r w:rsidR="00E500D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E500D5" w:rsidRPr="00782C99" w14:paraId="122F18D1" w14:textId="77777777" w:rsidTr="00C827FC">
        <w:trPr>
          <w:trHeight w:val="178"/>
        </w:trPr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1CA877E1" w14:textId="77777777" w:rsidR="00E500D5" w:rsidRPr="00782C99" w:rsidRDefault="00E500D5" w:rsidP="00E500D5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Результат от прочих операций, не включаемый в чистую прибыль (убыток)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0BBA39" w14:textId="77777777" w:rsidR="00E500D5" w:rsidRPr="00782C99" w:rsidRDefault="00E500D5" w:rsidP="00E500D5">
            <w:pPr>
              <w:jc w:val="center"/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230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F3DB20" w14:textId="6A79FFB0" w:rsidR="00E500D5" w:rsidRPr="00794D7B" w:rsidRDefault="00E500D5" w:rsidP="00E500D5">
            <w:pPr>
              <w:jc w:val="center"/>
              <w:rPr>
                <w:rFonts w:ascii="Arial CYR" w:hAnsi="Arial CYR" w:cs="Arial CYR"/>
                <w:sz w:val="18"/>
                <w:szCs w:val="20"/>
              </w:rPr>
            </w:pPr>
            <w:bookmarkStart w:id="94" w:name="f2r230"/>
            <w:bookmarkEnd w:id="94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2A19DD" w14:textId="24B5B8A9" w:rsidR="00E500D5" w:rsidRPr="00794D7B" w:rsidRDefault="00E500D5" w:rsidP="00E500D5">
            <w:pPr>
              <w:jc w:val="center"/>
              <w:rPr>
                <w:rFonts w:ascii="Arial CYR" w:hAnsi="Arial CYR" w:cs="Arial CYR"/>
                <w:sz w:val="18"/>
                <w:szCs w:val="20"/>
              </w:rPr>
            </w:pPr>
          </w:p>
        </w:tc>
      </w:tr>
      <w:tr w:rsidR="00E500D5" w:rsidRPr="00782C99" w14:paraId="6A9F6108" w14:textId="77777777" w:rsidTr="00C827FC">
        <w:trPr>
          <w:trHeight w:val="229"/>
        </w:trPr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33D7C220" w14:textId="77777777" w:rsidR="00E500D5" w:rsidRPr="00782C99" w:rsidRDefault="00E500D5" w:rsidP="00E500D5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Совокупная прибыль (убыток) (± 210 ± 220 ± 230)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3F01F0" w14:textId="77777777" w:rsidR="00E500D5" w:rsidRPr="00782C99" w:rsidRDefault="00E500D5" w:rsidP="00E500D5">
            <w:pPr>
              <w:jc w:val="center"/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240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3A5CDB" w14:textId="2FFE31F0" w:rsidR="00E500D5" w:rsidRPr="00794D7B" w:rsidRDefault="00E500D5" w:rsidP="009317BC">
            <w:pPr>
              <w:jc w:val="center"/>
              <w:rPr>
                <w:rFonts w:ascii="Arial CYR" w:hAnsi="Arial CYR" w:cs="Arial CYR"/>
                <w:sz w:val="18"/>
                <w:szCs w:val="20"/>
              </w:rPr>
            </w:pPr>
            <w:bookmarkStart w:id="95" w:name="f2r240"/>
            <w:bookmarkEnd w:id="95"/>
            <w:r>
              <w:rPr>
                <w:rFonts w:ascii="Arial CYR" w:hAnsi="Arial CYR" w:cs="Arial CYR"/>
                <w:sz w:val="20"/>
                <w:szCs w:val="20"/>
              </w:rPr>
              <w:t>2</w:t>
            </w:r>
            <w:r w:rsidR="009317BC">
              <w:rPr>
                <w:rFonts w:ascii="Arial CYR" w:hAnsi="Arial CYR" w:cs="Arial CYR"/>
                <w:sz w:val="20"/>
                <w:szCs w:val="20"/>
              </w:rPr>
              <w:t>408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092363" w14:textId="14FB361A" w:rsidR="00E500D5" w:rsidRPr="00794D7B" w:rsidRDefault="009317BC" w:rsidP="00E500D5">
            <w:pPr>
              <w:jc w:val="center"/>
              <w:rPr>
                <w:rFonts w:ascii="Arial CYR" w:hAnsi="Arial CYR" w:cs="Arial CYR"/>
                <w:sz w:val="18"/>
                <w:szCs w:val="20"/>
              </w:rPr>
            </w:pPr>
            <w:r>
              <w:rPr>
                <w:rFonts w:ascii="Arial CYR" w:hAnsi="Arial CYR" w:cs="Arial CYR"/>
                <w:sz w:val="18"/>
                <w:szCs w:val="20"/>
              </w:rPr>
              <w:t>2796</w:t>
            </w:r>
          </w:p>
        </w:tc>
      </w:tr>
      <w:tr w:rsidR="00E500D5" w:rsidRPr="00782C99" w14:paraId="09AF49EC" w14:textId="77777777" w:rsidTr="00C827FC">
        <w:trPr>
          <w:trHeight w:val="120"/>
        </w:trPr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F5A6876" w14:textId="77777777" w:rsidR="00E500D5" w:rsidRPr="00782C99" w:rsidRDefault="00E500D5" w:rsidP="00E500D5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Базовая прибыль (убыток) на акцию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668109" w14:textId="77777777" w:rsidR="00E500D5" w:rsidRPr="00782C99" w:rsidRDefault="00E500D5" w:rsidP="00E500D5">
            <w:pPr>
              <w:jc w:val="center"/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250</w:t>
            </w: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9710E02" w14:textId="5DEAABA1" w:rsidR="00E500D5" w:rsidRPr="00794D7B" w:rsidRDefault="00E500D5" w:rsidP="00E500D5">
            <w:pPr>
              <w:jc w:val="center"/>
              <w:rPr>
                <w:rFonts w:ascii="Arial CYR" w:hAnsi="Arial CYR" w:cs="Arial CYR"/>
                <w:sz w:val="18"/>
                <w:szCs w:val="20"/>
              </w:rPr>
            </w:pPr>
            <w:bookmarkStart w:id="96" w:name="f2r250"/>
            <w:bookmarkEnd w:id="96"/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1335777" w14:textId="0EC729D1" w:rsidR="00E500D5" w:rsidRPr="00794D7B" w:rsidRDefault="00E500D5" w:rsidP="00E500D5">
            <w:pPr>
              <w:jc w:val="center"/>
              <w:rPr>
                <w:rFonts w:ascii="Arial CYR" w:hAnsi="Arial CYR" w:cs="Arial CYR"/>
                <w:sz w:val="18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E500D5" w:rsidRPr="00782C99" w14:paraId="687839DB" w14:textId="77777777" w:rsidTr="00C827FC">
        <w:trPr>
          <w:trHeight w:val="165"/>
        </w:trPr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24B3A679" w14:textId="77777777" w:rsidR="00E500D5" w:rsidRPr="00782C99" w:rsidRDefault="00E500D5" w:rsidP="00E500D5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Разводненная прибыль (убыток) на акцию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062B3A" w14:textId="77777777" w:rsidR="00E500D5" w:rsidRPr="00782C99" w:rsidRDefault="00E500D5" w:rsidP="00E500D5">
            <w:pPr>
              <w:jc w:val="center"/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260</w:t>
            </w: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6B51D8C" w14:textId="09429793" w:rsidR="00E500D5" w:rsidRPr="00794D7B" w:rsidRDefault="00E500D5" w:rsidP="00E500D5">
            <w:pPr>
              <w:jc w:val="center"/>
              <w:rPr>
                <w:rFonts w:ascii="Arial CYR" w:hAnsi="Arial CYR" w:cs="Arial CYR"/>
                <w:sz w:val="18"/>
                <w:szCs w:val="20"/>
              </w:rPr>
            </w:pPr>
            <w:bookmarkStart w:id="97" w:name="f2r260"/>
            <w:bookmarkEnd w:id="97"/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D3B56A7" w14:textId="52EDD649" w:rsidR="00E500D5" w:rsidRPr="00794D7B" w:rsidRDefault="00E500D5" w:rsidP="00E500D5">
            <w:pPr>
              <w:jc w:val="center"/>
              <w:rPr>
                <w:rFonts w:ascii="Arial CYR" w:hAnsi="Arial CYR" w:cs="Arial CYR"/>
                <w:sz w:val="18"/>
                <w:szCs w:val="20"/>
              </w:rPr>
            </w:pPr>
          </w:p>
        </w:tc>
      </w:tr>
      <w:tr w:rsidR="00E500D5" w:rsidRPr="00782C99" w14:paraId="43211035" w14:textId="77777777" w:rsidTr="00C827FC">
        <w:trPr>
          <w:trHeight w:val="397"/>
        </w:trPr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5063B1" w14:textId="77777777" w:rsidR="00E500D5" w:rsidRPr="00782C99" w:rsidRDefault="00E500D5" w:rsidP="00E500D5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Количество  организаций получивших прибыль по конечному финансовому результату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0D750A" w14:textId="77777777" w:rsidR="00E500D5" w:rsidRPr="00782C99" w:rsidRDefault="00E500D5" w:rsidP="00E500D5">
            <w:pPr>
              <w:jc w:val="center"/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270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94FBE27" w14:textId="3FB6D02F" w:rsidR="00E500D5" w:rsidRPr="00782C99" w:rsidRDefault="00E500D5" w:rsidP="00E500D5">
            <w:pPr>
              <w:jc w:val="center"/>
              <w:rPr>
                <w:b/>
                <w:sz w:val="18"/>
                <w:szCs w:val="18"/>
              </w:rPr>
            </w:pPr>
            <w:bookmarkStart w:id="98" w:name="f2r270"/>
            <w:bookmarkEnd w:id="98"/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33E9683" w14:textId="635D7895" w:rsidR="00E500D5" w:rsidRPr="00782C99" w:rsidRDefault="00E500D5" w:rsidP="00E500D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20"/>
              </w:rPr>
              <w:t>1</w:t>
            </w:r>
          </w:p>
        </w:tc>
      </w:tr>
      <w:tr w:rsidR="00E500D5" w:rsidRPr="00782C99" w14:paraId="30E3F2C5" w14:textId="77777777" w:rsidTr="00C827FC">
        <w:trPr>
          <w:trHeight w:val="319"/>
        </w:trPr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779B64" w14:textId="77777777" w:rsidR="00E500D5" w:rsidRPr="00782C99" w:rsidRDefault="00E500D5" w:rsidP="00E500D5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Сумма полученной прибыли по конечному финансовому результату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9138E0" w14:textId="77777777" w:rsidR="00E500D5" w:rsidRPr="00782C99" w:rsidRDefault="00E500D5" w:rsidP="00E500D5">
            <w:pPr>
              <w:jc w:val="center"/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270а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F3FB247" w14:textId="719410F0" w:rsidR="00E500D5" w:rsidRPr="00782C99" w:rsidRDefault="009317BC" w:rsidP="00E500D5">
            <w:pPr>
              <w:jc w:val="center"/>
              <w:rPr>
                <w:b/>
                <w:sz w:val="18"/>
                <w:szCs w:val="18"/>
              </w:rPr>
            </w:pPr>
            <w:bookmarkStart w:id="99" w:name="f2r270A"/>
            <w:bookmarkEnd w:id="99"/>
            <w:r>
              <w:rPr>
                <w:b/>
                <w:sz w:val="18"/>
                <w:szCs w:val="18"/>
              </w:rPr>
              <w:t>2176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9A743E1" w14:textId="6B234535" w:rsidR="00E500D5" w:rsidRPr="00782C99" w:rsidRDefault="009317BC" w:rsidP="00E500D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1693</w:t>
            </w:r>
          </w:p>
        </w:tc>
      </w:tr>
      <w:tr w:rsidR="00E500D5" w:rsidRPr="00782C99" w14:paraId="1E12814C" w14:textId="77777777" w:rsidTr="00C827FC">
        <w:trPr>
          <w:trHeight w:val="397"/>
        </w:trPr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E535DA" w14:textId="77777777" w:rsidR="00E500D5" w:rsidRPr="00782C99" w:rsidRDefault="00E500D5" w:rsidP="00E500D5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Количество  организаций получивших убыток по конечному финансовому результату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4FAE34" w14:textId="77777777" w:rsidR="00E500D5" w:rsidRPr="00782C99" w:rsidRDefault="00E500D5" w:rsidP="00E500D5">
            <w:pPr>
              <w:jc w:val="center"/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280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ADB0211" w14:textId="5A5E5A4A" w:rsidR="00E500D5" w:rsidRPr="00782C99" w:rsidRDefault="00E500D5" w:rsidP="00E500D5">
            <w:pPr>
              <w:jc w:val="center"/>
              <w:rPr>
                <w:b/>
                <w:sz w:val="18"/>
                <w:szCs w:val="18"/>
              </w:rPr>
            </w:pPr>
            <w:bookmarkStart w:id="100" w:name="f2r280"/>
            <w:bookmarkEnd w:id="100"/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EEB25B5" w14:textId="70BAAF4F" w:rsidR="00E500D5" w:rsidRPr="00782C99" w:rsidRDefault="00E500D5" w:rsidP="00E500D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E500D5" w:rsidRPr="00782C99" w14:paraId="044B231E" w14:textId="77777777" w:rsidTr="00C827FC">
        <w:trPr>
          <w:trHeight w:val="397"/>
        </w:trPr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F713DB" w14:textId="77777777" w:rsidR="00E500D5" w:rsidRPr="00782C99" w:rsidRDefault="00E500D5" w:rsidP="00E500D5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Сумма полученного убытка по конечному финансовому результату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C18AD5" w14:textId="77777777" w:rsidR="00E500D5" w:rsidRPr="00782C99" w:rsidRDefault="00E500D5" w:rsidP="00E500D5">
            <w:pPr>
              <w:jc w:val="center"/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280а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EF7D1CB" w14:textId="44E44F27" w:rsidR="00E500D5" w:rsidRPr="00782C99" w:rsidRDefault="00E500D5" w:rsidP="00E500D5">
            <w:pPr>
              <w:jc w:val="center"/>
              <w:rPr>
                <w:b/>
                <w:sz w:val="18"/>
                <w:szCs w:val="18"/>
              </w:rPr>
            </w:pPr>
            <w:bookmarkStart w:id="101" w:name="f2r280A"/>
            <w:bookmarkEnd w:id="101"/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4380600" w14:textId="05BD62EA" w:rsidR="00E500D5" w:rsidRPr="00782C99" w:rsidRDefault="00E500D5" w:rsidP="00E500D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E500D5" w:rsidRPr="00782C99" w14:paraId="4D1D3CFE" w14:textId="77777777" w:rsidTr="00C827FC">
        <w:trPr>
          <w:trHeight w:val="397"/>
        </w:trPr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8EE5B4" w14:textId="77777777" w:rsidR="00E500D5" w:rsidRPr="00782C99" w:rsidRDefault="00E500D5" w:rsidP="00E500D5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Количество  организаций получивших прибыль по конечному финансовому результату, без учета государственной поддержки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0EFFE2" w14:textId="77777777" w:rsidR="00E500D5" w:rsidRPr="00782C99" w:rsidRDefault="00E500D5" w:rsidP="00E500D5">
            <w:pPr>
              <w:jc w:val="center"/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290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47B649B" w14:textId="13E7E058" w:rsidR="00E500D5" w:rsidRPr="00782C99" w:rsidRDefault="00E500D5" w:rsidP="00E500D5">
            <w:pPr>
              <w:jc w:val="center"/>
              <w:rPr>
                <w:b/>
                <w:sz w:val="18"/>
                <w:szCs w:val="18"/>
              </w:rPr>
            </w:pPr>
            <w:bookmarkStart w:id="102" w:name="f2r290"/>
            <w:bookmarkEnd w:id="102"/>
            <w:r>
              <w:rPr>
                <w:rFonts w:ascii="Arial CYR" w:hAnsi="Arial CYR" w:cs="Arial CYR"/>
                <w:sz w:val="20"/>
                <w:szCs w:val="20"/>
              </w:rPr>
              <w:t> 1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CCF708A" w14:textId="41965F3E" w:rsidR="00E500D5" w:rsidRPr="00782C99" w:rsidRDefault="00E500D5" w:rsidP="00E500D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1 </w:t>
            </w:r>
          </w:p>
        </w:tc>
      </w:tr>
      <w:tr w:rsidR="00E500D5" w:rsidRPr="00782C99" w14:paraId="6D880520" w14:textId="77777777" w:rsidTr="00C827FC">
        <w:trPr>
          <w:trHeight w:val="397"/>
        </w:trPr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B9B476" w14:textId="77777777" w:rsidR="00E500D5" w:rsidRPr="00782C99" w:rsidRDefault="00E500D5" w:rsidP="00E500D5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Сумма полученной прибыли по конечному финансовому результату, без учета государственной поддержки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4D0B0D" w14:textId="77777777" w:rsidR="00E500D5" w:rsidRPr="00782C99" w:rsidRDefault="00E500D5" w:rsidP="00E500D5">
            <w:pPr>
              <w:jc w:val="center"/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290а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6ADD90C" w14:textId="449F5DE2" w:rsidR="00E500D5" w:rsidRPr="00782C99" w:rsidRDefault="009317BC" w:rsidP="00E500D5">
            <w:pPr>
              <w:jc w:val="center"/>
              <w:rPr>
                <w:b/>
                <w:sz w:val="18"/>
                <w:szCs w:val="18"/>
              </w:rPr>
            </w:pPr>
            <w:bookmarkStart w:id="103" w:name="f"/>
            <w:bookmarkStart w:id="104" w:name="f2r290A"/>
            <w:bookmarkEnd w:id="103"/>
            <w:bookmarkEnd w:id="104"/>
            <w:r>
              <w:rPr>
                <w:b/>
                <w:sz w:val="18"/>
                <w:szCs w:val="18"/>
              </w:rPr>
              <w:t>1448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66C8DC7" w14:textId="7FEEB295" w:rsidR="00E500D5" w:rsidRPr="00782C99" w:rsidRDefault="009317BC" w:rsidP="00E500D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748</w:t>
            </w:r>
          </w:p>
        </w:tc>
      </w:tr>
      <w:tr w:rsidR="00E500D5" w:rsidRPr="00782C99" w14:paraId="3569F6BC" w14:textId="77777777" w:rsidTr="00C827FC">
        <w:trPr>
          <w:trHeight w:val="471"/>
        </w:trPr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3983CE" w14:textId="77777777" w:rsidR="00E500D5" w:rsidRPr="00782C99" w:rsidRDefault="00E500D5" w:rsidP="00E500D5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Количество  организаций получивших убыток по конечному финансовому результату, без учета государственной поддержки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822DF5" w14:textId="77777777" w:rsidR="00E500D5" w:rsidRPr="00782C99" w:rsidRDefault="00E500D5" w:rsidP="00E500D5">
            <w:pPr>
              <w:jc w:val="center"/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295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829EBB8" w14:textId="26A6D1BD" w:rsidR="00E500D5" w:rsidRPr="00782C99" w:rsidRDefault="00E500D5" w:rsidP="00E500D5">
            <w:pPr>
              <w:jc w:val="center"/>
              <w:rPr>
                <w:b/>
                <w:sz w:val="18"/>
                <w:szCs w:val="18"/>
              </w:rPr>
            </w:pPr>
            <w:bookmarkStart w:id="105" w:name="f2r295"/>
            <w:bookmarkEnd w:id="105"/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B44B1E9" w14:textId="2CD81B33" w:rsidR="00E500D5" w:rsidRPr="00782C99" w:rsidRDefault="00E500D5" w:rsidP="00E500D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E500D5" w:rsidRPr="00782C99" w14:paraId="1D11E734" w14:textId="77777777" w:rsidTr="00C827FC">
        <w:trPr>
          <w:trHeight w:val="290"/>
        </w:trPr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2B61E3" w14:textId="77777777" w:rsidR="00E500D5" w:rsidRPr="00782C99" w:rsidRDefault="00E500D5" w:rsidP="00E500D5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Сумма полученного убытка по конечному финансовому результату, без учета государственной поддержки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572844" w14:textId="77777777" w:rsidR="00E500D5" w:rsidRPr="00782C99" w:rsidRDefault="00E500D5" w:rsidP="00E500D5">
            <w:pPr>
              <w:jc w:val="center"/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295а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EB09AA2" w14:textId="79982B6C" w:rsidR="00E500D5" w:rsidRPr="00782C99" w:rsidRDefault="00E500D5" w:rsidP="00E500D5">
            <w:pPr>
              <w:jc w:val="center"/>
              <w:rPr>
                <w:b/>
                <w:sz w:val="18"/>
                <w:szCs w:val="18"/>
              </w:rPr>
            </w:pPr>
            <w:bookmarkStart w:id="106" w:name="f2r295A"/>
            <w:bookmarkEnd w:id="106"/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8292234" w14:textId="5DC6BB67" w:rsidR="00E500D5" w:rsidRPr="00782C99" w:rsidRDefault="00E500D5" w:rsidP="00E500D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E500D5" w:rsidRPr="00782C99" w14:paraId="4EC20B81" w14:textId="77777777" w:rsidTr="00C827FC">
        <w:trPr>
          <w:trHeight w:val="290"/>
        </w:trPr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DF8637" w14:textId="77777777" w:rsidR="00E500D5" w:rsidRPr="00782C99" w:rsidRDefault="00E500D5" w:rsidP="00E500D5">
            <w:pPr>
              <w:rPr>
                <w:sz w:val="18"/>
                <w:szCs w:val="18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2CBB07" w14:textId="77777777" w:rsidR="00E500D5" w:rsidRPr="00782C99" w:rsidRDefault="00E500D5" w:rsidP="00E500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30FED96" w14:textId="77777777" w:rsidR="00E500D5" w:rsidRPr="00782C99" w:rsidRDefault="00E500D5" w:rsidP="00E500D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51A5881" w14:textId="77777777" w:rsidR="00E500D5" w:rsidRPr="00782C99" w:rsidRDefault="00E500D5" w:rsidP="00E500D5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14:paraId="05402803" w14:textId="77777777" w:rsidR="006C0D2F" w:rsidRDefault="006C0D2F" w:rsidP="001D3366">
      <w:pPr>
        <w:pStyle w:val="a3"/>
        <w:tabs>
          <w:tab w:val="left" w:pos="2340"/>
        </w:tabs>
        <w:rPr>
          <w:rFonts w:ascii="Times New Roman" w:hAnsi="Times New Roman"/>
        </w:rPr>
      </w:pPr>
    </w:p>
    <w:p w14:paraId="094BADE5" w14:textId="0156D1AD" w:rsidR="001D3366" w:rsidRDefault="001D3366" w:rsidP="001D3366">
      <w:pPr>
        <w:pStyle w:val="a3"/>
        <w:tabs>
          <w:tab w:val="left" w:pos="2340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Руководитель _________________________ </w:t>
      </w:r>
      <w:r w:rsidR="009A3676">
        <w:rPr>
          <w:rFonts w:ascii="Times New Roman" w:hAnsi="Times New Roman"/>
        </w:rPr>
        <w:t>П.П. Дылюк</w:t>
      </w:r>
    </w:p>
    <w:p w14:paraId="375AE383" w14:textId="77777777" w:rsidR="001D3366" w:rsidRDefault="001D3366" w:rsidP="001D3366">
      <w:pPr>
        <w:pStyle w:val="a3"/>
        <w:tabs>
          <w:tab w:val="left" w:pos="2340"/>
        </w:tabs>
        <w:rPr>
          <w:rFonts w:ascii="Times New Roman" w:hAnsi="Times New Roman"/>
        </w:rPr>
      </w:pPr>
    </w:p>
    <w:p w14:paraId="34D6F0B5" w14:textId="759B3328" w:rsidR="001D3366" w:rsidRDefault="001D3366" w:rsidP="001D3366">
      <w:pPr>
        <w:pStyle w:val="a3"/>
        <w:tabs>
          <w:tab w:val="left" w:pos="2340"/>
        </w:tabs>
        <w:rPr>
          <w:rFonts w:ascii="Times New Roman" w:hAnsi="Times New Roman"/>
        </w:rPr>
      </w:pPr>
      <w:r>
        <w:rPr>
          <w:rFonts w:ascii="Times New Roman" w:hAnsi="Times New Roman"/>
        </w:rPr>
        <w:t>Главный бу</w:t>
      </w:r>
      <w:r w:rsidR="006C0D2F">
        <w:rPr>
          <w:rFonts w:ascii="Times New Roman" w:hAnsi="Times New Roman"/>
        </w:rPr>
        <w:t xml:space="preserve">хгалтер_____________________ </w:t>
      </w:r>
      <w:r w:rsidR="009317BC">
        <w:rPr>
          <w:rFonts w:ascii="Times New Roman" w:hAnsi="Times New Roman"/>
        </w:rPr>
        <w:t>Е</w:t>
      </w:r>
      <w:r w:rsidR="006C0D2F">
        <w:rPr>
          <w:rFonts w:ascii="Times New Roman" w:hAnsi="Times New Roman"/>
        </w:rPr>
        <w:t>.</w:t>
      </w:r>
      <w:r w:rsidR="009317BC">
        <w:rPr>
          <w:rFonts w:ascii="Times New Roman" w:hAnsi="Times New Roman"/>
        </w:rPr>
        <w:t>Г</w:t>
      </w:r>
      <w:r>
        <w:rPr>
          <w:rFonts w:ascii="Times New Roman" w:hAnsi="Times New Roman"/>
        </w:rPr>
        <w:t>.</w:t>
      </w:r>
      <w:r w:rsidR="003D3BA3">
        <w:rPr>
          <w:rFonts w:ascii="Times New Roman" w:hAnsi="Times New Roman"/>
        </w:rPr>
        <w:t xml:space="preserve"> </w:t>
      </w:r>
      <w:r w:rsidR="009317BC">
        <w:rPr>
          <w:rFonts w:ascii="Times New Roman" w:hAnsi="Times New Roman"/>
        </w:rPr>
        <w:t>Крук</w:t>
      </w:r>
    </w:p>
    <w:p w14:paraId="34DD1A9C" w14:textId="77777777" w:rsidR="001D3366" w:rsidRPr="001D3366" w:rsidRDefault="001D3366" w:rsidP="001D3366">
      <w:pPr>
        <w:pStyle w:val="a3"/>
        <w:tabs>
          <w:tab w:val="left" w:pos="2340"/>
        </w:tabs>
        <w:rPr>
          <w:rFonts w:ascii="Times New Roman" w:hAnsi="Times New Roman"/>
        </w:rPr>
      </w:pPr>
    </w:p>
    <w:p w14:paraId="215297C2" w14:textId="77777777" w:rsidR="00E102A4" w:rsidRDefault="00E102A4" w:rsidP="001D3366">
      <w:pPr>
        <w:rPr>
          <w:sz w:val="22"/>
          <w:szCs w:val="22"/>
        </w:rPr>
      </w:pPr>
    </w:p>
    <w:p w14:paraId="7894B315" w14:textId="77777777" w:rsidR="00E102A4" w:rsidRPr="00E102A4" w:rsidRDefault="00E102A4" w:rsidP="00E102A4">
      <w:pPr>
        <w:spacing w:before="160" w:after="160"/>
        <w:jc w:val="both"/>
        <w:rPr>
          <w:b/>
        </w:rPr>
      </w:pPr>
      <w:r w:rsidRPr="00E102A4">
        <w:rPr>
          <w:b/>
        </w:rPr>
        <w:t xml:space="preserve">4. Доля государства в уставном фонде эмитента </w:t>
      </w:r>
      <w:r>
        <w:rPr>
          <w:b/>
        </w:rPr>
        <w:t>100</w:t>
      </w:r>
      <w:r w:rsidRPr="00E102A4">
        <w:rPr>
          <w:b/>
        </w:rPr>
        <w:t>% (всего в процентах), в том числе: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4520"/>
        <w:gridCol w:w="2785"/>
        <w:gridCol w:w="2749"/>
      </w:tblGrid>
      <w:tr w:rsidR="00E102A4" w:rsidRPr="00E102A4" w14:paraId="1AFC5912" w14:textId="77777777" w:rsidTr="00E102A4">
        <w:trPr>
          <w:trHeight w:val="240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7BA72303" w14:textId="77777777" w:rsidR="00E102A4" w:rsidRPr="00E102A4" w:rsidRDefault="00E102A4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 Вид собственности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55F729FE" w14:textId="77777777" w:rsidR="00E102A4" w:rsidRPr="00E102A4" w:rsidRDefault="00E102A4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Количество акций, штук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0612D184" w14:textId="77777777" w:rsidR="00E102A4" w:rsidRPr="00E102A4" w:rsidRDefault="00E102A4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Доля в уставном фонде, %</w:t>
            </w:r>
          </w:p>
        </w:tc>
      </w:tr>
      <w:tr w:rsidR="00E102A4" w:rsidRPr="00E102A4" w14:paraId="7C5D5BDB" w14:textId="77777777" w:rsidTr="00E102A4">
        <w:trPr>
          <w:trHeight w:val="240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DF1D025" w14:textId="77777777" w:rsidR="00E102A4" w:rsidRPr="00E102A4" w:rsidRDefault="00E102A4" w:rsidP="00E102A4">
            <w:pPr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 xml:space="preserve">Республиканская 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20CAF5A8" w14:textId="77777777" w:rsidR="00E102A4" w:rsidRPr="00E102A4" w:rsidRDefault="00E102A4" w:rsidP="00E102A4">
            <w:pPr>
              <w:rPr>
                <w:sz w:val="20"/>
                <w:szCs w:val="20"/>
              </w:rPr>
            </w:pP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253EFC2F" w14:textId="77777777" w:rsidR="00E102A4" w:rsidRPr="00E102A4" w:rsidRDefault="00E102A4" w:rsidP="00E102A4">
            <w:pPr>
              <w:rPr>
                <w:sz w:val="20"/>
                <w:szCs w:val="20"/>
              </w:rPr>
            </w:pPr>
          </w:p>
        </w:tc>
      </w:tr>
      <w:tr w:rsidR="00E102A4" w:rsidRPr="00E102A4" w14:paraId="6B05A6F0" w14:textId="77777777" w:rsidTr="00E102A4">
        <w:trPr>
          <w:trHeight w:val="240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499D706" w14:textId="77777777" w:rsidR="00E102A4" w:rsidRPr="00E102A4" w:rsidRDefault="00E102A4" w:rsidP="00E102A4">
            <w:pPr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 xml:space="preserve">Коммунальная - всего 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CDABB66" w14:textId="77777777" w:rsidR="00E102A4" w:rsidRPr="00E102A4" w:rsidRDefault="004162DA" w:rsidP="00E102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63991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E541711" w14:textId="4C133D1A" w:rsidR="00E102A4" w:rsidRPr="009A3676" w:rsidRDefault="004162DA" w:rsidP="00E102A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</w:t>
            </w:r>
            <w:r w:rsidR="009A3676">
              <w:rPr>
                <w:sz w:val="20"/>
                <w:szCs w:val="20"/>
                <w:lang w:val="en-US"/>
              </w:rPr>
              <w:t>00%</w:t>
            </w:r>
          </w:p>
        </w:tc>
      </w:tr>
      <w:tr w:rsidR="00E102A4" w:rsidRPr="00E102A4" w14:paraId="2D178E56" w14:textId="77777777" w:rsidTr="00E102A4">
        <w:trPr>
          <w:trHeight w:val="240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2E23521" w14:textId="77777777" w:rsidR="00E102A4" w:rsidRPr="00E102A4" w:rsidRDefault="00E102A4" w:rsidP="00E102A4">
            <w:pPr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 xml:space="preserve">В том числе: 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B1D1B37" w14:textId="77777777" w:rsidR="00E102A4" w:rsidRPr="00E102A4" w:rsidRDefault="00E102A4" w:rsidP="00E102A4">
            <w:pPr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 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6A9D9DC" w14:textId="77777777" w:rsidR="00E102A4" w:rsidRPr="00E102A4" w:rsidRDefault="00E102A4" w:rsidP="00E102A4">
            <w:pPr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 </w:t>
            </w:r>
          </w:p>
        </w:tc>
      </w:tr>
      <w:tr w:rsidR="00E102A4" w:rsidRPr="00E102A4" w14:paraId="05CC867B" w14:textId="77777777" w:rsidTr="00E102A4">
        <w:trPr>
          <w:trHeight w:val="240"/>
        </w:trPr>
        <w:tc>
          <w:tcPr>
            <w:tcW w:w="2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BBC42AB" w14:textId="77777777" w:rsidR="00E102A4" w:rsidRPr="00E102A4" w:rsidRDefault="00E102A4" w:rsidP="00E102A4">
            <w:pPr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 xml:space="preserve">областная </w:t>
            </w:r>
          </w:p>
        </w:tc>
        <w:tc>
          <w:tcPr>
            <w:tcW w:w="1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0569AA1" w14:textId="77777777" w:rsidR="00E102A4" w:rsidRPr="00E102A4" w:rsidRDefault="00E102A4" w:rsidP="00E102A4">
            <w:pPr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 </w:t>
            </w:r>
          </w:p>
        </w:tc>
        <w:tc>
          <w:tcPr>
            <w:tcW w:w="13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576B362" w14:textId="77777777" w:rsidR="00E102A4" w:rsidRPr="00E102A4" w:rsidRDefault="00E102A4" w:rsidP="00E102A4">
            <w:pPr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 </w:t>
            </w:r>
          </w:p>
        </w:tc>
      </w:tr>
      <w:tr w:rsidR="00E102A4" w:rsidRPr="00E102A4" w14:paraId="6FECE0C6" w14:textId="77777777" w:rsidTr="00E102A4">
        <w:trPr>
          <w:trHeight w:val="240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24FD04B" w14:textId="77777777" w:rsidR="00E102A4" w:rsidRPr="00E102A4" w:rsidRDefault="00E102A4" w:rsidP="00E102A4">
            <w:pPr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 xml:space="preserve">районная 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AF68E58" w14:textId="77777777" w:rsidR="00E102A4" w:rsidRPr="00E102A4" w:rsidRDefault="004162DA" w:rsidP="00E102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63991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FBF7B5F" w14:textId="77777777" w:rsidR="00E102A4" w:rsidRPr="00E102A4" w:rsidRDefault="00E102A4" w:rsidP="00E102A4">
            <w:pPr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 xml:space="preserve">                     </w:t>
            </w:r>
            <w:r>
              <w:rPr>
                <w:sz w:val="20"/>
                <w:szCs w:val="20"/>
              </w:rPr>
              <w:t>100</w:t>
            </w:r>
            <w:r w:rsidRPr="00E102A4">
              <w:rPr>
                <w:sz w:val="20"/>
                <w:szCs w:val="20"/>
              </w:rPr>
              <w:t>%</w:t>
            </w:r>
          </w:p>
        </w:tc>
      </w:tr>
      <w:tr w:rsidR="00E102A4" w:rsidRPr="00E102A4" w14:paraId="77D22630" w14:textId="77777777" w:rsidTr="00E102A4">
        <w:trPr>
          <w:trHeight w:val="240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D77F01B" w14:textId="77777777" w:rsidR="00E102A4" w:rsidRPr="00E102A4" w:rsidRDefault="00E102A4" w:rsidP="00E102A4">
            <w:pPr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 xml:space="preserve">городская 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D433678" w14:textId="77777777" w:rsidR="00E102A4" w:rsidRPr="00E102A4" w:rsidRDefault="00E102A4" w:rsidP="00E102A4">
            <w:pPr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 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68D5A69" w14:textId="77777777" w:rsidR="00E102A4" w:rsidRPr="00E102A4" w:rsidRDefault="00E102A4" w:rsidP="00E102A4">
            <w:pPr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 </w:t>
            </w:r>
          </w:p>
        </w:tc>
      </w:tr>
    </w:tbl>
    <w:p w14:paraId="540FFA8B" w14:textId="77777777" w:rsidR="00E102A4" w:rsidRPr="00E102A4" w:rsidRDefault="00E102A4" w:rsidP="00E102A4">
      <w:pPr>
        <w:spacing w:before="160" w:after="160"/>
        <w:ind w:firstLine="567"/>
        <w:jc w:val="both"/>
      </w:pPr>
      <w:r w:rsidRPr="00E102A4">
        <w:t> </w:t>
      </w:r>
    </w:p>
    <w:p w14:paraId="040B911F" w14:textId="77777777" w:rsidR="00E102A4" w:rsidRPr="00E102A4" w:rsidRDefault="00E102A4" w:rsidP="00E102A4">
      <w:pPr>
        <w:spacing w:before="160" w:after="160"/>
        <w:jc w:val="both"/>
      </w:pPr>
      <w:r w:rsidRPr="00E102A4">
        <w:rPr>
          <w:b/>
        </w:rPr>
        <w:t>5. Количество акционеров</w:t>
      </w:r>
      <w:r w:rsidRPr="00E102A4">
        <w:t xml:space="preserve"> - всего </w:t>
      </w:r>
      <w:r>
        <w:t>1</w:t>
      </w:r>
    </w:p>
    <w:p w14:paraId="4ACB17F2" w14:textId="77777777" w:rsidR="00E102A4" w:rsidRPr="00E102A4" w:rsidRDefault="00E102A4" w:rsidP="00E102A4">
      <w:pPr>
        <w:jc w:val="both"/>
      </w:pPr>
      <w:r w:rsidRPr="00E102A4">
        <w:t>В том числе:</w:t>
      </w:r>
    </w:p>
    <w:p w14:paraId="6C6275E7" w14:textId="77777777" w:rsidR="00E102A4" w:rsidRPr="00E102A4" w:rsidRDefault="00E102A4" w:rsidP="00E102A4">
      <w:pPr>
        <w:jc w:val="both"/>
      </w:pPr>
      <w:r w:rsidRPr="00E102A4">
        <w:t xml:space="preserve">юридических лиц 1, из них нерезидентов Республики Беларусь _________, </w:t>
      </w:r>
    </w:p>
    <w:p w14:paraId="18521AB4" w14:textId="77777777" w:rsidR="00E102A4" w:rsidRDefault="00E102A4" w:rsidP="00E102A4">
      <w:pPr>
        <w:jc w:val="both"/>
      </w:pPr>
      <w:r w:rsidRPr="00E102A4">
        <w:t>физических лиц _</w:t>
      </w:r>
      <w:r>
        <w:t>__</w:t>
      </w:r>
      <w:r w:rsidRPr="00E102A4">
        <w:t>____, из них нерезидентов Республики Беларусь _________</w:t>
      </w:r>
    </w:p>
    <w:p w14:paraId="20D72191" w14:textId="77777777" w:rsidR="00EE18AF" w:rsidRDefault="00EE18AF" w:rsidP="00E102A4">
      <w:pPr>
        <w:jc w:val="both"/>
      </w:pPr>
    </w:p>
    <w:p w14:paraId="782F77A9" w14:textId="77777777" w:rsidR="00C827FC" w:rsidRDefault="00C827FC" w:rsidP="00E102A4">
      <w:pPr>
        <w:spacing w:before="160" w:after="160"/>
        <w:jc w:val="both"/>
        <w:rPr>
          <w:b/>
        </w:rPr>
      </w:pPr>
    </w:p>
    <w:p w14:paraId="500E933E" w14:textId="77777777" w:rsidR="00C827FC" w:rsidRDefault="00C827FC" w:rsidP="00E102A4">
      <w:pPr>
        <w:spacing w:before="160" w:after="160"/>
        <w:jc w:val="both"/>
        <w:rPr>
          <w:b/>
        </w:rPr>
      </w:pPr>
    </w:p>
    <w:p w14:paraId="5A338D4F" w14:textId="77777777" w:rsidR="00C827FC" w:rsidRDefault="00C827FC" w:rsidP="00E102A4">
      <w:pPr>
        <w:spacing w:before="160" w:after="160"/>
        <w:jc w:val="both"/>
        <w:rPr>
          <w:b/>
        </w:rPr>
      </w:pPr>
    </w:p>
    <w:p w14:paraId="06C0FD19" w14:textId="77777777" w:rsidR="00C827FC" w:rsidRDefault="00C827FC" w:rsidP="00E102A4">
      <w:pPr>
        <w:spacing w:before="160" w:after="160"/>
        <w:jc w:val="both"/>
        <w:rPr>
          <w:b/>
        </w:rPr>
      </w:pPr>
    </w:p>
    <w:p w14:paraId="34BA630D" w14:textId="77777777" w:rsidR="00E102A4" w:rsidRPr="00E102A4" w:rsidRDefault="00E102A4" w:rsidP="00E102A4">
      <w:pPr>
        <w:spacing w:before="160" w:after="160"/>
        <w:jc w:val="both"/>
        <w:rPr>
          <w:b/>
        </w:rPr>
      </w:pPr>
      <w:r w:rsidRPr="00E102A4">
        <w:rPr>
          <w:b/>
        </w:rPr>
        <w:t>6. Информация о дивидендах и акциях:</w:t>
      </w:r>
    </w:p>
    <w:tbl>
      <w:tblPr>
        <w:tblW w:w="500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284"/>
        <w:gridCol w:w="2593"/>
        <w:gridCol w:w="1863"/>
        <w:gridCol w:w="1215"/>
        <w:gridCol w:w="2117"/>
      </w:tblGrid>
      <w:tr w:rsidR="00E102A4" w:rsidRPr="00E102A4" w14:paraId="498D28CC" w14:textId="77777777" w:rsidTr="00E102A4">
        <w:trPr>
          <w:trHeight w:val="238"/>
        </w:trPr>
        <w:tc>
          <w:tcPr>
            <w:tcW w:w="2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6D76C1B0" w14:textId="77777777" w:rsidR="00E102A4" w:rsidRPr="00E102A4" w:rsidRDefault="00E102A4" w:rsidP="00E102A4">
            <w:pPr>
              <w:jc w:val="center"/>
              <w:rPr>
                <w:sz w:val="20"/>
                <w:szCs w:val="20"/>
              </w:rPr>
            </w:pPr>
            <w:r w:rsidRPr="00E102A4">
              <w:t> </w:t>
            </w:r>
            <w:r w:rsidRPr="00E102A4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7FF16037" w14:textId="77777777" w:rsidR="00E102A4" w:rsidRPr="00E102A4" w:rsidRDefault="00E102A4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6A0511BE" w14:textId="77777777" w:rsidR="00E102A4" w:rsidRPr="00E102A4" w:rsidRDefault="00E102A4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За отчетный период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5F86984A" w14:textId="77777777" w:rsidR="00E102A4" w:rsidRPr="00E102A4" w:rsidRDefault="00E102A4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За аналогичный период прошлого года</w:t>
            </w:r>
          </w:p>
        </w:tc>
      </w:tr>
      <w:tr w:rsidR="00495287" w:rsidRPr="00E102A4" w14:paraId="1AE41278" w14:textId="77777777" w:rsidTr="003B0043">
        <w:trPr>
          <w:trHeight w:val="238"/>
        </w:trPr>
        <w:tc>
          <w:tcPr>
            <w:tcW w:w="2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762F2C0" w14:textId="77777777" w:rsidR="00495287" w:rsidRPr="00E102A4" w:rsidRDefault="00495287" w:rsidP="00495287">
            <w:pPr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 xml:space="preserve">Начислено на выплату дивидендов в данном отчетном периоде 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A078505" w14:textId="77777777" w:rsidR="00495287" w:rsidRPr="00E102A4" w:rsidRDefault="00495287" w:rsidP="00495287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тысяч рублей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4D86DF6A" w14:textId="058EB6AA" w:rsidR="00DF064B" w:rsidRDefault="009317BC" w:rsidP="00DF064B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24,00</w:t>
            </w:r>
          </w:p>
          <w:p w14:paraId="4A35D41A" w14:textId="77777777" w:rsidR="00495287" w:rsidRPr="00E102A4" w:rsidRDefault="00495287" w:rsidP="004952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0E16C72F" w14:textId="77777777" w:rsidR="00495287" w:rsidRPr="00E102A4" w:rsidRDefault="00DD527C" w:rsidP="00DD52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495287">
              <w:rPr>
                <w:sz w:val="20"/>
                <w:szCs w:val="20"/>
              </w:rPr>
              <w:t>,00</w:t>
            </w:r>
          </w:p>
        </w:tc>
      </w:tr>
      <w:tr w:rsidR="00495287" w:rsidRPr="00E102A4" w14:paraId="0B07434A" w14:textId="77777777" w:rsidTr="003B0043">
        <w:trPr>
          <w:trHeight w:val="238"/>
        </w:trPr>
        <w:tc>
          <w:tcPr>
            <w:tcW w:w="2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AA54881" w14:textId="77777777" w:rsidR="00495287" w:rsidRPr="00E102A4" w:rsidRDefault="00495287" w:rsidP="00495287">
            <w:pPr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Фактически выплаченные дивиденды в данном отчетном периоде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1DB5E91" w14:textId="77777777" w:rsidR="00495287" w:rsidRPr="00E102A4" w:rsidRDefault="00495287" w:rsidP="00495287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тысяч рублей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07C7DB7D" w14:textId="56555ABA" w:rsidR="00DF064B" w:rsidRDefault="009317BC" w:rsidP="00DF064B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24</w:t>
            </w:r>
            <w:r w:rsidR="00DF064B">
              <w:rPr>
                <w:rFonts w:ascii="Arial CYR" w:hAnsi="Arial CYR" w:cs="Arial CYR"/>
                <w:sz w:val="18"/>
                <w:szCs w:val="18"/>
              </w:rPr>
              <w:t>,00</w:t>
            </w:r>
          </w:p>
          <w:p w14:paraId="193BF2CD" w14:textId="77777777" w:rsidR="00495287" w:rsidRPr="00E102A4" w:rsidRDefault="00495287" w:rsidP="004952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2BDE5247" w14:textId="77777777" w:rsidR="00495287" w:rsidRPr="00E102A4" w:rsidRDefault="00DD527C" w:rsidP="004952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495287">
              <w:rPr>
                <w:sz w:val="20"/>
                <w:szCs w:val="20"/>
              </w:rPr>
              <w:t>,00</w:t>
            </w:r>
          </w:p>
        </w:tc>
      </w:tr>
      <w:tr w:rsidR="00495287" w:rsidRPr="00E102A4" w14:paraId="72BFF1E3" w14:textId="77777777" w:rsidTr="003B0043">
        <w:trPr>
          <w:trHeight w:val="238"/>
        </w:trPr>
        <w:tc>
          <w:tcPr>
            <w:tcW w:w="2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0AD2B07" w14:textId="77777777" w:rsidR="00495287" w:rsidRPr="00E102A4" w:rsidRDefault="00495287" w:rsidP="00495287">
            <w:pPr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 xml:space="preserve">Дивиденды, приходящиеся на одну простую (обыкновенную) акцию (включая налоги) 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E586768" w14:textId="77777777" w:rsidR="00495287" w:rsidRPr="00E102A4" w:rsidRDefault="00495287" w:rsidP="00495287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рублей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20840602" w14:textId="01FDB84E" w:rsidR="00DF064B" w:rsidRDefault="00DF064B" w:rsidP="00DF064B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0,</w:t>
            </w:r>
            <w:r w:rsidR="009317BC">
              <w:rPr>
                <w:rFonts w:ascii="Arial CYR" w:hAnsi="Arial CYR" w:cs="Arial CYR"/>
                <w:sz w:val="18"/>
                <w:szCs w:val="18"/>
              </w:rPr>
              <w:t>375050</w:t>
            </w:r>
          </w:p>
          <w:p w14:paraId="03E72CB5" w14:textId="77777777" w:rsidR="00495287" w:rsidRPr="00E102A4" w:rsidRDefault="00495287" w:rsidP="004952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56AAD526" w14:textId="77777777" w:rsidR="00495287" w:rsidRPr="00E102A4" w:rsidRDefault="00495287" w:rsidP="00DD52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DD527C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0</w:t>
            </w:r>
          </w:p>
        </w:tc>
      </w:tr>
      <w:tr w:rsidR="00495287" w:rsidRPr="00E102A4" w14:paraId="13EF8136" w14:textId="77777777" w:rsidTr="003B0043">
        <w:trPr>
          <w:trHeight w:val="238"/>
        </w:trPr>
        <w:tc>
          <w:tcPr>
            <w:tcW w:w="2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8AF7E8F" w14:textId="77777777" w:rsidR="00495287" w:rsidRPr="00E102A4" w:rsidRDefault="00495287" w:rsidP="00495287">
            <w:pPr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Дивиденды, приходящиеся на одну привилегированную акцию (включая налоги)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F971FC6" w14:textId="77777777" w:rsidR="00495287" w:rsidRPr="00E102A4" w:rsidRDefault="00495287" w:rsidP="00495287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Х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33AAB104" w14:textId="77777777" w:rsidR="00495287" w:rsidRPr="00E102A4" w:rsidRDefault="00495287" w:rsidP="00495287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Х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3655C83C" w14:textId="77777777" w:rsidR="00495287" w:rsidRPr="00E102A4" w:rsidRDefault="00495287" w:rsidP="00495287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Х</w:t>
            </w:r>
          </w:p>
        </w:tc>
      </w:tr>
      <w:tr w:rsidR="00495287" w:rsidRPr="00E102A4" w14:paraId="47FE4FF1" w14:textId="77777777" w:rsidTr="003B0043">
        <w:trPr>
          <w:trHeight w:val="238"/>
        </w:trPr>
        <w:tc>
          <w:tcPr>
            <w:tcW w:w="2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63CBF2B" w14:textId="77777777" w:rsidR="00495287" w:rsidRPr="00E102A4" w:rsidRDefault="00495287" w:rsidP="00495287">
            <w:pPr>
              <w:spacing w:after="60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типа _______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37ECA8F" w14:textId="77777777" w:rsidR="00495287" w:rsidRPr="00E102A4" w:rsidRDefault="00495287" w:rsidP="00495287">
            <w:pPr>
              <w:spacing w:after="60"/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рублей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722DA60A" w14:textId="77777777" w:rsidR="00495287" w:rsidRPr="00E102A4" w:rsidRDefault="00495287" w:rsidP="00495287">
            <w:pPr>
              <w:spacing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5C47C285" w14:textId="77777777" w:rsidR="00495287" w:rsidRPr="00E102A4" w:rsidRDefault="00495287" w:rsidP="00495287">
            <w:pPr>
              <w:spacing w:after="60"/>
              <w:jc w:val="center"/>
              <w:rPr>
                <w:sz w:val="20"/>
                <w:szCs w:val="20"/>
              </w:rPr>
            </w:pPr>
          </w:p>
        </w:tc>
      </w:tr>
      <w:tr w:rsidR="00495287" w:rsidRPr="00E102A4" w14:paraId="687A02FD" w14:textId="77777777" w:rsidTr="003B0043">
        <w:trPr>
          <w:trHeight w:val="238"/>
        </w:trPr>
        <w:tc>
          <w:tcPr>
            <w:tcW w:w="2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24DB269" w14:textId="77777777" w:rsidR="00495287" w:rsidRPr="00E102A4" w:rsidRDefault="00495287" w:rsidP="00495287">
            <w:pPr>
              <w:spacing w:after="60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типа_______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9C22229" w14:textId="77777777" w:rsidR="00495287" w:rsidRPr="00E102A4" w:rsidRDefault="00495287" w:rsidP="00495287">
            <w:pPr>
              <w:spacing w:after="60"/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рублей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27A56BB2" w14:textId="77777777" w:rsidR="00495287" w:rsidRPr="00E102A4" w:rsidRDefault="00495287" w:rsidP="00495287">
            <w:pPr>
              <w:spacing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10214C55" w14:textId="77777777" w:rsidR="00495287" w:rsidRPr="00E102A4" w:rsidRDefault="00495287" w:rsidP="00495287">
            <w:pPr>
              <w:spacing w:after="60"/>
              <w:jc w:val="center"/>
              <w:rPr>
                <w:sz w:val="20"/>
                <w:szCs w:val="20"/>
              </w:rPr>
            </w:pPr>
          </w:p>
        </w:tc>
      </w:tr>
      <w:tr w:rsidR="00495287" w:rsidRPr="00E102A4" w14:paraId="5FED59D3" w14:textId="77777777" w:rsidTr="003B0043">
        <w:trPr>
          <w:trHeight w:val="238"/>
        </w:trPr>
        <w:tc>
          <w:tcPr>
            <w:tcW w:w="2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BD180E6" w14:textId="77777777" w:rsidR="00495287" w:rsidRPr="00E102A4" w:rsidRDefault="00495287" w:rsidP="00495287">
            <w:pPr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Дивиденды, фактически выплаченные на одну простую (обыкновенную) акцию (включая налоги)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F4ABAFE" w14:textId="77777777" w:rsidR="00495287" w:rsidRPr="00E102A4" w:rsidRDefault="00495287" w:rsidP="00495287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рублей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10F46809" w14:textId="64969355" w:rsidR="00DF064B" w:rsidRDefault="00DF064B" w:rsidP="00DF064B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0,</w:t>
            </w:r>
            <w:r w:rsidR="009317BC">
              <w:rPr>
                <w:rFonts w:ascii="Arial CYR" w:hAnsi="Arial CYR" w:cs="Arial CYR"/>
                <w:sz w:val="18"/>
                <w:szCs w:val="18"/>
              </w:rPr>
              <w:t>375050</w:t>
            </w:r>
          </w:p>
          <w:p w14:paraId="0B47D8DF" w14:textId="77777777" w:rsidR="00495287" w:rsidRPr="00E102A4" w:rsidRDefault="00495287" w:rsidP="004952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5E578DF2" w14:textId="77777777" w:rsidR="00495287" w:rsidRPr="00E102A4" w:rsidRDefault="00495287" w:rsidP="00DD52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DD527C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0</w:t>
            </w:r>
          </w:p>
        </w:tc>
      </w:tr>
      <w:tr w:rsidR="00782C99" w:rsidRPr="00E102A4" w14:paraId="0859B8D9" w14:textId="77777777" w:rsidTr="003B0043">
        <w:trPr>
          <w:trHeight w:val="238"/>
        </w:trPr>
        <w:tc>
          <w:tcPr>
            <w:tcW w:w="2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F9BD67C" w14:textId="77777777" w:rsidR="00782C99" w:rsidRPr="00E102A4" w:rsidRDefault="00782C99" w:rsidP="00E102A4">
            <w:pPr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Дивиденды, фактически выплаченные на одну привилегированную акцию (включая налоги)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8801CEE" w14:textId="77777777" w:rsidR="00782C99" w:rsidRPr="00E102A4" w:rsidRDefault="00782C99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 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35E28DAF" w14:textId="77777777" w:rsidR="00782C99" w:rsidRPr="00E102A4" w:rsidRDefault="00782C99" w:rsidP="003B00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4F624764" w14:textId="77777777" w:rsidR="00782C99" w:rsidRPr="00E102A4" w:rsidRDefault="00782C99" w:rsidP="003B0043">
            <w:pPr>
              <w:jc w:val="center"/>
              <w:rPr>
                <w:sz w:val="20"/>
                <w:szCs w:val="20"/>
              </w:rPr>
            </w:pPr>
          </w:p>
        </w:tc>
      </w:tr>
      <w:tr w:rsidR="00782C99" w:rsidRPr="00E102A4" w14:paraId="2D6CBE24" w14:textId="77777777" w:rsidTr="003B0043">
        <w:trPr>
          <w:trHeight w:val="238"/>
        </w:trPr>
        <w:tc>
          <w:tcPr>
            <w:tcW w:w="2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515176C" w14:textId="77777777" w:rsidR="00782C99" w:rsidRPr="00E102A4" w:rsidRDefault="00782C99" w:rsidP="00E102A4">
            <w:pPr>
              <w:spacing w:after="60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типа _______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5308C16" w14:textId="77777777" w:rsidR="00782C99" w:rsidRPr="00E102A4" w:rsidRDefault="00782C99" w:rsidP="00E102A4">
            <w:pPr>
              <w:spacing w:after="60"/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рублей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727AF996" w14:textId="77777777" w:rsidR="00782C99" w:rsidRPr="00E102A4" w:rsidRDefault="00782C99" w:rsidP="003B0043">
            <w:pPr>
              <w:spacing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72C5E846" w14:textId="77777777" w:rsidR="00782C99" w:rsidRPr="00E102A4" w:rsidRDefault="00782C99" w:rsidP="003B0043">
            <w:pPr>
              <w:spacing w:after="60"/>
              <w:jc w:val="center"/>
              <w:rPr>
                <w:sz w:val="20"/>
                <w:szCs w:val="20"/>
              </w:rPr>
            </w:pPr>
          </w:p>
        </w:tc>
      </w:tr>
      <w:tr w:rsidR="00782C99" w:rsidRPr="00E102A4" w14:paraId="00FC98B6" w14:textId="77777777" w:rsidTr="003B0043">
        <w:trPr>
          <w:trHeight w:val="238"/>
        </w:trPr>
        <w:tc>
          <w:tcPr>
            <w:tcW w:w="2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FC73688" w14:textId="77777777" w:rsidR="00782C99" w:rsidRPr="00E102A4" w:rsidRDefault="00782C99" w:rsidP="00E102A4">
            <w:pPr>
              <w:spacing w:after="60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типа_______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883D5DF" w14:textId="77777777" w:rsidR="00782C99" w:rsidRPr="00E102A4" w:rsidRDefault="004162DA" w:rsidP="00E102A4">
            <w:pPr>
              <w:spacing w:after="60"/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Р</w:t>
            </w:r>
            <w:r w:rsidR="00782C99" w:rsidRPr="00E102A4">
              <w:rPr>
                <w:sz w:val="20"/>
                <w:szCs w:val="20"/>
              </w:rPr>
              <w:t>ублей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54B0BD61" w14:textId="77777777" w:rsidR="00782C99" w:rsidRPr="00E102A4" w:rsidRDefault="00782C99" w:rsidP="003B0043">
            <w:pPr>
              <w:spacing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1B5E0543" w14:textId="77777777" w:rsidR="00782C99" w:rsidRPr="00E102A4" w:rsidRDefault="00782C99" w:rsidP="003B0043">
            <w:pPr>
              <w:spacing w:after="60"/>
              <w:jc w:val="center"/>
              <w:rPr>
                <w:sz w:val="20"/>
                <w:szCs w:val="20"/>
              </w:rPr>
            </w:pPr>
          </w:p>
        </w:tc>
      </w:tr>
      <w:tr w:rsidR="00782C99" w:rsidRPr="00E102A4" w14:paraId="7C784531" w14:textId="77777777" w:rsidTr="00495287">
        <w:trPr>
          <w:trHeight w:val="238"/>
        </w:trPr>
        <w:tc>
          <w:tcPr>
            <w:tcW w:w="2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57B2886" w14:textId="77777777" w:rsidR="00782C99" w:rsidRPr="00E102A4" w:rsidRDefault="00782C99" w:rsidP="00E102A4">
            <w:pPr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 xml:space="preserve">Период, за который выплачивались дивиденды 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0CE958B" w14:textId="77777777" w:rsidR="00782C99" w:rsidRPr="00E102A4" w:rsidRDefault="00782C99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месяц, квартал, год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604BB40F" w14:textId="4C661F59" w:rsidR="00782C99" w:rsidRPr="00E102A4" w:rsidRDefault="009317BC" w:rsidP="004162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 год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534796FD" w14:textId="77777777" w:rsidR="00782C99" w:rsidRPr="00E102A4" w:rsidRDefault="008452C5" w:rsidP="005709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</w:tr>
      <w:tr w:rsidR="00782C99" w:rsidRPr="00E102A4" w14:paraId="5BDF9931" w14:textId="77777777" w:rsidTr="00495287">
        <w:trPr>
          <w:trHeight w:val="238"/>
        </w:trPr>
        <w:tc>
          <w:tcPr>
            <w:tcW w:w="2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D036E79" w14:textId="77777777" w:rsidR="00782C99" w:rsidRPr="00E102A4" w:rsidRDefault="00782C99" w:rsidP="00E102A4">
            <w:pPr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Дата (даты) принятия решений о выплате дивидендов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7B1F397" w14:textId="77777777" w:rsidR="00782C99" w:rsidRPr="00E102A4" w:rsidRDefault="00782C99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число, месяц, год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00DAEDAE" w14:textId="2E156A29" w:rsidR="00782C99" w:rsidRPr="00E102A4" w:rsidRDefault="009317BC" w:rsidP="005709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30.03.2023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69DCEF92" w14:textId="77777777" w:rsidR="00782C99" w:rsidRPr="00E102A4" w:rsidRDefault="008452C5" w:rsidP="00E102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</w:tr>
      <w:tr w:rsidR="00782C99" w:rsidRPr="00E102A4" w14:paraId="51E3B8A2" w14:textId="77777777" w:rsidTr="00495287">
        <w:trPr>
          <w:trHeight w:val="238"/>
        </w:trPr>
        <w:tc>
          <w:tcPr>
            <w:tcW w:w="2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C04DA59" w14:textId="77777777" w:rsidR="00782C99" w:rsidRPr="00E102A4" w:rsidRDefault="00782C99" w:rsidP="00E102A4">
            <w:pPr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Срок (сроки) выплаты дивидендов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139513D" w14:textId="77777777" w:rsidR="00782C99" w:rsidRPr="00E102A4" w:rsidRDefault="00782C99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число, месяц, год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1EEE60E3" w14:textId="40439E2B" w:rsidR="00782C99" w:rsidRPr="00E102A4" w:rsidRDefault="009317BC" w:rsidP="005709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22.04.2023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3A07A222" w14:textId="77777777" w:rsidR="00782C99" w:rsidRPr="00E102A4" w:rsidRDefault="008452C5" w:rsidP="00E102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</w:tr>
      <w:tr w:rsidR="00720671" w:rsidRPr="00E102A4" w14:paraId="613FC3C9" w14:textId="77777777" w:rsidTr="00DA2FE2">
        <w:trPr>
          <w:trHeight w:val="238"/>
        </w:trPr>
        <w:tc>
          <w:tcPr>
            <w:tcW w:w="2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82F073A" w14:textId="77777777" w:rsidR="00720671" w:rsidRPr="00E102A4" w:rsidRDefault="00720671" w:rsidP="00720671">
            <w:pPr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 xml:space="preserve">Обеспеченность акции имуществом общества 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F3516E2" w14:textId="77777777" w:rsidR="00720671" w:rsidRPr="00E102A4" w:rsidRDefault="00720671" w:rsidP="00720671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рублей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22BBBBA3" w14:textId="4B949E24" w:rsidR="00720671" w:rsidRPr="00E102A4" w:rsidRDefault="009317BC" w:rsidP="007206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239,03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171A2666" w14:textId="64708575" w:rsidR="00720671" w:rsidRPr="00E102A4" w:rsidRDefault="009317BC" w:rsidP="009317BC">
            <w:pPr>
              <w:jc w:val="center"/>
              <w:rPr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</w:t>
            </w:r>
            <w:r w:rsidR="00DA2FE2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78</w:t>
            </w:r>
          </w:p>
        </w:tc>
      </w:tr>
      <w:tr w:rsidR="00782C99" w:rsidRPr="00E102A4" w14:paraId="7AA2CF54" w14:textId="77777777" w:rsidTr="00E102A4">
        <w:trPr>
          <w:trHeight w:val="238"/>
        </w:trPr>
        <w:tc>
          <w:tcPr>
            <w:tcW w:w="2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646E0B7" w14:textId="77777777" w:rsidR="00782C99" w:rsidRPr="00E102A4" w:rsidRDefault="00782C99" w:rsidP="00E102A4">
            <w:pPr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 xml:space="preserve">Количество акций, находящихся на балансе общества, - всего 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827BF7F" w14:textId="77777777" w:rsidR="00782C99" w:rsidRPr="00E102A4" w:rsidRDefault="00782C99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штук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7EA3E02" w14:textId="77777777" w:rsidR="00782C99" w:rsidRPr="00E102A4" w:rsidRDefault="00782C99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 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059A885" w14:textId="77777777" w:rsidR="00782C99" w:rsidRPr="00E102A4" w:rsidRDefault="00782C99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 </w:t>
            </w:r>
          </w:p>
        </w:tc>
      </w:tr>
      <w:tr w:rsidR="00782C99" w:rsidRPr="00E102A4" w14:paraId="010B7A46" w14:textId="77777777" w:rsidTr="00E102A4">
        <w:trPr>
          <w:trHeight w:val="238"/>
        </w:trPr>
        <w:tc>
          <w:tcPr>
            <w:tcW w:w="2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2F8C1A0" w14:textId="77777777" w:rsidR="00782C99" w:rsidRPr="00E102A4" w:rsidRDefault="00782C99" w:rsidP="00E102A4">
            <w:pPr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В том числе:</w:t>
            </w:r>
            <w:r w:rsidRPr="00E102A4">
              <w:rPr>
                <w:sz w:val="20"/>
                <w:szCs w:val="20"/>
              </w:rPr>
              <w:br/>
              <w:t>поступившие в распоряжение общества: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C28F78F" w14:textId="77777777" w:rsidR="00782C99" w:rsidRPr="00E102A4" w:rsidRDefault="00782C99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 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AADFA06" w14:textId="77777777" w:rsidR="00782C99" w:rsidRPr="00E102A4" w:rsidRDefault="00782C99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 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F5D8030" w14:textId="77777777" w:rsidR="00782C99" w:rsidRPr="00E102A4" w:rsidRDefault="00782C99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 </w:t>
            </w:r>
          </w:p>
        </w:tc>
      </w:tr>
      <w:tr w:rsidR="00782C99" w:rsidRPr="00E102A4" w14:paraId="6D213430" w14:textId="77777777" w:rsidTr="00E102A4">
        <w:trPr>
          <w:trHeight w:val="238"/>
        </w:trPr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05E71D3" w14:textId="77777777" w:rsidR="00782C99" w:rsidRPr="00E102A4" w:rsidRDefault="00782C99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дата зачисления акций на счет «депо» общества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2416D71" w14:textId="77777777" w:rsidR="00782C99" w:rsidRPr="00E102A4" w:rsidRDefault="00782C99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количество акций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3105977" w14:textId="77777777" w:rsidR="00782C99" w:rsidRPr="00E102A4" w:rsidRDefault="00782C99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штук</w:t>
            </w:r>
          </w:p>
        </w:tc>
        <w:tc>
          <w:tcPr>
            <w:tcW w:w="16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544D80C" w14:textId="77777777" w:rsidR="00782C99" w:rsidRPr="00E102A4" w:rsidRDefault="00782C99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срок реализации акций, поступивших в распоряжение общества</w:t>
            </w:r>
          </w:p>
        </w:tc>
      </w:tr>
      <w:tr w:rsidR="00782C99" w:rsidRPr="00E102A4" w14:paraId="3F5D6642" w14:textId="77777777" w:rsidTr="00E102A4">
        <w:trPr>
          <w:trHeight w:val="238"/>
        </w:trPr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DDC065B" w14:textId="77777777" w:rsidR="00782C99" w:rsidRPr="00E102A4" w:rsidRDefault="00782C99" w:rsidP="00E102A4">
            <w:pPr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 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CECA0B4" w14:textId="77777777" w:rsidR="00782C99" w:rsidRPr="00E102A4" w:rsidRDefault="00782C99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 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CDE1CD0" w14:textId="77777777" w:rsidR="00782C99" w:rsidRPr="00E102A4" w:rsidRDefault="00782C99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 </w:t>
            </w:r>
          </w:p>
        </w:tc>
        <w:tc>
          <w:tcPr>
            <w:tcW w:w="16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004487C" w14:textId="77777777" w:rsidR="00782C99" w:rsidRPr="00E102A4" w:rsidRDefault="00782C99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 </w:t>
            </w:r>
          </w:p>
        </w:tc>
      </w:tr>
      <w:tr w:rsidR="00782C99" w:rsidRPr="00E102A4" w14:paraId="38461A48" w14:textId="77777777" w:rsidTr="00E102A4">
        <w:trPr>
          <w:trHeight w:val="238"/>
        </w:trPr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D28C811" w14:textId="77777777" w:rsidR="00782C99" w:rsidRPr="00E102A4" w:rsidRDefault="00782C99" w:rsidP="00E102A4">
            <w:pPr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 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09036EE" w14:textId="77777777" w:rsidR="00782C99" w:rsidRPr="00E102A4" w:rsidRDefault="00782C99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 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797FA96" w14:textId="77777777" w:rsidR="00782C99" w:rsidRPr="00E102A4" w:rsidRDefault="00782C99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 </w:t>
            </w:r>
          </w:p>
        </w:tc>
        <w:tc>
          <w:tcPr>
            <w:tcW w:w="16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C753A2F" w14:textId="77777777" w:rsidR="00782C99" w:rsidRPr="00E102A4" w:rsidRDefault="00782C99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 </w:t>
            </w:r>
          </w:p>
        </w:tc>
      </w:tr>
      <w:tr w:rsidR="00782C99" w:rsidRPr="00E102A4" w14:paraId="743A6AA0" w14:textId="77777777" w:rsidTr="00E102A4">
        <w:trPr>
          <w:trHeight w:val="238"/>
        </w:trPr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46B03B6" w14:textId="77777777" w:rsidR="00782C99" w:rsidRPr="00E102A4" w:rsidRDefault="00782C99" w:rsidP="00E102A4">
            <w:pPr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 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87A48DD" w14:textId="77777777" w:rsidR="00782C99" w:rsidRPr="00E102A4" w:rsidRDefault="00782C99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 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64A27EB" w14:textId="77777777" w:rsidR="00782C99" w:rsidRPr="00E102A4" w:rsidRDefault="00782C99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 </w:t>
            </w:r>
          </w:p>
        </w:tc>
        <w:tc>
          <w:tcPr>
            <w:tcW w:w="16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5EA2FD9" w14:textId="77777777" w:rsidR="00782C99" w:rsidRPr="00E102A4" w:rsidRDefault="00782C99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 </w:t>
            </w:r>
          </w:p>
        </w:tc>
      </w:tr>
      <w:tr w:rsidR="00782C99" w:rsidRPr="00E102A4" w14:paraId="3E5DD83D" w14:textId="77777777" w:rsidTr="00E102A4">
        <w:trPr>
          <w:trHeight w:val="238"/>
        </w:trPr>
        <w:tc>
          <w:tcPr>
            <w:tcW w:w="2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0197151" w14:textId="77777777" w:rsidR="00782C99" w:rsidRPr="00E102A4" w:rsidRDefault="00782C99" w:rsidP="00E102A4">
            <w:pPr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приобретенные в целях сокращения общего количества акций: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B1CE732" w14:textId="77777777" w:rsidR="00782C99" w:rsidRPr="00E102A4" w:rsidRDefault="00782C99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 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EDE60E6" w14:textId="77777777" w:rsidR="00782C99" w:rsidRPr="00E102A4" w:rsidRDefault="00782C99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 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4384939" w14:textId="77777777" w:rsidR="00782C99" w:rsidRPr="00E102A4" w:rsidRDefault="00782C99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 </w:t>
            </w:r>
          </w:p>
        </w:tc>
      </w:tr>
      <w:tr w:rsidR="00782C99" w:rsidRPr="00E102A4" w14:paraId="66C33EDA" w14:textId="77777777" w:rsidTr="00E102A4">
        <w:trPr>
          <w:trHeight w:val="198"/>
        </w:trPr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13D6F68" w14:textId="77777777" w:rsidR="00782C99" w:rsidRPr="00E102A4" w:rsidRDefault="00782C99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дата зачисления акций на счет «депо» общества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CE7BB0E" w14:textId="77777777" w:rsidR="00782C99" w:rsidRPr="00E102A4" w:rsidRDefault="00782C99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количество акций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0FFCC80" w14:textId="77777777" w:rsidR="00782C99" w:rsidRPr="00E102A4" w:rsidRDefault="00782C99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штук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054F7C1" w14:textId="77777777" w:rsidR="00782C99" w:rsidRPr="00E102A4" w:rsidRDefault="00782C99" w:rsidP="00E102A4">
            <w:pPr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 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6B19C3B" w14:textId="77777777" w:rsidR="00782C99" w:rsidRPr="00E102A4" w:rsidRDefault="00782C99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Х</w:t>
            </w:r>
          </w:p>
        </w:tc>
      </w:tr>
      <w:tr w:rsidR="00782C99" w:rsidRPr="00E102A4" w14:paraId="7E7195A5" w14:textId="77777777" w:rsidTr="00E102A4">
        <w:trPr>
          <w:trHeight w:val="121"/>
        </w:trPr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B4F0C9B" w14:textId="77777777" w:rsidR="00782C99" w:rsidRPr="00E102A4" w:rsidRDefault="00782C99" w:rsidP="00E102A4">
            <w:pPr>
              <w:spacing w:line="121" w:lineRule="atLeast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 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2A3873A" w14:textId="77777777" w:rsidR="00782C99" w:rsidRPr="00E102A4" w:rsidRDefault="00782C99" w:rsidP="00E102A4">
            <w:pPr>
              <w:spacing w:line="121" w:lineRule="atLeast"/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 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6878BB8" w14:textId="77777777" w:rsidR="00782C99" w:rsidRPr="00E102A4" w:rsidRDefault="00782C99" w:rsidP="00E102A4">
            <w:pPr>
              <w:spacing w:line="121" w:lineRule="atLeast"/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 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907EEE7" w14:textId="77777777" w:rsidR="00782C99" w:rsidRPr="00E102A4" w:rsidRDefault="00782C99" w:rsidP="00E102A4">
            <w:pPr>
              <w:spacing w:line="121" w:lineRule="atLeast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 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06504AF" w14:textId="77777777" w:rsidR="00782C99" w:rsidRPr="00E102A4" w:rsidRDefault="00782C99" w:rsidP="00E102A4">
            <w:pPr>
              <w:spacing w:line="121" w:lineRule="atLeast"/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Х</w:t>
            </w:r>
          </w:p>
        </w:tc>
      </w:tr>
      <w:tr w:rsidR="00782C99" w:rsidRPr="00E102A4" w14:paraId="6E67FEF1" w14:textId="77777777" w:rsidTr="00E102A4">
        <w:trPr>
          <w:trHeight w:val="238"/>
        </w:trPr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686E69B" w14:textId="77777777" w:rsidR="00782C99" w:rsidRPr="00E102A4" w:rsidRDefault="00782C99" w:rsidP="00E102A4">
            <w:pPr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 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049B853" w14:textId="77777777" w:rsidR="00782C99" w:rsidRPr="00E102A4" w:rsidRDefault="00782C99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 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7313733" w14:textId="77777777" w:rsidR="00782C99" w:rsidRPr="00E102A4" w:rsidRDefault="00782C99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 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61F5A5A" w14:textId="77777777" w:rsidR="00782C99" w:rsidRPr="00E102A4" w:rsidRDefault="00782C99" w:rsidP="00E102A4">
            <w:pPr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 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BD9D25C" w14:textId="77777777" w:rsidR="00782C99" w:rsidRPr="00E102A4" w:rsidRDefault="00782C99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Х</w:t>
            </w:r>
          </w:p>
        </w:tc>
      </w:tr>
    </w:tbl>
    <w:p w14:paraId="26AC5691" w14:textId="1784E7A6" w:rsidR="00E102A4" w:rsidRPr="00E102A4" w:rsidRDefault="00E102A4" w:rsidP="001B326F">
      <w:pPr>
        <w:spacing w:before="160" w:after="160"/>
        <w:jc w:val="both"/>
      </w:pPr>
      <w:bookmarkStart w:id="107" w:name="a36"/>
      <w:bookmarkEnd w:id="107"/>
      <w:r w:rsidRPr="00E102A4">
        <w:rPr>
          <w:b/>
        </w:rPr>
        <w:t>8. Среднесписочная численность работающих (</w:t>
      </w:r>
      <w:proofErr w:type="gramStart"/>
      <w:r w:rsidRPr="00E102A4">
        <w:rPr>
          <w:b/>
        </w:rPr>
        <w:t>человек)</w:t>
      </w:r>
      <w:r w:rsidRPr="00E102A4">
        <w:t xml:space="preserve">   </w:t>
      </w:r>
      <w:proofErr w:type="gramEnd"/>
      <w:r w:rsidR="00DA2FE2">
        <w:rPr>
          <w:u w:val="single"/>
        </w:rPr>
        <w:t>16</w:t>
      </w:r>
      <w:r w:rsidR="00307176">
        <w:rPr>
          <w:u w:val="single"/>
        </w:rPr>
        <w:t>5</w:t>
      </w:r>
      <w:r w:rsidRPr="00E102A4">
        <w:rPr>
          <w:u w:val="single"/>
        </w:rPr>
        <w:t xml:space="preserve"> </w:t>
      </w:r>
      <w:r w:rsidRPr="00E102A4">
        <w:t>___________________________</w:t>
      </w:r>
    </w:p>
    <w:p w14:paraId="3C81CB9F" w14:textId="023D65E1" w:rsidR="00E102A4" w:rsidRPr="00E102A4" w:rsidRDefault="00E102A4" w:rsidP="00E102A4">
      <w:pPr>
        <w:spacing w:before="160" w:after="160"/>
        <w:jc w:val="both"/>
      </w:pPr>
      <w:r w:rsidRPr="00E102A4">
        <w:rPr>
          <w:b/>
        </w:rPr>
        <w:t>9. Основные виды продукции или виды деятельности, по которым получено 20 и более процентов выручки от реализации товаров, продукции, работ, услуг (только в составе годового отчета</w:t>
      </w:r>
      <w:proofErr w:type="gramStart"/>
      <w:r w:rsidRPr="00E102A4">
        <w:rPr>
          <w:b/>
        </w:rPr>
        <w:t>):</w:t>
      </w:r>
      <w:r w:rsidRPr="00E102A4">
        <w:t xml:space="preserve"> </w:t>
      </w:r>
      <w:r>
        <w:t xml:space="preserve"> </w:t>
      </w:r>
      <w:r w:rsidRPr="00E102A4">
        <w:t xml:space="preserve"> </w:t>
      </w:r>
      <w:proofErr w:type="gramEnd"/>
      <w:r w:rsidRPr="00E102A4">
        <w:rPr>
          <w:u w:val="single"/>
        </w:rPr>
        <w:t xml:space="preserve">молоко – </w:t>
      </w:r>
      <w:r w:rsidR="00307176">
        <w:rPr>
          <w:u w:val="single"/>
        </w:rPr>
        <w:t>64</w:t>
      </w:r>
      <w:r w:rsidR="005709C0">
        <w:rPr>
          <w:u w:val="single"/>
        </w:rPr>
        <w:t>,</w:t>
      </w:r>
      <w:r w:rsidR="00307176">
        <w:rPr>
          <w:u w:val="single"/>
        </w:rPr>
        <w:t>1</w:t>
      </w:r>
      <w:r w:rsidRPr="00E102A4">
        <w:rPr>
          <w:u w:val="single"/>
        </w:rPr>
        <w:t>%</w:t>
      </w:r>
      <w:r w:rsidRPr="00B81C0C">
        <w:t>____________________________________</w:t>
      </w:r>
    </w:p>
    <w:p w14:paraId="5A6D6F86" w14:textId="270FF6EA" w:rsidR="00E102A4" w:rsidRPr="00E102A4" w:rsidRDefault="00E102A4" w:rsidP="00E102A4">
      <w:pPr>
        <w:spacing w:before="160" w:after="160"/>
        <w:jc w:val="both"/>
      </w:pPr>
      <w:bookmarkStart w:id="108" w:name="a75"/>
      <w:bookmarkEnd w:id="108"/>
      <w:r w:rsidRPr="00E102A4">
        <w:rPr>
          <w:b/>
        </w:rPr>
        <w:t xml:space="preserve">10. Дата проведения годового общего собрания акционеров, на котором утверждены годовой отчет, бухгалтерский баланс, отчет о прибылях и убытках за </w:t>
      </w:r>
      <w:r w:rsidRPr="003D05D3">
        <w:rPr>
          <w:b/>
        </w:rPr>
        <w:t>отчетный</w:t>
      </w:r>
      <w:r w:rsidRPr="003D05D3">
        <w:t xml:space="preserve"> </w:t>
      </w:r>
      <w:r w:rsidRPr="003D05D3">
        <w:rPr>
          <w:u w:val="single"/>
        </w:rPr>
        <w:t>20</w:t>
      </w:r>
      <w:r w:rsidR="00F552D5">
        <w:rPr>
          <w:u w:val="single"/>
        </w:rPr>
        <w:t>2</w:t>
      </w:r>
      <w:r w:rsidR="00307176">
        <w:rPr>
          <w:u w:val="single"/>
        </w:rPr>
        <w:t>3</w:t>
      </w:r>
      <w:r w:rsidRPr="003D05D3">
        <w:t> год: </w:t>
      </w:r>
      <w:r w:rsidR="00307176">
        <w:t>26</w:t>
      </w:r>
      <w:r w:rsidR="00E54C1E">
        <w:t>.0</w:t>
      </w:r>
      <w:r w:rsidR="00307176">
        <w:t>3</w:t>
      </w:r>
      <w:r w:rsidR="00E54C1E">
        <w:t>.20</w:t>
      </w:r>
      <w:r w:rsidR="00DF064B">
        <w:t>2</w:t>
      </w:r>
      <w:r w:rsidR="00307176">
        <w:t>4</w:t>
      </w:r>
      <w:r w:rsidR="00B81C0C">
        <w:t xml:space="preserve"> г.</w:t>
      </w:r>
    </w:p>
    <w:p w14:paraId="335C3C93" w14:textId="77777777" w:rsidR="00E102A4" w:rsidRPr="00E102A4" w:rsidRDefault="00E102A4" w:rsidP="00E102A4">
      <w:pPr>
        <w:spacing w:before="160" w:after="160"/>
        <w:jc w:val="both"/>
        <w:rPr>
          <w:b/>
        </w:rPr>
      </w:pPr>
      <w:bookmarkStart w:id="109" w:name="a37"/>
      <w:bookmarkEnd w:id="109"/>
      <w:r w:rsidRPr="00E102A4">
        <w:rPr>
          <w:b/>
        </w:rPr>
        <w:t xml:space="preserve">13. Сведения о применении открытым акционерным обществом Свода правил корпоративного поведения (только в составе годового отчета): </w:t>
      </w:r>
    </w:p>
    <w:p w14:paraId="748CA585" w14:textId="4002E189" w:rsidR="004162DA" w:rsidRDefault="004162DA" w:rsidP="00E102A4">
      <w:pPr>
        <w:spacing w:before="160" w:after="160"/>
        <w:jc w:val="both"/>
        <w:rPr>
          <w:u w:val="single"/>
        </w:rPr>
      </w:pPr>
      <w:r w:rsidRPr="004162DA">
        <w:rPr>
          <w:u w:val="single"/>
        </w:rPr>
        <w:t xml:space="preserve">положение о порядке ведения учета аффилированных лиц и регламент работы с реестром владельцев ценных бумаг утверждено № </w:t>
      </w:r>
      <w:r w:rsidR="00720671">
        <w:rPr>
          <w:u w:val="single"/>
        </w:rPr>
        <w:t>17</w:t>
      </w:r>
      <w:r w:rsidRPr="004162DA">
        <w:rPr>
          <w:u w:val="single"/>
        </w:rPr>
        <w:t xml:space="preserve"> от </w:t>
      </w:r>
      <w:r w:rsidR="00720671">
        <w:rPr>
          <w:u w:val="single"/>
        </w:rPr>
        <w:t>25</w:t>
      </w:r>
      <w:r w:rsidRPr="004162DA">
        <w:rPr>
          <w:u w:val="single"/>
        </w:rPr>
        <w:t xml:space="preserve"> марта 20</w:t>
      </w:r>
      <w:r w:rsidR="00720671">
        <w:rPr>
          <w:u w:val="single"/>
        </w:rPr>
        <w:t>22</w:t>
      </w:r>
      <w:r w:rsidRPr="004162DA">
        <w:rPr>
          <w:u w:val="single"/>
        </w:rPr>
        <w:t xml:space="preserve"> год </w:t>
      </w:r>
    </w:p>
    <w:p w14:paraId="52B6E284" w14:textId="77777777" w:rsidR="00E102A4" w:rsidRPr="00E102A4" w:rsidRDefault="00E102A4" w:rsidP="00E102A4">
      <w:pPr>
        <w:spacing w:before="160" w:after="160"/>
        <w:jc w:val="both"/>
      </w:pPr>
      <w:r w:rsidRPr="00E102A4">
        <w:rPr>
          <w:b/>
        </w:rPr>
        <w:t xml:space="preserve">14. Адрес официального сайта открытого акционерного общества в глобальной компьютерной сети </w:t>
      </w:r>
      <w:r w:rsidR="00C827FC" w:rsidRPr="00E102A4">
        <w:rPr>
          <w:b/>
        </w:rPr>
        <w:t>Интернет</w:t>
      </w:r>
      <w:r w:rsidR="00C827FC" w:rsidRPr="00E102A4">
        <w:t xml:space="preserve"> </w:t>
      </w:r>
      <w:r w:rsidR="00C827FC" w:rsidRPr="00C827FC">
        <w:t>_</w:t>
      </w:r>
      <w:r w:rsidR="0007110B" w:rsidRPr="00C827FC">
        <w:t>___________</w:t>
      </w:r>
    </w:p>
    <w:p w14:paraId="4D1CBDE4" w14:textId="77777777" w:rsidR="00E102A4" w:rsidRDefault="00E102A4" w:rsidP="001D3366">
      <w:pPr>
        <w:rPr>
          <w:sz w:val="22"/>
          <w:szCs w:val="22"/>
        </w:rPr>
      </w:pPr>
    </w:p>
    <w:p w14:paraId="62ADA8CC" w14:textId="77777777" w:rsidR="001D3366" w:rsidRPr="001D3366" w:rsidRDefault="001D3366" w:rsidP="004948BE">
      <w:pPr>
        <w:pStyle w:val="ab"/>
        <w:rPr>
          <w:rFonts w:ascii="Calibri" w:hAnsi="Calibri" w:cs="TimesNewRoman"/>
          <w:sz w:val="20"/>
        </w:rPr>
      </w:pPr>
      <w:r>
        <w:rPr>
          <w:sz w:val="22"/>
          <w:szCs w:val="22"/>
        </w:rPr>
        <w:t xml:space="preserve">       </w:t>
      </w:r>
    </w:p>
    <w:p w14:paraId="3B317333" w14:textId="77777777" w:rsidR="001D3366" w:rsidRPr="001D3366" w:rsidRDefault="001D3366" w:rsidP="001D3366">
      <w:pPr>
        <w:autoSpaceDE w:val="0"/>
        <w:autoSpaceDN w:val="0"/>
        <w:adjustRightInd w:val="0"/>
        <w:ind w:firstLine="540"/>
        <w:jc w:val="both"/>
        <w:rPr>
          <w:rFonts w:ascii="Calibri" w:hAnsi="Calibri" w:cs="TimesNewRoman"/>
          <w:sz w:val="20"/>
          <w:szCs w:val="20"/>
        </w:rPr>
      </w:pPr>
    </w:p>
    <w:p w14:paraId="731D443D" w14:textId="77777777" w:rsidR="008923E4" w:rsidRDefault="008923E4" w:rsidP="008923E4">
      <w:pPr>
        <w:pStyle w:val="a3"/>
      </w:pPr>
    </w:p>
    <w:p w14:paraId="44CFDAC3" w14:textId="77777777" w:rsidR="000616A7" w:rsidRPr="004948BE" w:rsidRDefault="000616A7" w:rsidP="000616A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14:paraId="75083564" w14:textId="77777777" w:rsidR="000616A7" w:rsidRDefault="000616A7" w:rsidP="008923E4">
      <w:pPr>
        <w:pStyle w:val="a3"/>
      </w:pPr>
    </w:p>
    <w:tbl>
      <w:tblPr>
        <w:tblpPr w:leftFromText="180" w:rightFromText="180" w:horzAnchor="margin" w:tblpXSpec="center" w:tblpY="-570"/>
        <w:tblW w:w="11512" w:type="dxa"/>
        <w:tblLook w:val="04A0" w:firstRow="1" w:lastRow="0" w:firstColumn="1" w:lastColumn="0" w:noHBand="0" w:noVBand="1"/>
      </w:tblPr>
      <w:tblGrid>
        <w:gridCol w:w="269"/>
        <w:gridCol w:w="2779"/>
        <w:gridCol w:w="681"/>
        <w:gridCol w:w="464"/>
        <w:gridCol w:w="462"/>
        <w:gridCol w:w="507"/>
        <w:gridCol w:w="512"/>
        <w:gridCol w:w="605"/>
        <w:gridCol w:w="484"/>
        <w:gridCol w:w="463"/>
        <w:gridCol w:w="463"/>
        <w:gridCol w:w="463"/>
        <w:gridCol w:w="463"/>
        <w:gridCol w:w="616"/>
        <w:gridCol w:w="517"/>
        <w:gridCol w:w="516"/>
        <w:gridCol w:w="492"/>
        <w:gridCol w:w="344"/>
        <w:gridCol w:w="412"/>
      </w:tblGrid>
      <w:tr w:rsidR="0079098B" w14:paraId="06CC1AF6" w14:textId="77777777" w:rsidTr="00112A0E">
        <w:trPr>
          <w:trHeight w:val="127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9E5960" w14:textId="2A059E12" w:rsidR="0079098B" w:rsidRDefault="0079098B" w:rsidP="0079098B">
            <w:pPr>
              <w:rPr>
                <w:sz w:val="21"/>
                <w:szCs w:val="21"/>
              </w:rPr>
            </w:pPr>
          </w:p>
        </w:tc>
        <w:tc>
          <w:tcPr>
            <w:tcW w:w="27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0D79742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9D2A194" w14:textId="77777777" w:rsidR="0079098B" w:rsidRDefault="0079098B" w:rsidP="0079098B">
            <w:pPr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8DAC78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1E3B40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D40748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28008A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A98E7E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CC4D57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BFED14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F6F660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56A01C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4926D7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63E9B0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08C7C6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E4D1AC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4C65B0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E5DF3D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B1F9E2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79098B" w14:paraId="6F749064" w14:textId="77777777" w:rsidTr="00112A0E">
        <w:trPr>
          <w:trHeight w:val="1464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330A42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41D7D56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A5E33A5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AF00DE4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651D292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C0816B6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D5C1EB5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12D061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D11625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4B5B7D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01A048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6EA3C8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8DD6EC" w14:textId="48CCDC35" w:rsidR="0079098B" w:rsidRDefault="0079098B" w:rsidP="0079098B">
            <w:pPr>
              <w:rPr>
                <w:sz w:val="21"/>
                <w:szCs w:val="21"/>
              </w:rPr>
            </w:pPr>
          </w:p>
        </w:tc>
        <w:tc>
          <w:tcPr>
            <w:tcW w:w="289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7AD61A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Приложение 3</w:t>
            </w:r>
            <w:r>
              <w:rPr>
                <w:sz w:val="21"/>
                <w:szCs w:val="21"/>
              </w:rPr>
              <w:br/>
              <w:t xml:space="preserve">к постановлению </w:t>
            </w:r>
            <w:r>
              <w:rPr>
                <w:sz w:val="21"/>
                <w:szCs w:val="21"/>
              </w:rPr>
              <w:br/>
              <w:t xml:space="preserve">Министерства финансов </w:t>
            </w:r>
            <w:r>
              <w:rPr>
                <w:sz w:val="21"/>
                <w:szCs w:val="21"/>
              </w:rPr>
              <w:br/>
              <w:t>Республики Беларусь</w:t>
            </w:r>
            <w:r>
              <w:rPr>
                <w:sz w:val="21"/>
                <w:szCs w:val="21"/>
              </w:rPr>
              <w:br/>
              <w:t>12.12.2016 № 104</w:t>
            </w:r>
          </w:p>
        </w:tc>
      </w:tr>
      <w:tr w:rsidR="0079098B" w14:paraId="659EA2BE" w14:textId="77777777" w:rsidTr="00112A0E">
        <w:trPr>
          <w:trHeight w:val="620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D435AD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124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91C16AD" w14:textId="77777777" w:rsidR="0079098B" w:rsidRDefault="0079098B" w:rsidP="0079098B">
            <w:pPr>
              <w:jc w:val="center"/>
              <w:rPr>
                <w:b/>
                <w:bCs/>
                <w:color w:val="000080"/>
                <w:sz w:val="21"/>
                <w:szCs w:val="21"/>
              </w:rPr>
            </w:pPr>
            <w:r w:rsidRPr="0079098B">
              <w:rPr>
                <w:b/>
                <w:bCs/>
                <w:sz w:val="21"/>
                <w:szCs w:val="21"/>
              </w:rPr>
              <w:t>ОТЧЕТ</w:t>
            </w:r>
            <w:r w:rsidRPr="0079098B">
              <w:rPr>
                <w:b/>
                <w:bCs/>
                <w:sz w:val="21"/>
                <w:szCs w:val="21"/>
              </w:rPr>
              <w:br/>
              <w:t>об изменении собственного капитала</w:t>
            </w:r>
          </w:p>
        </w:tc>
      </w:tr>
      <w:tr w:rsidR="0079098B" w14:paraId="482B7189" w14:textId="77777777" w:rsidTr="00112A0E">
        <w:trPr>
          <w:trHeight w:val="286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D64032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3698A97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2F6A72F" w14:textId="77777777" w:rsidR="0079098B" w:rsidRDefault="0079098B" w:rsidP="0079098B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за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B78983B" w14:textId="77777777" w:rsidR="0079098B" w:rsidRDefault="0079098B" w:rsidP="0079098B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январь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C74E753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BDB3777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декабрь</w:t>
            </w:r>
          </w:p>
        </w:tc>
        <w:tc>
          <w:tcPr>
            <w:tcW w:w="23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3EBA1AD" w14:textId="61D0D556" w:rsidR="0079098B" w:rsidRDefault="0079098B" w:rsidP="0095143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</w:t>
            </w:r>
            <w:r w:rsidR="00F552D5">
              <w:rPr>
                <w:sz w:val="21"/>
                <w:szCs w:val="21"/>
              </w:rPr>
              <w:t>2</w:t>
            </w:r>
            <w:r w:rsidR="0095143E">
              <w:rPr>
                <w:sz w:val="21"/>
                <w:szCs w:val="21"/>
              </w:rPr>
              <w:t>3</w:t>
            </w:r>
            <w:r>
              <w:rPr>
                <w:sz w:val="21"/>
                <w:szCs w:val="21"/>
              </w:rPr>
              <w:t xml:space="preserve"> год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1A654B2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50C0B41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A18873D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A092C11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CEC5A38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4E1293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79098B" w14:paraId="4210059A" w14:textId="77777777" w:rsidTr="00112A0E">
        <w:trPr>
          <w:trHeight w:val="191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AF7055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601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675455E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F314D9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737950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01B98B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37EE47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BCD91B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E1CD4E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8E0F3D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EB7234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88DC9B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83E420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D373D8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79098B" w14:paraId="25461210" w14:textId="77777777" w:rsidTr="00112A0E">
        <w:trPr>
          <w:trHeight w:val="286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B3C081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3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9ED13B8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Организация</w:t>
            </w:r>
          </w:p>
        </w:tc>
        <w:tc>
          <w:tcPr>
            <w:tcW w:w="7319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1A4140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ОАО "Новые Стайки"</w:t>
            </w:r>
          </w:p>
        </w:tc>
      </w:tr>
      <w:tr w:rsidR="0079098B" w14:paraId="13DDA709" w14:textId="77777777" w:rsidTr="00112A0E">
        <w:trPr>
          <w:trHeight w:val="286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2FB32D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3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CF98424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Учетный номер плательщика</w:t>
            </w:r>
          </w:p>
        </w:tc>
        <w:tc>
          <w:tcPr>
            <w:tcW w:w="7319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4F14CC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200100251</w:t>
            </w:r>
          </w:p>
        </w:tc>
      </w:tr>
      <w:tr w:rsidR="0079098B" w14:paraId="35379C2D" w14:textId="77777777" w:rsidTr="00112A0E">
        <w:trPr>
          <w:trHeight w:val="286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5DBE57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3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C5BE0AD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Вид экономической деятельности</w:t>
            </w:r>
          </w:p>
        </w:tc>
        <w:tc>
          <w:tcPr>
            <w:tcW w:w="7319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C73B37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Смешанное сельское хозяйство</w:t>
            </w:r>
          </w:p>
        </w:tc>
      </w:tr>
      <w:tr w:rsidR="0079098B" w14:paraId="3E37A24F" w14:textId="77777777" w:rsidTr="00112A0E">
        <w:trPr>
          <w:trHeight w:val="286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6F331B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3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2085499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Организационно-правовая форма</w:t>
            </w:r>
          </w:p>
        </w:tc>
        <w:tc>
          <w:tcPr>
            <w:tcW w:w="7319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A2377D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ОАО</w:t>
            </w:r>
          </w:p>
        </w:tc>
      </w:tr>
      <w:tr w:rsidR="0079098B" w14:paraId="2C2B529E" w14:textId="77777777" w:rsidTr="00112A0E">
        <w:trPr>
          <w:trHeight w:val="286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5A79C0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3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4FDBEC6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Орган управления</w:t>
            </w:r>
          </w:p>
        </w:tc>
        <w:tc>
          <w:tcPr>
            <w:tcW w:w="7319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8C8DDD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Общее собрание акционеров, наблюдательный совет</w:t>
            </w:r>
          </w:p>
        </w:tc>
      </w:tr>
      <w:tr w:rsidR="0079098B" w14:paraId="5DCBF82B" w14:textId="77777777" w:rsidTr="00112A0E">
        <w:trPr>
          <w:trHeight w:val="286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0D50A4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3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ADB63DE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Единица измерения</w:t>
            </w:r>
          </w:p>
        </w:tc>
        <w:tc>
          <w:tcPr>
            <w:tcW w:w="7319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930FA5" w14:textId="77777777" w:rsidR="0079098B" w:rsidRDefault="0079098B" w:rsidP="0079098B">
            <w:pPr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тыс. руб.</w:t>
            </w:r>
          </w:p>
        </w:tc>
      </w:tr>
      <w:tr w:rsidR="0079098B" w14:paraId="3B2202C4" w14:textId="77777777" w:rsidTr="00112A0E">
        <w:trPr>
          <w:trHeight w:val="286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FC718B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3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39CDF3B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Адрес</w:t>
            </w:r>
          </w:p>
        </w:tc>
        <w:tc>
          <w:tcPr>
            <w:tcW w:w="7319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2C861F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Брестская обл., Ивацевичский р-н, д. Стайки, ул. Школьная, 5</w:t>
            </w:r>
          </w:p>
        </w:tc>
      </w:tr>
      <w:tr w:rsidR="0079098B" w14:paraId="3A52C233" w14:textId="77777777" w:rsidTr="00112A0E">
        <w:trPr>
          <w:trHeight w:val="191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D0F930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F47410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156A8B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A54372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1923F0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847884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1040FC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99E602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1981C4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940807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04EDDA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25A0F6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9CABE6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7B68AD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6B91AF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C0C26F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F010AF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BD0D26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AE4325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79098B" w14:paraId="2A12CB77" w14:textId="77777777" w:rsidTr="00112A0E">
        <w:trPr>
          <w:trHeight w:val="1766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F0FD9D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14:paraId="1F3E36C5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Наименование показателей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14:paraId="30C7E907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Код </w:t>
            </w:r>
            <w:proofErr w:type="spellStart"/>
            <w:r>
              <w:rPr>
                <w:sz w:val="21"/>
                <w:szCs w:val="21"/>
              </w:rPr>
              <w:t>стро-ки</w:t>
            </w:r>
            <w:proofErr w:type="spellEnd"/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14:paraId="004373A2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Устав-</w:t>
            </w:r>
            <w:proofErr w:type="spellStart"/>
            <w:r>
              <w:rPr>
                <w:sz w:val="21"/>
                <w:szCs w:val="21"/>
              </w:rPr>
              <w:t>ный</w:t>
            </w:r>
            <w:proofErr w:type="spellEnd"/>
            <w:r>
              <w:rPr>
                <w:sz w:val="21"/>
                <w:szCs w:val="21"/>
              </w:rPr>
              <w:t xml:space="preserve"> капитал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36B7C945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Неопла</w:t>
            </w:r>
            <w:proofErr w:type="spellEnd"/>
            <w:r>
              <w:rPr>
                <w:sz w:val="21"/>
                <w:szCs w:val="21"/>
              </w:rPr>
              <w:t xml:space="preserve">- </w:t>
            </w:r>
            <w:proofErr w:type="spellStart"/>
            <w:r>
              <w:rPr>
                <w:sz w:val="21"/>
                <w:szCs w:val="21"/>
              </w:rPr>
              <w:t>ченная</w:t>
            </w:r>
            <w:proofErr w:type="spellEnd"/>
            <w:r>
              <w:rPr>
                <w:sz w:val="21"/>
                <w:szCs w:val="21"/>
              </w:rPr>
              <w:t xml:space="preserve"> часть устав-</w:t>
            </w:r>
            <w:proofErr w:type="spellStart"/>
            <w:r>
              <w:rPr>
                <w:sz w:val="21"/>
                <w:szCs w:val="21"/>
              </w:rPr>
              <w:t>ного</w:t>
            </w:r>
            <w:proofErr w:type="spellEnd"/>
            <w:r>
              <w:rPr>
                <w:sz w:val="21"/>
                <w:szCs w:val="21"/>
              </w:rPr>
              <w:t xml:space="preserve"> капитала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43B1377B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Собст</w:t>
            </w:r>
            <w:proofErr w:type="spellEnd"/>
            <w:r>
              <w:rPr>
                <w:sz w:val="21"/>
                <w:szCs w:val="21"/>
              </w:rPr>
              <w:t>-венные акции (доли в уставном капитале)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14:paraId="00AA42A1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Резерв- </w:t>
            </w:r>
            <w:proofErr w:type="spellStart"/>
            <w:r>
              <w:rPr>
                <w:sz w:val="21"/>
                <w:szCs w:val="21"/>
              </w:rPr>
              <w:t>ный</w:t>
            </w:r>
            <w:proofErr w:type="spellEnd"/>
            <w:r>
              <w:rPr>
                <w:sz w:val="21"/>
                <w:szCs w:val="21"/>
              </w:rPr>
              <w:t xml:space="preserve"> капитал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14:paraId="1ECABEE8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Доба-вочный</w:t>
            </w:r>
            <w:proofErr w:type="spellEnd"/>
            <w:r>
              <w:rPr>
                <w:sz w:val="21"/>
                <w:szCs w:val="21"/>
              </w:rPr>
              <w:t xml:space="preserve"> капитал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CC"/>
            <w:vAlign w:val="center"/>
            <w:hideMark/>
          </w:tcPr>
          <w:p w14:paraId="630A8865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Нераспре</w:t>
            </w:r>
            <w:proofErr w:type="spellEnd"/>
            <w:r>
              <w:rPr>
                <w:sz w:val="21"/>
                <w:szCs w:val="21"/>
              </w:rPr>
              <w:t>- деленная прибыль (</w:t>
            </w:r>
            <w:proofErr w:type="spellStart"/>
            <w:r>
              <w:rPr>
                <w:sz w:val="21"/>
                <w:szCs w:val="21"/>
              </w:rPr>
              <w:t>непок</w:t>
            </w:r>
            <w:proofErr w:type="spellEnd"/>
            <w:r>
              <w:rPr>
                <w:sz w:val="21"/>
                <w:szCs w:val="21"/>
              </w:rPr>
              <w:t>-рытый убыток)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14:paraId="261F864A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Чистая прибыль (убыток)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14:paraId="226F7CC8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Итого</w:t>
            </w:r>
          </w:p>
        </w:tc>
      </w:tr>
      <w:tr w:rsidR="0079098B" w14:paraId="7174C33C" w14:textId="77777777" w:rsidTr="00112A0E">
        <w:trPr>
          <w:trHeight w:val="286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1460A9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14:paraId="5ECCF15C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14:paraId="77543893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14:paraId="750B5DA7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14:paraId="5014D26B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14:paraId="49D92B5C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14:paraId="2B61561E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14:paraId="503193BD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14:paraId="18FDA782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14:paraId="560FE4A4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14:paraId="3AC34D2E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</w:t>
            </w:r>
          </w:p>
        </w:tc>
      </w:tr>
      <w:tr w:rsidR="0079098B" w14:paraId="02AC5540" w14:textId="77777777" w:rsidTr="00112A0E">
        <w:trPr>
          <w:trHeight w:val="286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72D9B9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174AAC" w14:textId="0C4FCED1" w:rsidR="0079098B" w:rsidRDefault="0079098B" w:rsidP="0095143E">
            <w:pPr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Остаток на 31.12.20</w:t>
            </w:r>
            <w:r w:rsidR="003E327D">
              <w:rPr>
                <w:b/>
                <w:bCs/>
                <w:sz w:val="21"/>
                <w:szCs w:val="21"/>
              </w:rPr>
              <w:t>2</w:t>
            </w:r>
            <w:r w:rsidR="0095143E">
              <w:rPr>
                <w:b/>
                <w:bCs/>
                <w:sz w:val="21"/>
                <w:szCs w:val="21"/>
              </w:rPr>
              <w:t>1</w:t>
            </w:r>
            <w:r>
              <w:rPr>
                <w:b/>
                <w:bCs/>
                <w:sz w:val="21"/>
                <w:szCs w:val="21"/>
              </w:rPr>
              <w:t xml:space="preserve"> г.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9898BB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010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0D27F54F" w14:textId="77777777" w:rsidR="0079098B" w:rsidRDefault="003918E7" w:rsidP="003918E7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6 399</w:t>
            </w:r>
            <w:r w:rsidR="0079098B">
              <w:rPr>
                <w:sz w:val="21"/>
                <w:szCs w:val="21"/>
              </w:rPr>
              <w:t xml:space="preserve"> 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50FA9417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38101FA1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5D9A4531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025D639D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53C32658" w14:textId="26858581" w:rsidR="0079098B" w:rsidRDefault="0095143E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3717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00A2F38A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6659907" w14:textId="29068FAE" w:rsidR="0079098B" w:rsidRDefault="0095143E" w:rsidP="003918E7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10116</w:t>
            </w:r>
            <w:r w:rsidR="0079098B">
              <w:rPr>
                <w:sz w:val="21"/>
                <w:szCs w:val="21"/>
              </w:rPr>
              <w:t xml:space="preserve"> </w:t>
            </w:r>
          </w:p>
        </w:tc>
      </w:tr>
      <w:tr w:rsidR="0079098B" w14:paraId="39B156AB" w14:textId="77777777" w:rsidTr="00112A0E">
        <w:trPr>
          <w:trHeight w:val="573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4F1D99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2F4AA1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Корректировки в связи </w:t>
            </w:r>
            <w:r>
              <w:rPr>
                <w:sz w:val="21"/>
                <w:szCs w:val="21"/>
              </w:rPr>
              <w:br/>
              <w:t>с изменением учетной политики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4EEBE9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020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29BD395D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5B4E7807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6C5F9D2D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2B1DB21F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2D4722F5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1D14E6B9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45E41941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AA9A87B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79098B" w14:paraId="738A0818" w14:textId="77777777" w:rsidTr="00112A0E">
        <w:trPr>
          <w:trHeight w:val="573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56ABBF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079F1F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Корректировки в связи </w:t>
            </w:r>
            <w:r>
              <w:rPr>
                <w:sz w:val="21"/>
                <w:szCs w:val="21"/>
              </w:rPr>
              <w:br/>
              <w:t>с исправлением ошибок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702ED8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030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14C1F25B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6F7B5763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69D451FF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115A862C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58D9F3FD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3C721EFB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011B5682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0D26C1B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79098B" w14:paraId="1A736E35" w14:textId="77777777" w:rsidTr="00112A0E">
        <w:trPr>
          <w:trHeight w:val="573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658695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E8B5C0" w14:textId="6290ADC5" w:rsidR="0079098B" w:rsidRDefault="00CE0D17" w:rsidP="0095143E">
            <w:pPr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Скорректированный</w:t>
            </w:r>
            <w:r w:rsidR="0079098B">
              <w:rPr>
                <w:b/>
                <w:bCs/>
                <w:sz w:val="21"/>
                <w:szCs w:val="21"/>
              </w:rPr>
              <w:t xml:space="preserve"> остаток на 31.12.20</w:t>
            </w:r>
            <w:r w:rsidR="003E327D">
              <w:rPr>
                <w:b/>
                <w:bCs/>
                <w:sz w:val="21"/>
                <w:szCs w:val="21"/>
              </w:rPr>
              <w:t>2</w:t>
            </w:r>
            <w:r w:rsidR="0095143E">
              <w:rPr>
                <w:b/>
                <w:bCs/>
                <w:sz w:val="21"/>
                <w:szCs w:val="21"/>
              </w:rPr>
              <w:t>1</w:t>
            </w:r>
            <w:r w:rsidR="0079098B">
              <w:rPr>
                <w:b/>
                <w:bCs/>
                <w:sz w:val="21"/>
                <w:szCs w:val="21"/>
              </w:rPr>
              <w:t xml:space="preserve"> г.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918CB9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040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AD0665B" w14:textId="77777777" w:rsidR="0079098B" w:rsidRDefault="0079098B" w:rsidP="00380A1F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6 3</w:t>
            </w:r>
            <w:r w:rsidR="00380A1F">
              <w:rPr>
                <w:sz w:val="21"/>
                <w:szCs w:val="21"/>
              </w:rPr>
              <w:t>99</w:t>
            </w:r>
            <w:r>
              <w:rPr>
                <w:sz w:val="21"/>
                <w:szCs w:val="21"/>
              </w:rPr>
              <w:t xml:space="preserve"> 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7F38009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3839DFA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B506F51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7CB34B0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9B141F7" w14:textId="5836DCEA" w:rsidR="0079098B" w:rsidRDefault="0079098B" w:rsidP="0095143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  <w:r w:rsidR="0095143E">
              <w:rPr>
                <w:sz w:val="21"/>
                <w:szCs w:val="21"/>
              </w:rPr>
              <w:t>3717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03C8EA7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E39620E" w14:textId="518FADD4" w:rsidR="0079098B" w:rsidRDefault="0079098B" w:rsidP="0095143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  <w:r w:rsidR="0095143E">
              <w:rPr>
                <w:sz w:val="21"/>
                <w:szCs w:val="21"/>
              </w:rPr>
              <w:t>10116</w:t>
            </w:r>
            <w:r>
              <w:rPr>
                <w:sz w:val="21"/>
                <w:szCs w:val="21"/>
              </w:rPr>
              <w:t xml:space="preserve"> </w:t>
            </w:r>
          </w:p>
        </w:tc>
      </w:tr>
      <w:tr w:rsidR="0079098B" w14:paraId="6F52C575" w14:textId="77777777" w:rsidTr="00112A0E">
        <w:trPr>
          <w:trHeight w:val="286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57A6CB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A694C9" w14:textId="49985BA5" w:rsidR="0079098B" w:rsidRPr="0095143E" w:rsidRDefault="0079098B" w:rsidP="0095143E">
            <w:pPr>
              <w:rPr>
                <w:b/>
                <w:sz w:val="18"/>
                <w:szCs w:val="21"/>
              </w:rPr>
            </w:pPr>
            <w:r w:rsidRPr="0095143E">
              <w:rPr>
                <w:b/>
                <w:sz w:val="18"/>
                <w:szCs w:val="21"/>
              </w:rPr>
              <w:t>За январь-декабрь 20</w:t>
            </w:r>
            <w:r w:rsidR="00001DE2" w:rsidRPr="0095143E">
              <w:rPr>
                <w:b/>
                <w:sz w:val="18"/>
                <w:szCs w:val="21"/>
              </w:rPr>
              <w:t>2</w:t>
            </w:r>
            <w:r w:rsidR="0095143E" w:rsidRPr="0095143E">
              <w:rPr>
                <w:b/>
                <w:sz w:val="18"/>
                <w:szCs w:val="21"/>
              </w:rPr>
              <w:t>2</w:t>
            </w:r>
            <w:r w:rsidRPr="0095143E">
              <w:rPr>
                <w:b/>
                <w:sz w:val="18"/>
                <w:szCs w:val="21"/>
              </w:rPr>
              <w:t xml:space="preserve"> года</w:t>
            </w:r>
          </w:p>
        </w:tc>
        <w:tc>
          <w:tcPr>
            <w:tcW w:w="6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A6B119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050</w:t>
            </w:r>
          </w:p>
        </w:tc>
        <w:tc>
          <w:tcPr>
            <w:tcW w:w="9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4E4C9E5" w14:textId="1D609E63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82250C6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7819C11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24CED60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3B545E" w14:textId="1AC2F8E2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  <w:r w:rsidR="0095143E">
              <w:rPr>
                <w:sz w:val="21"/>
                <w:szCs w:val="21"/>
              </w:rPr>
              <w:t>1103</w:t>
            </w:r>
          </w:p>
        </w:tc>
        <w:tc>
          <w:tcPr>
            <w:tcW w:w="11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B20617B" w14:textId="04B7645E" w:rsidR="0079098B" w:rsidRDefault="0079098B" w:rsidP="0095143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  <w:r w:rsidR="0095143E">
              <w:rPr>
                <w:sz w:val="21"/>
                <w:szCs w:val="21"/>
              </w:rPr>
              <w:t>1693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4488287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CC43C86" w14:textId="1A9C3EA3" w:rsidR="0079098B" w:rsidRDefault="0095143E" w:rsidP="00380A1F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2796</w:t>
            </w:r>
            <w:r w:rsidR="0079098B">
              <w:rPr>
                <w:sz w:val="21"/>
                <w:szCs w:val="21"/>
              </w:rPr>
              <w:t xml:space="preserve"> </w:t>
            </w:r>
          </w:p>
        </w:tc>
      </w:tr>
      <w:tr w:rsidR="0079098B" w14:paraId="55149E79" w14:textId="77777777" w:rsidTr="00112A0E">
        <w:trPr>
          <w:trHeight w:val="573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6DFF1B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E09455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Увеличение собственного </w:t>
            </w:r>
            <w:r>
              <w:rPr>
                <w:sz w:val="21"/>
                <w:szCs w:val="21"/>
              </w:rPr>
              <w:br/>
              <w:t>капитала - всего</w:t>
            </w:r>
          </w:p>
        </w:tc>
        <w:tc>
          <w:tcPr>
            <w:tcW w:w="6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A785CC" w14:textId="77777777" w:rsidR="0079098B" w:rsidRDefault="0079098B" w:rsidP="0079098B">
            <w:pPr>
              <w:rPr>
                <w:sz w:val="21"/>
                <w:szCs w:val="21"/>
              </w:rPr>
            </w:pPr>
          </w:p>
        </w:tc>
        <w:tc>
          <w:tcPr>
            <w:tcW w:w="9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C4EC4E" w14:textId="77777777" w:rsidR="0079098B" w:rsidRDefault="0079098B" w:rsidP="0079098B">
            <w:pPr>
              <w:rPr>
                <w:sz w:val="21"/>
                <w:szCs w:val="21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3AA364B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3F19970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982E62" w14:textId="77777777" w:rsidR="0079098B" w:rsidRDefault="0079098B" w:rsidP="0079098B">
            <w:pPr>
              <w:rPr>
                <w:sz w:val="21"/>
                <w:szCs w:val="21"/>
              </w:rPr>
            </w:pPr>
          </w:p>
        </w:tc>
        <w:tc>
          <w:tcPr>
            <w:tcW w:w="9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38577F" w14:textId="77777777" w:rsidR="0079098B" w:rsidRDefault="0079098B" w:rsidP="0079098B">
            <w:pPr>
              <w:rPr>
                <w:sz w:val="21"/>
                <w:szCs w:val="21"/>
              </w:rPr>
            </w:pPr>
          </w:p>
        </w:tc>
        <w:tc>
          <w:tcPr>
            <w:tcW w:w="11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815A36" w14:textId="77777777" w:rsidR="0079098B" w:rsidRDefault="0079098B" w:rsidP="0079098B">
            <w:pPr>
              <w:rPr>
                <w:sz w:val="21"/>
                <w:szCs w:val="21"/>
              </w:rPr>
            </w:pP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6E907F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AA51E5" w14:textId="77777777" w:rsidR="0079098B" w:rsidRDefault="0079098B" w:rsidP="0079098B">
            <w:pPr>
              <w:rPr>
                <w:sz w:val="21"/>
                <w:szCs w:val="21"/>
              </w:rPr>
            </w:pPr>
          </w:p>
        </w:tc>
      </w:tr>
      <w:tr w:rsidR="0079098B" w14:paraId="03DA0BBA" w14:textId="77777777" w:rsidTr="00112A0E">
        <w:trPr>
          <w:trHeight w:val="286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107176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DD65C0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в том числе: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0956531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E57FF1C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0E2CE1A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809C217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967D5EE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F86E2AD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4B2F12C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FDAF528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DFBE702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79098B" w14:paraId="53D86238" w14:textId="77777777" w:rsidTr="00112A0E">
        <w:trPr>
          <w:trHeight w:val="286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00836F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BF2140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чистая прибыль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C6B6B9F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051</w:t>
            </w:r>
          </w:p>
        </w:tc>
        <w:tc>
          <w:tcPr>
            <w:tcW w:w="9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100C5E4C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458A518A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6667035B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18F8AD4D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171D2463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5409B365" w14:textId="36BCE464" w:rsidR="0079098B" w:rsidRDefault="0079098B" w:rsidP="0095143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  <w:r w:rsidR="0095143E">
              <w:rPr>
                <w:sz w:val="21"/>
                <w:szCs w:val="21"/>
              </w:rPr>
              <w:t>1693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133403D5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D83C98F" w14:textId="04EFA055" w:rsidR="0079098B" w:rsidRDefault="0079098B" w:rsidP="0095143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  <w:r w:rsidR="0095143E">
              <w:rPr>
                <w:sz w:val="21"/>
                <w:szCs w:val="21"/>
              </w:rPr>
              <w:t>1693</w:t>
            </w:r>
          </w:p>
        </w:tc>
      </w:tr>
      <w:tr w:rsidR="0079098B" w14:paraId="28E98BEC" w14:textId="77777777" w:rsidTr="00112A0E">
        <w:trPr>
          <w:trHeight w:val="318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3CCE12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BA4634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переоценка долгосрочных активов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242589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052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70C0E124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328A2341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78775425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14E3FFFD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09E039CC" w14:textId="42B307BD" w:rsidR="0079098B" w:rsidRDefault="0095143E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1103</w:t>
            </w:r>
            <w:r w:rsidR="0079098B">
              <w:rPr>
                <w:sz w:val="21"/>
                <w:szCs w:val="21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7A15F304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3718CB3A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D3943C4" w14:textId="68242F09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  <w:r w:rsidR="0095143E">
              <w:rPr>
                <w:sz w:val="21"/>
                <w:szCs w:val="21"/>
              </w:rPr>
              <w:t>1103</w:t>
            </w:r>
          </w:p>
        </w:tc>
      </w:tr>
      <w:tr w:rsidR="0079098B" w14:paraId="4958E69A" w14:textId="77777777" w:rsidTr="00112A0E">
        <w:trPr>
          <w:trHeight w:val="875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A9AEC8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A30486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доходы от прочих операций, </w:t>
            </w:r>
            <w:r>
              <w:rPr>
                <w:sz w:val="21"/>
                <w:szCs w:val="21"/>
              </w:rPr>
              <w:br/>
              <w:t xml:space="preserve">  не включаемые в чистую </w:t>
            </w:r>
            <w:r>
              <w:rPr>
                <w:sz w:val="21"/>
                <w:szCs w:val="21"/>
              </w:rPr>
              <w:br/>
              <w:t xml:space="preserve">  прибыль (убыток)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F168AA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053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22490F63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67E00355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17ECC0D4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70AE3C89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67554476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4D3043E6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4FA9B103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BF88D7E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79098B" w14:paraId="514C1AA1" w14:textId="77777777" w:rsidTr="00112A0E">
        <w:trPr>
          <w:trHeight w:val="286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9374E3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F82B97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выпуск дополнительных акций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AD14E6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054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0F079B9E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31E9AAA1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6C43BF19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7E070F66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6FE6BCDB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01E800B1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3C6F45C4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3D44447" w14:textId="4DA276BB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</w:tc>
      </w:tr>
      <w:tr w:rsidR="0079098B" w14:paraId="293BBFFC" w14:textId="77777777" w:rsidTr="00112A0E">
        <w:trPr>
          <w:trHeight w:val="573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A66D39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B922A2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увеличение номинальной </w:t>
            </w:r>
            <w:r>
              <w:rPr>
                <w:sz w:val="21"/>
                <w:szCs w:val="21"/>
              </w:rPr>
              <w:br/>
              <w:t xml:space="preserve">  стоимости акций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7295A9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055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69E47B6A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7D5F77A2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527D71CB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318360F9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182BFD56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6AA28DA7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79212F75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9269C02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79098B" w14:paraId="5114EC79" w14:textId="77777777" w:rsidTr="00112A0E">
        <w:trPr>
          <w:trHeight w:val="573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40F66B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3A58D5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вклады собственника имущества</w:t>
            </w:r>
            <w:r>
              <w:rPr>
                <w:sz w:val="21"/>
                <w:szCs w:val="21"/>
              </w:rPr>
              <w:br/>
              <w:t xml:space="preserve">  (учредителей, участников)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6EEE3A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056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22B5CA83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3326DA35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748DFC31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0610D4F2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4EC6062E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1DE7EA61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651752A5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ACA61C0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79098B" w14:paraId="126BC1A7" w14:textId="77777777" w:rsidTr="00112A0E">
        <w:trPr>
          <w:trHeight w:val="286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C0C31D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09EB41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реорганизация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92ED89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057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3AAF8134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79FC78F6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65B963BC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14341292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2CB91467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53507115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500F1F46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F2FA8CD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79098B" w14:paraId="0CB18F2C" w14:textId="77777777" w:rsidTr="00112A0E">
        <w:trPr>
          <w:trHeight w:val="318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F0DCD7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54EE4A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46399D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058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7F1D26BB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1C63C6F3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3AD42B39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788B0677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0883FE7E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4AC6D39B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48B0C51D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086C147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79098B" w14:paraId="4D38600D" w14:textId="77777777" w:rsidTr="00112A0E">
        <w:trPr>
          <w:trHeight w:val="286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CE3E50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3946CD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прочие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5DE1BD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059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51AA0380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0255184D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1591EA70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19DB8177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1502743F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1A324957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163447C7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EB26778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79098B" w14:paraId="4094D7DE" w14:textId="77777777" w:rsidTr="00112A0E">
        <w:trPr>
          <w:trHeight w:val="573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C9BD80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7784C3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Уменьшение собственного </w:t>
            </w:r>
            <w:r>
              <w:rPr>
                <w:sz w:val="21"/>
                <w:szCs w:val="21"/>
              </w:rPr>
              <w:br/>
              <w:t>капитала - всего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2CD539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060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AFCE83C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36641CF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4F746FE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D6B38DF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5717823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D1AA83C" w14:textId="5138D2BD" w:rsidR="0079098B" w:rsidRDefault="0079098B" w:rsidP="00380A1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2B4F79C" w14:textId="7AB01C41" w:rsidR="0079098B" w:rsidRDefault="0079098B" w:rsidP="0079098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14:paraId="538C1880" w14:textId="6CB1C3C4" w:rsidR="0079098B" w:rsidRDefault="0079098B" w:rsidP="00380A1F">
            <w:pPr>
              <w:jc w:val="center"/>
              <w:rPr>
                <w:sz w:val="21"/>
                <w:szCs w:val="21"/>
              </w:rPr>
            </w:pPr>
          </w:p>
        </w:tc>
      </w:tr>
      <w:tr w:rsidR="0079098B" w14:paraId="00789E79" w14:textId="77777777" w:rsidTr="00112A0E">
        <w:trPr>
          <w:trHeight w:val="286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2A32AC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E6ADDA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в том числе: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A854F7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2D08097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3E1FA40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F4A111D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77F514A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A5E4FDC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F2A8BCD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E42325B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C92A2B3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79098B" w14:paraId="6890964D" w14:textId="77777777" w:rsidTr="00112A0E">
        <w:trPr>
          <w:trHeight w:val="286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643B96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4EA2BD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убыток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C60950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061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455FF95C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0DEE1A36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027050A7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29D2D1A3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17C13230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69AF08FE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7AF8E2E5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925573D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79098B" w14:paraId="57CC1485" w14:textId="77777777" w:rsidTr="00112A0E">
        <w:trPr>
          <w:trHeight w:val="286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E2EB55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6AC9CF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переоценка долгосрочных активов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CCF14C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062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5D51EE6A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2B343173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0C59D38F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6D15D310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794EFCE7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66491FEE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1E5ACA99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C1B20F5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79098B" w14:paraId="0B5EF2C2" w14:textId="77777777" w:rsidTr="00112A0E">
        <w:trPr>
          <w:trHeight w:val="859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3C1107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6603CC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расходы от прочих операций, </w:t>
            </w:r>
            <w:r>
              <w:rPr>
                <w:sz w:val="21"/>
                <w:szCs w:val="21"/>
              </w:rPr>
              <w:br/>
              <w:t xml:space="preserve">  не включаемые в чистую </w:t>
            </w:r>
            <w:r>
              <w:rPr>
                <w:sz w:val="21"/>
                <w:szCs w:val="21"/>
              </w:rPr>
              <w:br/>
              <w:t xml:space="preserve">  прибыль (убыток)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AC832D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063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7331158F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3D150257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6A0792F4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3F9D8231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18986CB1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2A8E8271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382EEF1C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B97D8A4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79098B" w14:paraId="01344F4B" w14:textId="77777777" w:rsidTr="00112A0E">
        <w:trPr>
          <w:trHeight w:val="573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93B499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842D4B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уменьшение номинальной </w:t>
            </w:r>
            <w:r>
              <w:rPr>
                <w:sz w:val="21"/>
                <w:szCs w:val="21"/>
              </w:rPr>
              <w:br/>
              <w:t xml:space="preserve">  стоимости акций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CA7CAD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064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211DB7F1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0C2649C8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33E93E18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160000A7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1925C9A8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59B5F457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346BA44B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08AA04C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79098B" w14:paraId="74648EEF" w14:textId="77777777" w:rsidTr="00112A0E">
        <w:trPr>
          <w:trHeight w:val="573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D28EE4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C0A5D4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выкуп акций (долей </w:t>
            </w:r>
            <w:r>
              <w:rPr>
                <w:sz w:val="21"/>
                <w:szCs w:val="21"/>
              </w:rPr>
              <w:br/>
              <w:t xml:space="preserve">  в уставном капитале)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A6BBFD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065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7A86AA0E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1B36D06D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20E6AA75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4C262192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6DE2BA6C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2E16C004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39D119D1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5D841E4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79098B" w14:paraId="4700B827" w14:textId="77777777" w:rsidTr="00112A0E">
        <w:trPr>
          <w:trHeight w:val="859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CC4F20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045278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дивиденды и другие доходы </w:t>
            </w:r>
            <w:r>
              <w:rPr>
                <w:sz w:val="21"/>
                <w:szCs w:val="21"/>
              </w:rPr>
              <w:br/>
              <w:t xml:space="preserve">  от участия в уставном </w:t>
            </w:r>
            <w:r>
              <w:rPr>
                <w:sz w:val="21"/>
                <w:szCs w:val="21"/>
              </w:rPr>
              <w:br/>
              <w:t xml:space="preserve">  капитале организации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DCA940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066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3D55C60E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1E9BDDB5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5C951B54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5F4656A8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28774F83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</w:tcPr>
          <w:p w14:paraId="04321E53" w14:textId="5CAE001F" w:rsidR="0079098B" w:rsidRDefault="0079098B" w:rsidP="00380A1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</w:tcPr>
          <w:p w14:paraId="11C1FF71" w14:textId="7B5DE884" w:rsidR="0079098B" w:rsidRDefault="0079098B" w:rsidP="0079098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14:paraId="5A7148BF" w14:textId="0BF97082" w:rsidR="0079098B" w:rsidRDefault="0079098B" w:rsidP="00380A1F">
            <w:pPr>
              <w:jc w:val="center"/>
              <w:rPr>
                <w:sz w:val="21"/>
                <w:szCs w:val="21"/>
              </w:rPr>
            </w:pPr>
          </w:p>
        </w:tc>
      </w:tr>
      <w:tr w:rsidR="0079098B" w14:paraId="0BE47C08" w14:textId="77777777" w:rsidTr="00112A0E">
        <w:trPr>
          <w:trHeight w:val="286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A5982C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CB87F5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реорганизация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2B8FC8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067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7937BF6C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6AB79548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1FE6DF86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7719CE86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3414E962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214A3470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36CA6C61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EAC87DA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79098B" w14:paraId="4CBF0478" w14:textId="77777777" w:rsidTr="00112A0E">
        <w:trPr>
          <w:trHeight w:val="286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76FD78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E6D823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FE6DA3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068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3FC0E586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66322151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2C34FFE3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08496AAE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038E4611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0422BE24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43E514E3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65F2FF1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79098B" w14:paraId="7BAC535A" w14:textId="77777777" w:rsidTr="00112A0E">
        <w:trPr>
          <w:trHeight w:val="286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1B5A37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60DC07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прочие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E5CF89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069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7857902F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52435DF9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7D78FFE1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25FD668E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05542D55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095BBDE5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1F90AD85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C5D8B0E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79098B" w14:paraId="52E049C2" w14:textId="77777777" w:rsidTr="00112A0E">
        <w:trPr>
          <w:trHeight w:val="286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069789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F035B8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Изменение уставного капитала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498A3E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070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3249416B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3F5F77FE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4C8B281C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118E960A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261EA546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00B72548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0D1DED23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01F111C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79098B" w14:paraId="2866BAB6" w14:textId="77777777" w:rsidTr="00112A0E">
        <w:trPr>
          <w:trHeight w:val="286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7A6CE6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B069BA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Изменение резервного капитала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D4EAED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080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754549AE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7E289244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758036DB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52C56F03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7B409EE0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791C00F1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425D0A46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65FE87D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79098B" w14:paraId="5C9935B8" w14:textId="77777777" w:rsidTr="00112A0E">
        <w:trPr>
          <w:trHeight w:val="286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158D8B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E3D487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Изменение добавочного капитала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5D205F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090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57AFDAD7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106B4D64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7F849C4A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1D6CAE1C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6D6018F3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1AAA05A3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07A6EC4D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9C3EE49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79098B" w14:paraId="0E967075" w14:textId="77777777" w:rsidTr="00112A0E">
        <w:trPr>
          <w:trHeight w:val="286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AEAD74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4144A2" w14:textId="1737EE3A" w:rsidR="0079098B" w:rsidRDefault="0079098B" w:rsidP="0095143E">
            <w:pPr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Остаток на 31.12.20</w:t>
            </w:r>
            <w:r w:rsidR="00001DE2">
              <w:rPr>
                <w:b/>
                <w:bCs/>
                <w:sz w:val="21"/>
                <w:szCs w:val="21"/>
              </w:rPr>
              <w:t>2</w:t>
            </w:r>
            <w:r w:rsidR="0095143E">
              <w:rPr>
                <w:b/>
                <w:bCs/>
                <w:sz w:val="21"/>
                <w:szCs w:val="21"/>
              </w:rPr>
              <w:t>2</w:t>
            </w:r>
            <w:r>
              <w:rPr>
                <w:b/>
                <w:bCs/>
                <w:sz w:val="21"/>
                <w:szCs w:val="21"/>
              </w:rPr>
              <w:t xml:space="preserve"> г.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F2E0AD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EA24749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6 399 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295675B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8AACB80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B4DC53F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194C0E7" w14:textId="6902CA4D" w:rsidR="0079098B" w:rsidRDefault="0095143E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1103</w:t>
            </w:r>
            <w:r w:rsidR="0079098B">
              <w:rPr>
                <w:sz w:val="21"/>
                <w:szCs w:val="21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2B92E8B" w14:textId="734B2BFC" w:rsidR="0079098B" w:rsidRDefault="0095143E" w:rsidP="00380A1F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5410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53B4F0F" w14:textId="25E351F8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F54ADA6" w14:textId="0341CD62" w:rsidR="0079098B" w:rsidRDefault="0079098B" w:rsidP="0095143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  <w:r w:rsidR="0095143E">
              <w:rPr>
                <w:sz w:val="21"/>
                <w:szCs w:val="21"/>
              </w:rPr>
              <w:t>12912</w:t>
            </w:r>
          </w:p>
        </w:tc>
      </w:tr>
      <w:tr w:rsidR="0079098B" w14:paraId="74E00CDD" w14:textId="77777777" w:rsidTr="00112A0E">
        <w:trPr>
          <w:trHeight w:val="286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64DFFE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F1E28D" w14:textId="36423FD3" w:rsidR="0079098B" w:rsidRDefault="0079098B" w:rsidP="0095143E">
            <w:pPr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Остаток на 31.12.20</w:t>
            </w:r>
            <w:r w:rsidR="00001DE2">
              <w:rPr>
                <w:b/>
                <w:bCs/>
                <w:sz w:val="21"/>
                <w:szCs w:val="21"/>
              </w:rPr>
              <w:t>2</w:t>
            </w:r>
            <w:r w:rsidR="0095143E">
              <w:rPr>
                <w:b/>
                <w:bCs/>
                <w:sz w:val="21"/>
                <w:szCs w:val="21"/>
              </w:rPr>
              <w:t>2</w:t>
            </w:r>
            <w:r>
              <w:rPr>
                <w:b/>
                <w:bCs/>
                <w:sz w:val="21"/>
                <w:szCs w:val="21"/>
              </w:rPr>
              <w:t xml:space="preserve"> г.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8CF571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110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10B0CF10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6 399 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6A045893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43C6EF58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41D8EB0B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39BDEA4D" w14:textId="03F0968F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  <w:r w:rsidR="0095143E">
              <w:rPr>
                <w:sz w:val="21"/>
                <w:szCs w:val="21"/>
              </w:rPr>
              <w:t>1103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45D255A1" w14:textId="4E04B976" w:rsidR="0079098B" w:rsidRDefault="0095143E" w:rsidP="00380A1F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5410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312BCA2C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7F7B4CD" w14:textId="11A8DF6E" w:rsidR="0079098B" w:rsidRDefault="0079098B" w:rsidP="0095143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  <w:r w:rsidR="0095143E">
              <w:rPr>
                <w:sz w:val="21"/>
                <w:szCs w:val="21"/>
              </w:rPr>
              <w:t>12912</w:t>
            </w:r>
            <w:r>
              <w:rPr>
                <w:sz w:val="21"/>
                <w:szCs w:val="21"/>
              </w:rPr>
              <w:t xml:space="preserve"> </w:t>
            </w:r>
          </w:p>
        </w:tc>
      </w:tr>
      <w:tr w:rsidR="0079098B" w14:paraId="27F47774" w14:textId="77777777" w:rsidTr="00112A0E">
        <w:trPr>
          <w:trHeight w:val="588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5A65CE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0082D9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Корректировки в связи </w:t>
            </w:r>
            <w:r>
              <w:rPr>
                <w:sz w:val="21"/>
                <w:szCs w:val="21"/>
              </w:rPr>
              <w:br/>
              <w:t>с изменением учетной политики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A8B811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120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52AA3A1E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678477D9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5FF6AFB3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15BF4723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6618CCC6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6074B792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78B34E9A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1DB5FBC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79098B" w14:paraId="40CDB09F" w14:textId="77777777" w:rsidTr="00112A0E">
        <w:trPr>
          <w:trHeight w:val="573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9773E8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467229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Корректировки в связи </w:t>
            </w:r>
            <w:r>
              <w:rPr>
                <w:sz w:val="21"/>
                <w:szCs w:val="21"/>
              </w:rPr>
              <w:br/>
              <w:t>с исправлением ошибок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96516E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130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03BECE31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49F8F07D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6E2EB836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115DD06D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5711B326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5D129291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2C8DB5BE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3821788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79098B" w14:paraId="7244AD78" w14:textId="77777777" w:rsidTr="00112A0E">
        <w:trPr>
          <w:trHeight w:val="573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FD930A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FEA0D9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 постановлению N 23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6DAA35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FF"/>
            <w:vAlign w:val="bottom"/>
            <w:hideMark/>
          </w:tcPr>
          <w:p w14:paraId="2C277305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  <w:hideMark/>
          </w:tcPr>
          <w:p w14:paraId="00745066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FF"/>
            <w:vAlign w:val="bottom"/>
            <w:hideMark/>
          </w:tcPr>
          <w:p w14:paraId="093D1AC5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  <w:hideMark/>
          </w:tcPr>
          <w:p w14:paraId="0838B683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FF"/>
            <w:vAlign w:val="bottom"/>
            <w:hideMark/>
          </w:tcPr>
          <w:p w14:paraId="02BE6E63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  <w:hideMark/>
          </w:tcPr>
          <w:p w14:paraId="5E9D7CEE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FF"/>
            <w:vAlign w:val="bottom"/>
            <w:hideMark/>
          </w:tcPr>
          <w:p w14:paraId="5ACE980E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  <w:hideMark/>
          </w:tcPr>
          <w:p w14:paraId="42AC453A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FF"/>
            <w:vAlign w:val="bottom"/>
            <w:hideMark/>
          </w:tcPr>
          <w:p w14:paraId="65E88A60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  <w:hideMark/>
          </w:tcPr>
          <w:p w14:paraId="25116995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FF"/>
            <w:vAlign w:val="bottom"/>
            <w:hideMark/>
          </w:tcPr>
          <w:p w14:paraId="280C3167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  <w:hideMark/>
          </w:tcPr>
          <w:p w14:paraId="76CFFFB3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FF"/>
            <w:vAlign w:val="bottom"/>
            <w:hideMark/>
          </w:tcPr>
          <w:p w14:paraId="24917A94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  <w:hideMark/>
          </w:tcPr>
          <w:p w14:paraId="7C183FAD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3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94FCDBA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943868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79098B" w14:paraId="3670597D" w14:textId="77777777" w:rsidTr="00112A0E">
        <w:trPr>
          <w:trHeight w:val="573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BFBD91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D84FF3" w14:textId="355BDF51" w:rsidR="0079098B" w:rsidRDefault="00CE0D17" w:rsidP="0095143E">
            <w:pPr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Скорректированный</w:t>
            </w:r>
            <w:r w:rsidR="0079098B">
              <w:rPr>
                <w:b/>
                <w:bCs/>
                <w:sz w:val="21"/>
                <w:szCs w:val="21"/>
              </w:rPr>
              <w:t xml:space="preserve"> остаток на 31.12.20</w:t>
            </w:r>
            <w:r w:rsidR="00001DE2">
              <w:rPr>
                <w:b/>
                <w:bCs/>
                <w:sz w:val="21"/>
                <w:szCs w:val="21"/>
              </w:rPr>
              <w:t>2</w:t>
            </w:r>
            <w:r w:rsidR="0095143E">
              <w:rPr>
                <w:b/>
                <w:bCs/>
                <w:sz w:val="21"/>
                <w:szCs w:val="21"/>
              </w:rPr>
              <w:t>2</w:t>
            </w:r>
            <w:r w:rsidR="0079098B">
              <w:rPr>
                <w:b/>
                <w:bCs/>
                <w:sz w:val="21"/>
                <w:szCs w:val="21"/>
              </w:rPr>
              <w:t xml:space="preserve"> г.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7FE2CF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140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72D0E9F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6 399 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696A110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BAD983C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DB62332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F70F022" w14:textId="4AB83898" w:rsidR="0079098B" w:rsidRDefault="0095143E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1103</w:t>
            </w:r>
            <w:r w:rsidR="0079098B">
              <w:rPr>
                <w:sz w:val="21"/>
                <w:szCs w:val="21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AB92051" w14:textId="134DE9C4" w:rsidR="0079098B" w:rsidRDefault="0095143E" w:rsidP="00380A1F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5410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B19A6B4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21D3B16" w14:textId="52D47F75" w:rsidR="0079098B" w:rsidRDefault="0079098B" w:rsidP="0095143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  <w:r w:rsidR="003E327D">
              <w:rPr>
                <w:sz w:val="21"/>
                <w:szCs w:val="21"/>
              </w:rPr>
              <w:t>1</w:t>
            </w:r>
            <w:r w:rsidR="0095143E">
              <w:rPr>
                <w:sz w:val="21"/>
                <w:szCs w:val="21"/>
              </w:rPr>
              <w:t>2912</w:t>
            </w:r>
          </w:p>
        </w:tc>
      </w:tr>
      <w:tr w:rsidR="0079098B" w14:paraId="070894A4" w14:textId="77777777" w:rsidTr="00112A0E">
        <w:trPr>
          <w:trHeight w:val="286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25E77C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2E26B6" w14:textId="4155EFB2" w:rsidR="0079098B" w:rsidRPr="0095143E" w:rsidRDefault="0079098B" w:rsidP="0095143E">
            <w:pPr>
              <w:rPr>
                <w:b/>
                <w:bCs/>
                <w:sz w:val="18"/>
                <w:szCs w:val="21"/>
              </w:rPr>
            </w:pPr>
            <w:r w:rsidRPr="0095143E">
              <w:rPr>
                <w:b/>
                <w:bCs/>
                <w:sz w:val="18"/>
                <w:szCs w:val="21"/>
              </w:rPr>
              <w:t>За январь-декабрь 20</w:t>
            </w:r>
            <w:r w:rsidR="001D2E0D" w:rsidRPr="0095143E">
              <w:rPr>
                <w:b/>
                <w:bCs/>
                <w:sz w:val="18"/>
                <w:szCs w:val="21"/>
              </w:rPr>
              <w:t>2</w:t>
            </w:r>
            <w:r w:rsidR="0095143E" w:rsidRPr="0095143E">
              <w:rPr>
                <w:b/>
                <w:bCs/>
                <w:sz w:val="18"/>
                <w:szCs w:val="21"/>
              </w:rPr>
              <w:t>3</w:t>
            </w:r>
            <w:r w:rsidRPr="0095143E">
              <w:rPr>
                <w:b/>
                <w:bCs/>
                <w:sz w:val="18"/>
                <w:szCs w:val="21"/>
              </w:rPr>
              <w:t xml:space="preserve"> года</w:t>
            </w:r>
          </w:p>
        </w:tc>
        <w:tc>
          <w:tcPr>
            <w:tcW w:w="6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8FE377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150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81633C9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6CD5A8C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F176D00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0BD5F0F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BF495EB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1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CAB0473" w14:textId="77777777" w:rsidR="0095143E" w:rsidRDefault="0095143E" w:rsidP="003E327D">
            <w:pPr>
              <w:jc w:val="center"/>
              <w:rPr>
                <w:sz w:val="21"/>
                <w:szCs w:val="21"/>
              </w:rPr>
            </w:pPr>
          </w:p>
          <w:p w14:paraId="0F24C4CC" w14:textId="77777777" w:rsidR="0095143E" w:rsidRDefault="0095143E" w:rsidP="003E327D">
            <w:pPr>
              <w:jc w:val="center"/>
              <w:rPr>
                <w:sz w:val="21"/>
                <w:szCs w:val="21"/>
              </w:rPr>
            </w:pPr>
          </w:p>
          <w:p w14:paraId="21283F8D" w14:textId="47D69BD3" w:rsidR="0079098B" w:rsidRDefault="0095143E" w:rsidP="003E327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2176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01ABC59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C1850BE" w14:textId="77777777" w:rsidR="0095143E" w:rsidRDefault="0095143E" w:rsidP="0079098B">
            <w:pPr>
              <w:jc w:val="center"/>
              <w:rPr>
                <w:sz w:val="21"/>
                <w:szCs w:val="21"/>
              </w:rPr>
            </w:pPr>
          </w:p>
          <w:p w14:paraId="59C09548" w14:textId="77777777" w:rsidR="0095143E" w:rsidRDefault="0095143E" w:rsidP="0079098B">
            <w:pPr>
              <w:jc w:val="center"/>
              <w:rPr>
                <w:sz w:val="21"/>
                <w:szCs w:val="21"/>
              </w:rPr>
            </w:pPr>
          </w:p>
          <w:p w14:paraId="3CB857AE" w14:textId="7DAD334B" w:rsidR="0079098B" w:rsidRDefault="003E327D" w:rsidP="0095143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  <w:r w:rsidR="0095143E">
              <w:rPr>
                <w:sz w:val="21"/>
                <w:szCs w:val="21"/>
              </w:rPr>
              <w:t>408</w:t>
            </w:r>
            <w:r w:rsidR="00380A1F">
              <w:rPr>
                <w:sz w:val="21"/>
                <w:szCs w:val="21"/>
              </w:rPr>
              <w:t xml:space="preserve"> </w:t>
            </w:r>
            <w:r w:rsidR="0079098B">
              <w:rPr>
                <w:sz w:val="21"/>
                <w:szCs w:val="21"/>
              </w:rPr>
              <w:t xml:space="preserve"> </w:t>
            </w:r>
          </w:p>
        </w:tc>
      </w:tr>
      <w:tr w:rsidR="0079098B" w14:paraId="65E91ED7" w14:textId="77777777" w:rsidTr="00112A0E">
        <w:trPr>
          <w:trHeight w:val="573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3B16AA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E175B6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Увеличение собственного </w:t>
            </w:r>
            <w:r>
              <w:rPr>
                <w:sz w:val="21"/>
                <w:szCs w:val="21"/>
              </w:rPr>
              <w:br/>
              <w:t>капитала - всего</w:t>
            </w:r>
          </w:p>
        </w:tc>
        <w:tc>
          <w:tcPr>
            <w:tcW w:w="6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6DADFF" w14:textId="77777777" w:rsidR="0079098B" w:rsidRDefault="0079098B" w:rsidP="0079098B">
            <w:pPr>
              <w:rPr>
                <w:sz w:val="21"/>
                <w:szCs w:val="21"/>
              </w:rPr>
            </w:pP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6B8D22C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B63C736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DDE4BAB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409ABEB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2155D8B" w14:textId="4958702E" w:rsidR="0079098B" w:rsidRDefault="0079098B" w:rsidP="0095143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  <w:r w:rsidR="0095143E">
              <w:rPr>
                <w:sz w:val="21"/>
                <w:szCs w:val="21"/>
              </w:rPr>
              <w:t>232</w:t>
            </w:r>
          </w:p>
        </w:tc>
        <w:tc>
          <w:tcPr>
            <w:tcW w:w="11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B26B0B" w14:textId="77777777" w:rsidR="0079098B" w:rsidRDefault="0079098B" w:rsidP="0079098B">
            <w:pPr>
              <w:rPr>
                <w:sz w:val="21"/>
                <w:szCs w:val="21"/>
              </w:rPr>
            </w:pP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FC1851F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1CE77A" w14:textId="77777777" w:rsidR="0079098B" w:rsidRDefault="0079098B" w:rsidP="0079098B">
            <w:pPr>
              <w:rPr>
                <w:sz w:val="21"/>
                <w:szCs w:val="21"/>
              </w:rPr>
            </w:pPr>
          </w:p>
        </w:tc>
      </w:tr>
      <w:tr w:rsidR="0079098B" w14:paraId="3FD4CA0A" w14:textId="77777777" w:rsidTr="00112A0E">
        <w:trPr>
          <w:trHeight w:val="286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51111F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0AA522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в том числе:</w:t>
            </w:r>
          </w:p>
        </w:tc>
        <w:tc>
          <w:tcPr>
            <w:tcW w:w="6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6DDF26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151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9166775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B8BC53F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C1B089C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42612EC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3B0E829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1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4C7539F" w14:textId="4CB71B2A" w:rsidR="0079098B" w:rsidRDefault="00942205" w:rsidP="003E327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2176</w:t>
            </w:r>
            <w:r w:rsidR="00380A1F">
              <w:rPr>
                <w:sz w:val="21"/>
                <w:szCs w:val="21"/>
              </w:rPr>
              <w:t xml:space="preserve"> </w:t>
            </w:r>
            <w:r w:rsidR="0079098B">
              <w:rPr>
                <w:sz w:val="21"/>
                <w:szCs w:val="21"/>
              </w:rPr>
              <w:t xml:space="preserve"> 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DDFD5CD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F19E78D" w14:textId="255DB3A4" w:rsidR="0079098B" w:rsidRDefault="0079098B" w:rsidP="00942205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  <w:r w:rsidR="00380A1F">
              <w:rPr>
                <w:sz w:val="21"/>
                <w:szCs w:val="21"/>
              </w:rPr>
              <w:t xml:space="preserve"> </w:t>
            </w:r>
            <w:r w:rsidR="00942205">
              <w:rPr>
                <w:sz w:val="21"/>
                <w:szCs w:val="21"/>
              </w:rPr>
              <w:t>2176</w:t>
            </w:r>
            <w:r w:rsidR="00380A1F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 </w:t>
            </w:r>
          </w:p>
        </w:tc>
      </w:tr>
      <w:tr w:rsidR="0079098B" w14:paraId="7CE17C27" w14:textId="77777777" w:rsidTr="00112A0E">
        <w:trPr>
          <w:trHeight w:val="286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57B5DA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E84C53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чистая прибыль</w:t>
            </w:r>
          </w:p>
        </w:tc>
        <w:tc>
          <w:tcPr>
            <w:tcW w:w="6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C50E13" w14:textId="77777777" w:rsidR="0079098B" w:rsidRDefault="0079098B" w:rsidP="0079098B">
            <w:pPr>
              <w:rPr>
                <w:sz w:val="21"/>
                <w:szCs w:val="21"/>
              </w:rPr>
            </w:pP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00B9EDE9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77E8B29F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351979B2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2D5E7150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1B2DE720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1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088107" w14:textId="77777777" w:rsidR="0079098B" w:rsidRDefault="0079098B" w:rsidP="0079098B">
            <w:pPr>
              <w:rPr>
                <w:sz w:val="21"/>
                <w:szCs w:val="21"/>
              </w:rPr>
            </w:pP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204AD18C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559FD4" w14:textId="77777777" w:rsidR="0079098B" w:rsidRDefault="0079098B" w:rsidP="0079098B">
            <w:pPr>
              <w:rPr>
                <w:sz w:val="21"/>
                <w:szCs w:val="21"/>
              </w:rPr>
            </w:pPr>
          </w:p>
        </w:tc>
      </w:tr>
      <w:tr w:rsidR="0079098B" w14:paraId="532605FB" w14:textId="77777777" w:rsidTr="00112A0E">
        <w:trPr>
          <w:trHeight w:val="286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64D2FC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FF0043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переоценка долгосрочных активов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B9E7C7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152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7EFD842C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5EC485BE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344BAA4F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55D15BD5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5BBCF0FD" w14:textId="0A57C5C8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  <w:r w:rsidR="00942205">
              <w:rPr>
                <w:sz w:val="21"/>
                <w:szCs w:val="21"/>
              </w:rPr>
              <w:t>232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7A76085A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1D2B5ADC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3496EA2" w14:textId="5B89A1BE" w:rsidR="0079098B" w:rsidRDefault="00942205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232</w:t>
            </w:r>
          </w:p>
        </w:tc>
      </w:tr>
      <w:tr w:rsidR="0079098B" w14:paraId="1CA2A4DC" w14:textId="77777777" w:rsidTr="00112A0E">
        <w:trPr>
          <w:trHeight w:val="859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C052CF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35CD3B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доходы от прочих операций, </w:t>
            </w:r>
            <w:r>
              <w:rPr>
                <w:sz w:val="21"/>
                <w:szCs w:val="21"/>
              </w:rPr>
              <w:br/>
              <w:t xml:space="preserve">  не включаемые в чистую </w:t>
            </w:r>
            <w:r>
              <w:rPr>
                <w:sz w:val="21"/>
                <w:szCs w:val="21"/>
              </w:rPr>
              <w:br/>
              <w:t xml:space="preserve">  прибыль (убыток)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0F17FD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153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561830A8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790F7E83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62754D7E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492AB5D0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068DBAA4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063DE366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0F496DEA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F0A63C8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79098B" w14:paraId="1700F763" w14:textId="77777777" w:rsidTr="00112A0E">
        <w:trPr>
          <w:trHeight w:val="286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9B3E0D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A8400E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выпуск дополнительных акций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AE2FED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154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2E7184F2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5405F654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03C7DA1F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2507966E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2F22B229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61198B36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2BFE78ED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C71DB8F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79098B" w14:paraId="65172452" w14:textId="77777777" w:rsidTr="00112A0E">
        <w:trPr>
          <w:trHeight w:val="573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1F3CCD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6C41EB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увеличение номинальной </w:t>
            </w:r>
            <w:r>
              <w:rPr>
                <w:sz w:val="21"/>
                <w:szCs w:val="21"/>
              </w:rPr>
              <w:br/>
              <w:t xml:space="preserve">  стоимости акций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2985C1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155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2FFCE520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13EED651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4CA0A529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49ECF787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22E0C385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23B9981D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220D5F5D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610298E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79098B" w14:paraId="73833E49" w14:textId="77777777" w:rsidTr="00112A0E">
        <w:trPr>
          <w:trHeight w:val="573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D941D2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BEDB93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вклады собственника имущества </w:t>
            </w:r>
            <w:r>
              <w:rPr>
                <w:sz w:val="21"/>
                <w:szCs w:val="21"/>
              </w:rPr>
              <w:br/>
              <w:t xml:space="preserve">  (учредителей, участников)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FA586A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156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031EB553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4C1EF5D3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5AC9787B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7E1FF127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2A7369A5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28A897D0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66D4DB3B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EEB4A04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79098B" w14:paraId="588B92CF" w14:textId="77777777" w:rsidTr="00112A0E">
        <w:trPr>
          <w:trHeight w:val="286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F977A0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6EE767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реорганизация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B02FB1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157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1822418A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7539135C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29A8B486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48223526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635DBCAF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1E1C6329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4214F0B7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86367A2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79098B" w14:paraId="6435319E" w14:textId="77777777" w:rsidTr="00112A0E">
        <w:trPr>
          <w:trHeight w:val="286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8BEAAF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B73375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3E0152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158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6BC57D54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1265F7DB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6CE2353E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3D217D91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48DAE8D6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11232652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0C81E3B2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E08D736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79098B" w14:paraId="0D734AA7" w14:textId="77777777" w:rsidTr="00112A0E">
        <w:trPr>
          <w:trHeight w:val="286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BD761A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68BF60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прочие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82B059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159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63B42471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10E6E24A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0483DF31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52161804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34A43AA7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1B6AF369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7108B558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621E5A1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79098B" w14:paraId="638ED92C" w14:textId="77777777" w:rsidTr="00112A0E">
        <w:trPr>
          <w:trHeight w:val="588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039135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E65BFE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Уменьшение собственного </w:t>
            </w:r>
            <w:r>
              <w:rPr>
                <w:sz w:val="21"/>
                <w:szCs w:val="21"/>
              </w:rPr>
              <w:br/>
              <w:t>капитала - всего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6412E4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160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C3572CB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981B7E6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078F0CF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ABB1183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59BA009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E57641F" w14:textId="375CEB08" w:rsidR="0079098B" w:rsidRDefault="00942205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24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9A8AD7D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7145F09" w14:textId="6C28E86D" w:rsidR="0079098B" w:rsidRDefault="00942205" w:rsidP="00380A1F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24</w:t>
            </w:r>
            <w:r w:rsidR="0079098B">
              <w:rPr>
                <w:sz w:val="21"/>
                <w:szCs w:val="21"/>
              </w:rPr>
              <w:t xml:space="preserve"> </w:t>
            </w:r>
          </w:p>
        </w:tc>
      </w:tr>
      <w:tr w:rsidR="0079098B" w14:paraId="4C8CBB3E" w14:textId="77777777" w:rsidTr="00112A0E">
        <w:trPr>
          <w:trHeight w:val="286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2E6564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F4A98F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в том числе: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19B316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5F80830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75F184A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633BC95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9D6509B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DDF3828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77A14F2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1826D85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3B0467A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79098B" w14:paraId="3FB6AC3C" w14:textId="77777777" w:rsidTr="00112A0E">
        <w:trPr>
          <w:trHeight w:val="334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F81C5A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6498F0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убыток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4C0CC6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161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0892DCC1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052B7CE8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70638ADF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35D38EDD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101C85E3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31490186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58CC4406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F5A8BEC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79098B" w14:paraId="52640DC3" w14:textId="77777777" w:rsidTr="00112A0E">
        <w:trPr>
          <w:trHeight w:val="286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FA48EB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CC5861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переоценка долгосрочных активов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67687D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162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792068C9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6B60DE14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7E34973A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429A96EA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3F9C58D0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6C07FA2D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09158FA8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B34C486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79098B" w14:paraId="07AF5E4B" w14:textId="77777777" w:rsidTr="00112A0E">
        <w:trPr>
          <w:trHeight w:val="859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70DDCF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FA4495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расходы от прочих операций, </w:t>
            </w:r>
            <w:r>
              <w:rPr>
                <w:sz w:val="21"/>
                <w:szCs w:val="21"/>
              </w:rPr>
              <w:br/>
              <w:t xml:space="preserve">  не включаемые в чистую </w:t>
            </w:r>
            <w:r>
              <w:rPr>
                <w:sz w:val="21"/>
                <w:szCs w:val="21"/>
              </w:rPr>
              <w:br/>
              <w:t xml:space="preserve">  прибыль (убыток)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260808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163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0D0EF725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122C10EC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3F91F657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5DA441D1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017DE372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558B2AD5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56F723D7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226DB13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79098B" w14:paraId="768A9AC5" w14:textId="77777777" w:rsidTr="00112A0E">
        <w:trPr>
          <w:trHeight w:val="573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C1166B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860966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уменьшение номинальной </w:t>
            </w:r>
            <w:r>
              <w:rPr>
                <w:sz w:val="21"/>
                <w:szCs w:val="21"/>
              </w:rPr>
              <w:br/>
              <w:t xml:space="preserve">  стоимости акций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2351B6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164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2E02B425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38C5C10A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158B6F0F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21303E6F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52D7F3B4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41AD0FE4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27476CF4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A2B9F49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79098B" w14:paraId="3BE19945" w14:textId="77777777" w:rsidTr="00112A0E">
        <w:trPr>
          <w:trHeight w:val="573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605D18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E0405B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выкуп акций (долей </w:t>
            </w:r>
            <w:r>
              <w:rPr>
                <w:sz w:val="21"/>
                <w:szCs w:val="21"/>
              </w:rPr>
              <w:br/>
              <w:t xml:space="preserve">  в уставном капитале)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11A658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165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37275C28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7C072A5E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39F14F0F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7972D67A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459AF2F7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6467D641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7E93645C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77E1B13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79098B" w14:paraId="0D9FE6F7" w14:textId="77777777" w:rsidTr="00112A0E">
        <w:trPr>
          <w:trHeight w:val="859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C1BF29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CF7298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дивиденды и другие доходы </w:t>
            </w:r>
            <w:r>
              <w:rPr>
                <w:sz w:val="21"/>
                <w:szCs w:val="21"/>
              </w:rPr>
              <w:br/>
              <w:t xml:space="preserve">  от участия в уставном </w:t>
            </w:r>
            <w:r>
              <w:rPr>
                <w:sz w:val="21"/>
                <w:szCs w:val="21"/>
              </w:rPr>
              <w:br/>
              <w:t xml:space="preserve">  капитале организации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6BFDE0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166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49F726E2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299B81E6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4DD312AB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35801A37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0E7A7FA2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0C7F208D" w14:textId="04D52160" w:rsidR="0079098B" w:rsidRDefault="00942205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24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04108BA1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9C96121" w14:textId="3DDAAA81" w:rsidR="0079098B" w:rsidRDefault="00942205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24</w:t>
            </w:r>
          </w:p>
        </w:tc>
      </w:tr>
      <w:tr w:rsidR="0079098B" w14:paraId="5192C663" w14:textId="77777777" w:rsidTr="00112A0E">
        <w:trPr>
          <w:trHeight w:val="286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6C3924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D908C0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реорганизация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316C18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167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540C8CFD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0089AF90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3D20DF22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311D018E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40D18099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403F4985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56F44849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485F19B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79098B" w14:paraId="5993F617" w14:textId="77777777" w:rsidTr="00112A0E">
        <w:trPr>
          <w:trHeight w:val="286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D1A035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FBB55F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69C61D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168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5DE2471C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4CCEF1AF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3A1AB1B9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2D20D64F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5FCA4ED8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6F3F8C82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73FE4179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C22AEAC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79098B" w14:paraId="656CC716" w14:textId="77777777" w:rsidTr="00112A0E">
        <w:trPr>
          <w:trHeight w:val="286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54C911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B25C8D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прочие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958317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169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76D2B230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0C0ADB6B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179054A4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170BD6F8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3C42B532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662E157B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10FAF31E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64D7ACD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79098B" w14:paraId="067832EC" w14:textId="77777777" w:rsidTr="00112A0E">
        <w:trPr>
          <w:trHeight w:val="318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1E952D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4D8E54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Изменение уставного капитала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5A0215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170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570ECA1A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6D6C258E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68E997D1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64722808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0A76A575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04B63839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5D979774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B9A388D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79098B" w14:paraId="26BBC03F" w14:textId="77777777" w:rsidTr="00112A0E">
        <w:trPr>
          <w:trHeight w:val="286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4635F7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912158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Изменение резервного капитала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B8F3ED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180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2072A577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69427BF4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369A228C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522C25B5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02AF6A39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1E8ABB8A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4B4964C4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9AB968F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79098B" w14:paraId="2056651A" w14:textId="77777777" w:rsidTr="00112A0E">
        <w:trPr>
          <w:trHeight w:val="286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CAF1A1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A45E92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Изменение добавочного капитала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CCB98A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190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6FF6CD4E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6A2F11EF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2ACFED8B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05D8C0AC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67642B6C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08E2BD22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7D7E6E3B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657C611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79098B" w14:paraId="25303541" w14:textId="77777777" w:rsidTr="00112A0E">
        <w:trPr>
          <w:trHeight w:val="286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7151B7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58A6F4" w14:textId="12AFFD23" w:rsidR="0079098B" w:rsidRDefault="0079098B" w:rsidP="00942205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Остаток на 31.12.20</w:t>
            </w:r>
            <w:r w:rsidR="001D2E0D">
              <w:rPr>
                <w:sz w:val="21"/>
                <w:szCs w:val="21"/>
              </w:rPr>
              <w:t>2</w:t>
            </w:r>
            <w:r w:rsidR="00942205">
              <w:rPr>
                <w:sz w:val="21"/>
                <w:szCs w:val="21"/>
              </w:rPr>
              <w:t>3</w:t>
            </w:r>
            <w:r>
              <w:rPr>
                <w:sz w:val="21"/>
                <w:szCs w:val="21"/>
              </w:rPr>
              <w:t xml:space="preserve"> г.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09D7CD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200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A8A260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6 399 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69FA9D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C04CA7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496090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0A2923" w14:textId="078AA73A" w:rsidR="0079098B" w:rsidRDefault="0079098B" w:rsidP="00942205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  <w:r w:rsidR="00942205">
              <w:rPr>
                <w:sz w:val="21"/>
                <w:szCs w:val="21"/>
              </w:rPr>
              <w:t>1335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D8FFBB" w14:textId="270F10B9" w:rsidR="0079098B" w:rsidRDefault="00942205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7562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8D75E82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517632" w14:textId="4C02C4F7" w:rsidR="0079098B" w:rsidRDefault="0079098B" w:rsidP="00942205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  <w:r w:rsidR="00942205">
              <w:rPr>
                <w:sz w:val="21"/>
                <w:szCs w:val="21"/>
              </w:rPr>
              <w:t>15296</w:t>
            </w:r>
            <w:r w:rsidR="00380A1F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 </w:t>
            </w:r>
          </w:p>
        </w:tc>
      </w:tr>
    </w:tbl>
    <w:p w14:paraId="4577D754" w14:textId="77777777" w:rsidR="003D3BA3" w:rsidRDefault="003D3BA3" w:rsidP="000616A7">
      <w:pPr>
        <w:rPr>
          <w:noProof/>
        </w:rPr>
      </w:pPr>
    </w:p>
    <w:p w14:paraId="218C8DC1" w14:textId="77777777" w:rsidR="0079098B" w:rsidRDefault="0079098B" w:rsidP="000616A7">
      <w:pPr>
        <w:rPr>
          <w:noProof/>
        </w:rPr>
      </w:pPr>
    </w:p>
    <w:p w14:paraId="2826EF98" w14:textId="77777777" w:rsidR="0079098B" w:rsidRDefault="0079098B" w:rsidP="000616A7">
      <w:pPr>
        <w:rPr>
          <w:noProof/>
        </w:rPr>
      </w:pPr>
    </w:p>
    <w:p w14:paraId="78C262D2" w14:textId="77777777" w:rsidR="0079098B" w:rsidRDefault="0079098B" w:rsidP="000616A7">
      <w:pPr>
        <w:rPr>
          <w:noProof/>
        </w:rPr>
      </w:pPr>
    </w:p>
    <w:p w14:paraId="545612DD" w14:textId="77777777" w:rsidR="0079098B" w:rsidRDefault="0079098B" w:rsidP="000616A7">
      <w:pPr>
        <w:rPr>
          <w:noProof/>
        </w:rPr>
      </w:pPr>
    </w:p>
    <w:p w14:paraId="051E9CCD" w14:textId="77777777" w:rsidR="0079098B" w:rsidRDefault="0079098B" w:rsidP="000616A7">
      <w:pPr>
        <w:rPr>
          <w:noProof/>
        </w:rPr>
      </w:pPr>
    </w:p>
    <w:p w14:paraId="02722943" w14:textId="77777777" w:rsidR="0079098B" w:rsidRDefault="0079098B" w:rsidP="000616A7">
      <w:pPr>
        <w:rPr>
          <w:noProof/>
        </w:rPr>
      </w:pPr>
    </w:p>
    <w:p w14:paraId="70A59912" w14:textId="77777777" w:rsidR="0079098B" w:rsidRDefault="0079098B" w:rsidP="000616A7">
      <w:pPr>
        <w:rPr>
          <w:noProof/>
        </w:rPr>
      </w:pPr>
    </w:p>
    <w:p w14:paraId="1BEE4E6A" w14:textId="77777777" w:rsidR="0079098B" w:rsidRDefault="0079098B" w:rsidP="000616A7">
      <w:pPr>
        <w:rPr>
          <w:noProof/>
        </w:rPr>
      </w:pPr>
    </w:p>
    <w:p w14:paraId="20430144" w14:textId="77777777" w:rsidR="0079098B" w:rsidRDefault="0079098B" w:rsidP="000616A7">
      <w:pPr>
        <w:rPr>
          <w:noProof/>
        </w:rPr>
      </w:pPr>
    </w:p>
    <w:p w14:paraId="45944F7D" w14:textId="77777777" w:rsidR="0079098B" w:rsidRDefault="0079098B" w:rsidP="000616A7">
      <w:pPr>
        <w:rPr>
          <w:noProof/>
        </w:rPr>
      </w:pPr>
    </w:p>
    <w:p w14:paraId="65BA5AAE" w14:textId="77777777" w:rsidR="0079098B" w:rsidRDefault="0079098B" w:rsidP="000616A7">
      <w:pPr>
        <w:rPr>
          <w:noProof/>
        </w:rPr>
      </w:pPr>
    </w:p>
    <w:p w14:paraId="3935B11C" w14:textId="77777777" w:rsidR="0079098B" w:rsidRDefault="0079098B" w:rsidP="000616A7">
      <w:pPr>
        <w:rPr>
          <w:noProof/>
        </w:rPr>
      </w:pPr>
    </w:p>
    <w:p w14:paraId="5BD8483A" w14:textId="77777777" w:rsidR="0079098B" w:rsidRDefault="0079098B" w:rsidP="000616A7">
      <w:pPr>
        <w:rPr>
          <w:noProof/>
        </w:rPr>
      </w:pPr>
    </w:p>
    <w:p w14:paraId="1357B6BC" w14:textId="77777777" w:rsidR="0079098B" w:rsidRDefault="0079098B" w:rsidP="000616A7">
      <w:pPr>
        <w:rPr>
          <w:noProof/>
        </w:rPr>
      </w:pPr>
    </w:p>
    <w:p w14:paraId="2709FFB9" w14:textId="77777777" w:rsidR="0079098B" w:rsidRDefault="0079098B" w:rsidP="000616A7">
      <w:pPr>
        <w:rPr>
          <w:noProof/>
        </w:rPr>
      </w:pPr>
    </w:p>
    <w:p w14:paraId="45A4233D" w14:textId="77777777" w:rsidR="0079098B" w:rsidRDefault="0079098B" w:rsidP="000616A7">
      <w:pPr>
        <w:rPr>
          <w:noProof/>
        </w:rPr>
      </w:pPr>
    </w:p>
    <w:p w14:paraId="44E8BC7E" w14:textId="77777777" w:rsidR="0079098B" w:rsidRDefault="0079098B" w:rsidP="000616A7">
      <w:pPr>
        <w:rPr>
          <w:noProof/>
        </w:rPr>
      </w:pPr>
    </w:p>
    <w:p w14:paraId="2F9405BE" w14:textId="77777777" w:rsidR="0079098B" w:rsidRDefault="0079098B" w:rsidP="000616A7">
      <w:pPr>
        <w:rPr>
          <w:noProof/>
        </w:rPr>
      </w:pPr>
    </w:p>
    <w:p w14:paraId="5CAD06F0" w14:textId="77777777" w:rsidR="0079098B" w:rsidRDefault="0079098B" w:rsidP="000616A7">
      <w:pPr>
        <w:rPr>
          <w:noProof/>
        </w:rPr>
      </w:pPr>
    </w:p>
    <w:p w14:paraId="74F018E0" w14:textId="77777777" w:rsidR="0079098B" w:rsidRDefault="0079098B" w:rsidP="000616A7">
      <w:pPr>
        <w:rPr>
          <w:noProof/>
        </w:rPr>
      </w:pPr>
    </w:p>
    <w:p w14:paraId="39F73499" w14:textId="77777777" w:rsidR="0079098B" w:rsidRDefault="0079098B" w:rsidP="000616A7">
      <w:pPr>
        <w:rPr>
          <w:noProof/>
        </w:rPr>
      </w:pPr>
    </w:p>
    <w:p w14:paraId="5BA9A8B9" w14:textId="77777777" w:rsidR="0079098B" w:rsidRDefault="0079098B" w:rsidP="000616A7">
      <w:pPr>
        <w:rPr>
          <w:noProof/>
        </w:rPr>
      </w:pPr>
    </w:p>
    <w:p w14:paraId="16BAA491" w14:textId="77777777" w:rsidR="0079098B" w:rsidRDefault="0079098B" w:rsidP="000616A7">
      <w:pPr>
        <w:rPr>
          <w:noProof/>
        </w:rPr>
      </w:pPr>
    </w:p>
    <w:p w14:paraId="1147FC9C" w14:textId="77777777" w:rsidR="0079098B" w:rsidRDefault="0079098B" w:rsidP="000616A7">
      <w:pPr>
        <w:rPr>
          <w:noProof/>
        </w:rPr>
      </w:pPr>
    </w:p>
    <w:p w14:paraId="11B2AD6A" w14:textId="77777777" w:rsidR="0079098B" w:rsidRDefault="0079098B" w:rsidP="000616A7">
      <w:pPr>
        <w:rPr>
          <w:noProof/>
        </w:rPr>
      </w:pPr>
    </w:p>
    <w:p w14:paraId="0EB36C97" w14:textId="77777777" w:rsidR="0079098B" w:rsidRDefault="0079098B" w:rsidP="000616A7">
      <w:pPr>
        <w:rPr>
          <w:noProof/>
        </w:rPr>
      </w:pPr>
    </w:p>
    <w:p w14:paraId="14598F5C" w14:textId="77777777" w:rsidR="0079098B" w:rsidRDefault="0079098B" w:rsidP="000616A7">
      <w:pPr>
        <w:rPr>
          <w:noProof/>
        </w:rPr>
      </w:pPr>
    </w:p>
    <w:p w14:paraId="4ADD803B" w14:textId="77777777" w:rsidR="0079098B" w:rsidRDefault="0079098B" w:rsidP="000616A7">
      <w:pPr>
        <w:rPr>
          <w:noProof/>
        </w:rPr>
      </w:pPr>
    </w:p>
    <w:p w14:paraId="2E8D4009" w14:textId="77777777" w:rsidR="0079098B" w:rsidRDefault="0079098B" w:rsidP="000616A7">
      <w:pPr>
        <w:rPr>
          <w:noProof/>
        </w:rPr>
      </w:pPr>
    </w:p>
    <w:tbl>
      <w:tblPr>
        <w:tblW w:w="10811" w:type="dxa"/>
        <w:tblLook w:val="04A0" w:firstRow="1" w:lastRow="0" w:firstColumn="1" w:lastColumn="0" w:noHBand="0" w:noVBand="1"/>
      </w:tblPr>
      <w:tblGrid>
        <w:gridCol w:w="281"/>
        <w:gridCol w:w="782"/>
        <w:gridCol w:w="781"/>
        <w:gridCol w:w="1313"/>
        <w:gridCol w:w="619"/>
        <w:gridCol w:w="668"/>
        <w:gridCol w:w="305"/>
        <w:gridCol w:w="569"/>
        <w:gridCol w:w="425"/>
        <w:gridCol w:w="304"/>
        <w:gridCol w:w="605"/>
        <w:gridCol w:w="295"/>
        <w:gridCol w:w="1159"/>
        <w:gridCol w:w="415"/>
        <w:gridCol w:w="214"/>
        <w:gridCol w:w="257"/>
        <w:gridCol w:w="214"/>
        <w:gridCol w:w="236"/>
        <w:gridCol w:w="213"/>
        <w:gridCol w:w="237"/>
        <w:gridCol w:w="252"/>
        <w:gridCol w:w="646"/>
        <w:gridCol w:w="13"/>
        <w:gridCol w:w="8"/>
      </w:tblGrid>
      <w:tr w:rsidR="0079098B" w14:paraId="383EEEB4" w14:textId="77777777" w:rsidTr="00B126B7">
        <w:trPr>
          <w:gridAfter w:val="1"/>
          <w:wAfter w:w="8" w:type="dxa"/>
          <w:trHeight w:val="11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DE629F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7A674C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D99A0F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F82E47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144B4E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99F6A9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9866AB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A78D94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EF5057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E9F0D3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C8929D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AD6135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7715BB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897ADB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3AE7D1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DC28F9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1CAF73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83A432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79098B" w14:paraId="1B635753" w14:textId="77777777" w:rsidTr="00B126B7">
        <w:trPr>
          <w:gridAfter w:val="2"/>
          <w:wAfter w:w="21" w:type="dxa"/>
          <w:trHeight w:val="154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582F61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F1E7ABA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F56E6EC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3E5ABCC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CFC968F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128E9E8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A229CC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2A39A5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F25FAB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4D1AEF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0F0750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983C4B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34DAD83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68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6065121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Приложение 4</w:t>
            </w:r>
            <w:r>
              <w:rPr>
                <w:sz w:val="22"/>
                <w:szCs w:val="22"/>
              </w:rPr>
              <w:br/>
              <w:t xml:space="preserve">к постановлению </w:t>
            </w:r>
            <w:r>
              <w:rPr>
                <w:sz w:val="22"/>
                <w:szCs w:val="22"/>
              </w:rPr>
              <w:br/>
              <w:t xml:space="preserve">Министерства финансов </w:t>
            </w:r>
            <w:r>
              <w:rPr>
                <w:sz w:val="22"/>
                <w:szCs w:val="22"/>
              </w:rPr>
              <w:br/>
              <w:t>Республики Беларусь</w:t>
            </w:r>
            <w:r>
              <w:rPr>
                <w:sz w:val="22"/>
                <w:szCs w:val="22"/>
              </w:rPr>
              <w:br/>
              <w:t>12.12.2016 № 104</w:t>
            </w:r>
          </w:p>
        </w:tc>
      </w:tr>
      <w:tr w:rsidR="0079098B" w14:paraId="0CF86F5B" w14:textId="77777777" w:rsidTr="00B126B7">
        <w:trPr>
          <w:gridAfter w:val="1"/>
          <w:wAfter w:w="8" w:type="dxa"/>
          <w:trHeight w:val="17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19DA0D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CF08D3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927A44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696708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A28010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17BDB5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D57EB3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6A90D7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434CAB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E0F750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7CA4EE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D03BBF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90B679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B5209D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B10D03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4D0E19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229F0A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3C00D4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79098B" w14:paraId="6397698E" w14:textId="77777777" w:rsidTr="00B126B7">
        <w:trPr>
          <w:gridAfter w:val="1"/>
          <w:wAfter w:w="8" w:type="dxa"/>
          <w:trHeight w:val="3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D49B39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53B725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AA5CD53" w14:textId="77777777" w:rsidR="0079098B" w:rsidRDefault="0079098B">
            <w:pPr>
              <w:rPr>
                <w:b/>
                <w:bCs/>
                <w:color w:val="000080"/>
                <w:sz w:val="22"/>
                <w:szCs w:val="22"/>
              </w:rPr>
            </w:pPr>
            <w:r>
              <w:rPr>
                <w:b/>
                <w:bCs/>
                <w:color w:val="000080"/>
                <w:sz w:val="22"/>
                <w:szCs w:val="22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5C2BC8D" w14:textId="77777777" w:rsidR="0079098B" w:rsidRDefault="0079098B">
            <w:pPr>
              <w:rPr>
                <w:b/>
                <w:bCs/>
                <w:color w:val="000080"/>
                <w:sz w:val="22"/>
                <w:szCs w:val="22"/>
              </w:rPr>
            </w:pPr>
            <w:r>
              <w:rPr>
                <w:b/>
                <w:bCs/>
                <w:color w:val="000080"/>
                <w:sz w:val="22"/>
                <w:szCs w:val="22"/>
              </w:rPr>
              <w:t> </w:t>
            </w:r>
          </w:p>
        </w:tc>
        <w:tc>
          <w:tcPr>
            <w:tcW w:w="34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AC82711" w14:textId="77777777" w:rsidR="0079098B" w:rsidRPr="0079098B" w:rsidRDefault="0079098B">
            <w:pPr>
              <w:jc w:val="center"/>
              <w:rPr>
                <w:b/>
                <w:bCs/>
                <w:sz w:val="22"/>
                <w:szCs w:val="22"/>
              </w:rPr>
            </w:pPr>
            <w:r w:rsidRPr="0079098B">
              <w:rPr>
                <w:b/>
                <w:bCs/>
                <w:sz w:val="22"/>
                <w:szCs w:val="22"/>
              </w:rPr>
              <w:t>ОТЧЕТ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B8F99B5" w14:textId="77777777" w:rsidR="0079098B" w:rsidRDefault="0079098B">
            <w:pPr>
              <w:rPr>
                <w:b/>
                <w:bCs/>
                <w:color w:val="000080"/>
                <w:sz w:val="22"/>
                <w:szCs w:val="22"/>
              </w:rPr>
            </w:pPr>
            <w:r>
              <w:rPr>
                <w:b/>
                <w:bCs/>
                <w:color w:val="000080"/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F088920" w14:textId="77777777" w:rsidR="0079098B" w:rsidRDefault="0079098B">
            <w:pPr>
              <w:rPr>
                <w:b/>
                <w:bCs/>
                <w:color w:val="000080"/>
                <w:sz w:val="22"/>
                <w:szCs w:val="22"/>
              </w:rPr>
            </w:pPr>
            <w:r>
              <w:rPr>
                <w:b/>
                <w:bCs/>
                <w:color w:val="000080"/>
                <w:sz w:val="22"/>
                <w:szCs w:val="2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5815855" w14:textId="77777777" w:rsidR="0079098B" w:rsidRDefault="0079098B">
            <w:pPr>
              <w:rPr>
                <w:b/>
                <w:bCs/>
                <w:color w:val="000080"/>
                <w:sz w:val="22"/>
                <w:szCs w:val="22"/>
              </w:rPr>
            </w:pPr>
            <w:r>
              <w:rPr>
                <w:b/>
                <w:bCs/>
                <w:color w:val="000080"/>
                <w:sz w:val="22"/>
                <w:szCs w:val="22"/>
              </w:rPr>
              <w:t> </w:t>
            </w:r>
          </w:p>
        </w:tc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E268834" w14:textId="77777777" w:rsidR="0079098B" w:rsidRDefault="0079098B">
            <w:pPr>
              <w:rPr>
                <w:b/>
                <w:bCs/>
                <w:color w:val="000080"/>
                <w:sz w:val="22"/>
                <w:szCs w:val="22"/>
              </w:rPr>
            </w:pPr>
            <w:r>
              <w:rPr>
                <w:b/>
                <w:bCs/>
                <w:color w:val="000080"/>
                <w:sz w:val="22"/>
                <w:szCs w:val="22"/>
              </w:rPr>
              <w:t> 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743E5C4" w14:textId="77777777" w:rsidR="0079098B" w:rsidRDefault="0079098B">
            <w:pPr>
              <w:rPr>
                <w:b/>
                <w:bCs/>
                <w:color w:val="000080"/>
                <w:sz w:val="22"/>
                <w:szCs w:val="22"/>
              </w:rPr>
            </w:pPr>
            <w:r>
              <w:rPr>
                <w:b/>
                <w:bCs/>
                <w:color w:val="000080"/>
                <w:sz w:val="22"/>
                <w:szCs w:val="22"/>
              </w:rPr>
              <w:t> 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2D276DC" w14:textId="77777777" w:rsidR="0079098B" w:rsidRDefault="0079098B">
            <w:pPr>
              <w:rPr>
                <w:b/>
                <w:bCs/>
                <w:color w:val="000080"/>
                <w:sz w:val="22"/>
                <w:szCs w:val="22"/>
              </w:rPr>
            </w:pPr>
            <w:r>
              <w:rPr>
                <w:b/>
                <w:bCs/>
                <w:color w:val="000080"/>
                <w:sz w:val="22"/>
                <w:szCs w:val="22"/>
              </w:rPr>
              <w:t> </w:t>
            </w:r>
          </w:p>
        </w:tc>
        <w:tc>
          <w:tcPr>
            <w:tcW w:w="9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F2683B4" w14:textId="77777777" w:rsidR="0079098B" w:rsidRDefault="0079098B">
            <w:pPr>
              <w:rPr>
                <w:b/>
                <w:bCs/>
                <w:color w:val="000080"/>
                <w:sz w:val="22"/>
                <w:szCs w:val="22"/>
              </w:rPr>
            </w:pPr>
            <w:r>
              <w:rPr>
                <w:b/>
                <w:bCs/>
                <w:color w:val="000080"/>
                <w:sz w:val="22"/>
                <w:szCs w:val="22"/>
              </w:rPr>
              <w:t> </w:t>
            </w:r>
          </w:p>
        </w:tc>
      </w:tr>
      <w:tr w:rsidR="0079098B" w14:paraId="0683915D" w14:textId="77777777" w:rsidTr="00B126B7">
        <w:trPr>
          <w:gridAfter w:val="1"/>
          <w:wAfter w:w="8" w:type="dxa"/>
          <w:trHeight w:val="3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B96346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522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D22437A" w14:textId="77777777" w:rsidR="0079098B" w:rsidRPr="0079098B" w:rsidRDefault="0079098B">
            <w:pPr>
              <w:jc w:val="center"/>
              <w:rPr>
                <w:b/>
                <w:bCs/>
                <w:sz w:val="22"/>
                <w:szCs w:val="22"/>
              </w:rPr>
            </w:pPr>
            <w:r w:rsidRPr="0079098B">
              <w:rPr>
                <w:b/>
                <w:bCs/>
                <w:sz w:val="22"/>
                <w:szCs w:val="22"/>
              </w:rPr>
              <w:t>о движении денежных средств</w:t>
            </w:r>
          </w:p>
        </w:tc>
      </w:tr>
      <w:tr w:rsidR="0079098B" w14:paraId="175583FE" w14:textId="77777777" w:rsidTr="00B126B7">
        <w:trPr>
          <w:gridAfter w:val="2"/>
          <w:wAfter w:w="21" w:type="dxa"/>
          <w:trHeight w:val="26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6C61CC" w14:textId="77777777" w:rsidR="0079098B" w:rsidRDefault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8F08DC0" w14:textId="77777777" w:rsidR="0079098B" w:rsidRDefault="0079098B">
            <w:pPr>
              <w:jc w:val="center"/>
              <w:rPr>
                <w:b/>
                <w:bCs/>
                <w:color w:val="000080"/>
                <w:sz w:val="21"/>
                <w:szCs w:val="21"/>
              </w:rPr>
            </w:pPr>
            <w:r>
              <w:rPr>
                <w:b/>
                <w:bCs/>
                <w:color w:val="000080"/>
                <w:sz w:val="21"/>
                <w:szCs w:val="21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F7AD2E6" w14:textId="77777777" w:rsidR="0079098B" w:rsidRDefault="0079098B">
            <w:pPr>
              <w:jc w:val="center"/>
              <w:rPr>
                <w:b/>
                <w:bCs/>
                <w:color w:val="000080"/>
                <w:sz w:val="21"/>
                <w:szCs w:val="21"/>
              </w:rPr>
            </w:pPr>
            <w:r>
              <w:rPr>
                <w:b/>
                <w:bCs/>
                <w:color w:val="000080"/>
                <w:sz w:val="21"/>
                <w:szCs w:val="21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5F97FD2" w14:textId="77777777" w:rsidR="0079098B" w:rsidRDefault="0079098B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за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FA972F5" w14:textId="77777777" w:rsidR="0079098B" w:rsidRDefault="0079098B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январь-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2ABE868" w14:textId="77777777" w:rsidR="0079098B" w:rsidRDefault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29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7FFE1F4" w14:textId="77777777" w:rsidR="0079098B" w:rsidRDefault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декабрь</w:t>
            </w:r>
          </w:p>
        </w:tc>
        <w:tc>
          <w:tcPr>
            <w:tcW w:w="360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E8C375D" w14:textId="4E78EFEC" w:rsidR="0079098B" w:rsidRDefault="0079098B" w:rsidP="000A037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</w:t>
            </w:r>
            <w:r w:rsidR="00BD294C">
              <w:rPr>
                <w:sz w:val="21"/>
                <w:szCs w:val="21"/>
              </w:rPr>
              <w:t>2</w:t>
            </w:r>
            <w:r w:rsidR="000A037F">
              <w:rPr>
                <w:sz w:val="21"/>
                <w:szCs w:val="21"/>
              </w:rPr>
              <w:t>3</w:t>
            </w:r>
            <w:r>
              <w:rPr>
                <w:sz w:val="21"/>
                <w:szCs w:val="21"/>
              </w:rPr>
              <w:t>г.</w:t>
            </w:r>
          </w:p>
        </w:tc>
        <w:tc>
          <w:tcPr>
            <w:tcW w:w="4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434CFF1" w14:textId="77777777" w:rsidR="0079098B" w:rsidRDefault="0079098B">
            <w:pPr>
              <w:jc w:val="center"/>
              <w:rPr>
                <w:b/>
                <w:bCs/>
                <w:color w:val="000080"/>
                <w:sz w:val="21"/>
                <w:szCs w:val="21"/>
              </w:rPr>
            </w:pPr>
            <w:r>
              <w:rPr>
                <w:b/>
                <w:bCs/>
                <w:color w:val="000080"/>
                <w:sz w:val="21"/>
                <w:szCs w:val="21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91A0C45" w14:textId="77777777" w:rsidR="0079098B" w:rsidRDefault="0079098B">
            <w:pPr>
              <w:jc w:val="center"/>
              <w:rPr>
                <w:b/>
                <w:bCs/>
                <w:color w:val="000080"/>
                <w:sz w:val="21"/>
                <w:szCs w:val="21"/>
              </w:rPr>
            </w:pPr>
            <w:r>
              <w:rPr>
                <w:b/>
                <w:bCs/>
                <w:color w:val="000080"/>
                <w:sz w:val="21"/>
                <w:szCs w:val="21"/>
              </w:rPr>
              <w:t> </w:t>
            </w:r>
          </w:p>
        </w:tc>
      </w:tr>
      <w:tr w:rsidR="0079098B" w14:paraId="34947698" w14:textId="77777777" w:rsidTr="00B126B7">
        <w:trPr>
          <w:gridAfter w:val="1"/>
          <w:wAfter w:w="8" w:type="dxa"/>
          <w:trHeight w:val="23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B56158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7643E0B" w14:textId="77777777" w:rsidR="0079098B" w:rsidRDefault="0079098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BACF401" w14:textId="77777777" w:rsidR="0079098B" w:rsidRDefault="0079098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5199331" w14:textId="77777777" w:rsidR="0079098B" w:rsidRDefault="0079098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130ADEB" w14:textId="77777777" w:rsidR="0079098B" w:rsidRDefault="0079098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38CF885" w14:textId="77777777" w:rsidR="0079098B" w:rsidRDefault="0079098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226F296" w14:textId="77777777" w:rsidR="0079098B" w:rsidRDefault="0079098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B355064" w14:textId="77777777" w:rsidR="0079098B" w:rsidRDefault="0079098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59D563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5BEE42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D05C21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6B2518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7AF204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A37DA9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18A020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C3BC79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22476D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1ACF6E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79098B" w14:paraId="3E160A65" w14:textId="77777777" w:rsidTr="00B126B7">
        <w:trPr>
          <w:gridAfter w:val="1"/>
          <w:wAfter w:w="8" w:type="dxa"/>
          <w:trHeight w:val="3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967192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C8FCB67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</w:t>
            </w:r>
          </w:p>
        </w:tc>
        <w:tc>
          <w:tcPr>
            <w:tcW w:w="7646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37AEE55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ОАО "Новые Стайки"</w:t>
            </w:r>
          </w:p>
        </w:tc>
      </w:tr>
      <w:tr w:rsidR="0079098B" w14:paraId="14FE6439" w14:textId="77777777" w:rsidTr="00B126B7">
        <w:trPr>
          <w:gridAfter w:val="1"/>
          <w:wAfter w:w="8" w:type="dxa"/>
          <w:trHeight w:val="3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99A486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7498EBC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Учетный номер плательщика</w:t>
            </w:r>
          </w:p>
        </w:tc>
        <w:tc>
          <w:tcPr>
            <w:tcW w:w="7646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BF5850E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200100251</w:t>
            </w:r>
          </w:p>
        </w:tc>
      </w:tr>
      <w:tr w:rsidR="0079098B" w14:paraId="6CC7165E" w14:textId="77777777" w:rsidTr="00B126B7">
        <w:trPr>
          <w:gridAfter w:val="1"/>
          <w:wAfter w:w="8" w:type="dxa"/>
          <w:trHeight w:val="3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57952D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102E194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экономической деятельности</w:t>
            </w:r>
          </w:p>
        </w:tc>
        <w:tc>
          <w:tcPr>
            <w:tcW w:w="7646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694928D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Смешанное сельское хозяйство</w:t>
            </w:r>
          </w:p>
        </w:tc>
      </w:tr>
      <w:tr w:rsidR="0079098B" w14:paraId="7C23F9CD" w14:textId="77777777" w:rsidTr="00B126B7">
        <w:trPr>
          <w:gridAfter w:val="1"/>
          <w:wAfter w:w="8" w:type="dxa"/>
          <w:trHeight w:val="3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B21613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705AF8B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7646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02C3CC4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ОАО</w:t>
            </w:r>
          </w:p>
        </w:tc>
      </w:tr>
      <w:tr w:rsidR="0079098B" w14:paraId="4465A854" w14:textId="77777777" w:rsidTr="00B126B7">
        <w:trPr>
          <w:gridAfter w:val="1"/>
          <w:wAfter w:w="8" w:type="dxa"/>
          <w:trHeight w:val="3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331C12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2C895E9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 управления</w:t>
            </w:r>
          </w:p>
        </w:tc>
        <w:tc>
          <w:tcPr>
            <w:tcW w:w="7646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42BEE67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Общее собрание акционеров, наблюдательный совет</w:t>
            </w:r>
          </w:p>
        </w:tc>
      </w:tr>
      <w:tr w:rsidR="0079098B" w14:paraId="345792AB" w14:textId="77777777" w:rsidTr="00B126B7">
        <w:trPr>
          <w:gridAfter w:val="1"/>
          <w:wAfter w:w="8" w:type="dxa"/>
          <w:trHeight w:val="3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F7803A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3FEDF26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7646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3C3A9D7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тыс. </w:t>
            </w:r>
            <w:proofErr w:type="spellStart"/>
            <w:r>
              <w:rPr>
                <w:sz w:val="22"/>
                <w:szCs w:val="22"/>
              </w:rPr>
              <w:t>руб</w:t>
            </w:r>
            <w:proofErr w:type="spellEnd"/>
          </w:p>
        </w:tc>
      </w:tr>
      <w:tr w:rsidR="0079098B" w14:paraId="2B9B5F00" w14:textId="77777777" w:rsidTr="00B126B7">
        <w:trPr>
          <w:gridAfter w:val="1"/>
          <w:wAfter w:w="8" w:type="dxa"/>
          <w:trHeight w:val="3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A283D0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BA7864C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</w:t>
            </w:r>
          </w:p>
        </w:tc>
        <w:tc>
          <w:tcPr>
            <w:tcW w:w="7646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4D7F33E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 обл., Ивацевичский р-н, д. Стайки, ул. Школьная, 5</w:t>
            </w:r>
          </w:p>
        </w:tc>
      </w:tr>
      <w:tr w:rsidR="0079098B" w14:paraId="02F7A524" w14:textId="77777777" w:rsidTr="00B126B7">
        <w:trPr>
          <w:gridAfter w:val="1"/>
          <w:wAfter w:w="8" w:type="dxa"/>
          <w:trHeight w:val="2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9855CD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92041F0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58E4AF6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EDEA7BE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ED5FED6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29E3748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ABB68FA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2B6EB8E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7781EA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BFC8AB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824015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E1380C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301D11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D806FF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9114D1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D867E6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16B174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A29340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79098B" w14:paraId="3F7C2D4A" w14:textId="77777777" w:rsidTr="00B126B7">
        <w:trPr>
          <w:trHeight w:val="3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8713F7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16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CFFCC"/>
            <w:hideMark/>
          </w:tcPr>
          <w:p w14:paraId="6615EC48" w14:textId="77777777" w:rsidR="0079098B" w:rsidRDefault="007909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показателей</w:t>
            </w:r>
          </w:p>
        </w:tc>
        <w:tc>
          <w:tcPr>
            <w:tcW w:w="8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CFFCC"/>
            <w:hideMark/>
          </w:tcPr>
          <w:p w14:paraId="7216792B" w14:textId="77777777" w:rsidR="0079098B" w:rsidRDefault="007909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строки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CFFCC"/>
            <w:hideMark/>
          </w:tcPr>
          <w:p w14:paraId="63335FDA" w14:textId="77777777" w:rsidR="0079098B" w:rsidRDefault="0079098B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За</w:t>
            </w:r>
          </w:p>
        </w:tc>
        <w:tc>
          <w:tcPr>
            <w:tcW w:w="9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CFFCC"/>
            <w:hideMark/>
          </w:tcPr>
          <w:p w14:paraId="44F12A80" w14:textId="77777777" w:rsidR="0079098B" w:rsidRDefault="0079098B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январь-</w:t>
            </w:r>
          </w:p>
        </w:tc>
        <w:tc>
          <w:tcPr>
            <w:tcW w:w="2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CFFCC"/>
            <w:hideMark/>
          </w:tcPr>
          <w:p w14:paraId="72F85773" w14:textId="77777777" w:rsidR="0079098B" w:rsidRDefault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CFFCC"/>
            <w:hideMark/>
          </w:tcPr>
          <w:p w14:paraId="3C3FC6A5" w14:textId="77777777" w:rsidR="0079098B" w:rsidRDefault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декабрь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CCFFCC"/>
            <w:hideMark/>
          </w:tcPr>
          <w:p w14:paraId="75B4891F" w14:textId="77777777" w:rsidR="0079098B" w:rsidRDefault="0079098B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За</w:t>
            </w:r>
          </w:p>
        </w:tc>
        <w:tc>
          <w:tcPr>
            <w:tcW w:w="92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CFFCC"/>
            <w:hideMark/>
          </w:tcPr>
          <w:p w14:paraId="29FD5AA8" w14:textId="77777777" w:rsidR="0079098B" w:rsidRDefault="0079098B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январь-</w:t>
            </w:r>
          </w:p>
        </w:tc>
        <w:tc>
          <w:tcPr>
            <w:tcW w:w="4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CFFCC"/>
            <w:hideMark/>
          </w:tcPr>
          <w:p w14:paraId="778BA430" w14:textId="77777777" w:rsidR="0079098B" w:rsidRDefault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919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CC"/>
            <w:hideMark/>
          </w:tcPr>
          <w:p w14:paraId="4326B861" w14:textId="77777777" w:rsidR="0079098B" w:rsidRDefault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декабрь</w:t>
            </w:r>
          </w:p>
        </w:tc>
      </w:tr>
      <w:tr w:rsidR="0079098B" w14:paraId="796EF0ED" w14:textId="77777777" w:rsidTr="00B126B7">
        <w:trPr>
          <w:gridAfter w:val="1"/>
          <w:wAfter w:w="8" w:type="dxa"/>
          <w:trHeight w:val="3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E257BC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163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4C97B3" w14:textId="77777777" w:rsidR="0079098B" w:rsidRDefault="0079098B">
            <w:pPr>
              <w:rPr>
                <w:sz w:val="22"/>
                <w:szCs w:val="22"/>
              </w:rPr>
            </w:pPr>
          </w:p>
        </w:tc>
        <w:tc>
          <w:tcPr>
            <w:tcW w:w="87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645DAE" w14:textId="77777777" w:rsidR="0079098B" w:rsidRDefault="0079098B">
            <w:pPr>
              <w:rPr>
                <w:sz w:val="22"/>
                <w:szCs w:val="22"/>
              </w:rPr>
            </w:pPr>
          </w:p>
        </w:tc>
        <w:tc>
          <w:tcPr>
            <w:tcW w:w="278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CC"/>
            <w:hideMark/>
          </w:tcPr>
          <w:p w14:paraId="796ACA21" w14:textId="5CD81CCF" w:rsidR="0079098B" w:rsidRDefault="0079098B" w:rsidP="000A037F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</w:t>
            </w:r>
            <w:r w:rsidR="00BD294C">
              <w:rPr>
                <w:sz w:val="21"/>
                <w:szCs w:val="21"/>
              </w:rPr>
              <w:t>2</w:t>
            </w:r>
            <w:r w:rsidR="000A037F">
              <w:rPr>
                <w:sz w:val="21"/>
                <w:szCs w:val="21"/>
              </w:rPr>
              <w:t>3</w:t>
            </w:r>
            <w:r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269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CC"/>
            <w:hideMark/>
          </w:tcPr>
          <w:p w14:paraId="10D93FBD" w14:textId="585797EB" w:rsidR="0079098B" w:rsidRDefault="0079098B" w:rsidP="000A037F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</w:t>
            </w:r>
            <w:r w:rsidR="001B01B7">
              <w:rPr>
                <w:sz w:val="21"/>
                <w:szCs w:val="21"/>
              </w:rPr>
              <w:t>2</w:t>
            </w:r>
            <w:r w:rsidR="000A037F">
              <w:rPr>
                <w:sz w:val="21"/>
                <w:szCs w:val="21"/>
              </w:rPr>
              <w:t>2</w:t>
            </w:r>
            <w:r>
              <w:rPr>
                <w:sz w:val="21"/>
                <w:szCs w:val="21"/>
              </w:rPr>
              <w:t xml:space="preserve"> года</w:t>
            </w:r>
          </w:p>
        </w:tc>
      </w:tr>
      <w:tr w:rsidR="0079098B" w14:paraId="1282AF32" w14:textId="77777777" w:rsidTr="00B126B7">
        <w:trPr>
          <w:gridAfter w:val="1"/>
          <w:wAfter w:w="8" w:type="dxa"/>
          <w:trHeight w:val="3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1DA7F0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163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CCFFCC"/>
            <w:vAlign w:val="bottom"/>
            <w:hideMark/>
          </w:tcPr>
          <w:p w14:paraId="7CC07521" w14:textId="77777777" w:rsidR="0079098B" w:rsidRDefault="007909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CC"/>
            <w:vAlign w:val="bottom"/>
            <w:hideMark/>
          </w:tcPr>
          <w:p w14:paraId="7E5A761C" w14:textId="77777777" w:rsidR="0079098B" w:rsidRDefault="007909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788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CCFFCC"/>
            <w:vAlign w:val="bottom"/>
            <w:hideMark/>
          </w:tcPr>
          <w:p w14:paraId="6F720B94" w14:textId="77777777" w:rsidR="0079098B" w:rsidRDefault="007909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697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CCFFCC"/>
            <w:vAlign w:val="bottom"/>
            <w:hideMark/>
          </w:tcPr>
          <w:p w14:paraId="05330CE7" w14:textId="77777777" w:rsidR="0079098B" w:rsidRDefault="007909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79098B" w14:paraId="1B22C7D9" w14:textId="77777777" w:rsidTr="00B126B7">
        <w:trPr>
          <w:gridAfter w:val="1"/>
          <w:wAfter w:w="8" w:type="dxa"/>
          <w:trHeight w:val="3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87CA43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6672F8E" w14:textId="77777777" w:rsidR="0079098B" w:rsidRDefault="0079098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Движение денежных средств по текущей деятельности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F980B71" w14:textId="77777777" w:rsidR="0079098B" w:rsidRDefault="0079098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6FBB203" w14:textId="77777777" w:rsidR="0079098B" w:rsidRDefault="0079098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78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0E8ED43" w14:textId="77777777" w:rsidR="0079098B" w:rsidRDefault="0079098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69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2E30AD1" w14:textId="77777777" w:rsidR="0079098B" w:rsidRDefault="0079098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8975BB" w14:paraId="34D5142F" w14:textId="77777777" w:rsidTr="00B126B7">
        <w:trPr>
          <w:gridAfter w:val="1"/>
          <w:wAfter w:w="8" w:type="dxa"/>
          <w:trHeight w:val="3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599418" w14:textId="77777777" w:rsidR="008975BB" w:rsidRDefault="008975BB" w:rsidP="008975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163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7932267" w14:textId="77777777" w:rsidR="008975BB" w:rsidRDefault="008975BB" w:rsidP="008975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Поступило денежных средств - всего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29BA069" w14:textId="77777777" w:rsidR="008975BB" w:rsidRDefault="008975BB" w:rsidP="008975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020</w:t>
            </w:r>
          </w:p>
        </w:tc>
        <w:tc>
          <w:tcPr>
            <w:tcW w:w="278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3765B190" w14:textId="08AA5DF4" w:rsidR="008975BB" w:rsidRDefault="008975BB" w:rsidP="008975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14 103 </w:t>
            </w:r>
          </w:p>
        </w:tc>
        <w:tc>
          <w:tcPr>
            <w:tcW w:w="2697" w:type="dxa"/>
            <w:gridSpan w:val="10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359BDD9" w14:textId="45A8B07B" w:rsidR="008975BB" w:rsidRDefault="008975BB" w:rsidP="008975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10 797 </w:t>
            </w:r>
          </w:p>
        </w:tc>
      </w:tr>
      <w:tr w:rsidR="008975BB" w14:paraId="41C1E1D6" w14:textId="77777777" w:rsidTr="00B126B7">
        <w:trPr>
          <w:gridAfter w:val="1"/>
          <w:wAfter w:w="8" w:type="dxa"/>
          <w:trHeight w:val="3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742D8E" w14:textId="77777777" w:rsidR="008975BB" w:rsidRDefault="008975BB" w:rsidP="008975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163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D04A2AA" w14:textId="77777777" w:rsidR="008975BB" w:rsidRDefault="008975BB" w:rsidP="008975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в том числе: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5E113D2" w14:textId="77777777" w:rsidR="008975BB" w:rsidRDefault="008975BB" w:rsidP="008975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788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6C244BE" w14:textId="266AB486" w:rsidR="008975BB" w:rsidRDefault="008975BB" w:rsidP="008975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697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5D4049D" w14:textId="1519955F" w:rsidR="008975BB" w:rsidRDefault="008975BB" w:rsidP="008975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8975BB" w14:paraId="5A1CACD7" w14:textId="77777777" w:rsidTr="00B126B7">
        <w:trPr>
          <w:gridAfter w:val="1"/>
          <w:wAfter w:w="8" w:type="dxa"/>
          <w:trHeight w:val="61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01B0AC" w14:textId="77777777" w:rsidR="008975BB" w:rsidRDefault="008975BB" w:rsidP="008975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16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9E39FD5" w14:textId="77777777" w:rsidR="008975BB" w:rsidRDefault="008975BB" w:rsidP="008975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от покупателей продукции, товаров, заказчиков </w:t>
            </w:r>
            <w:r>
              <w:rPr>
                <w:sz w:val="22"/>
                <w:szCs w:val="22"/>
              </w:rPr>
              <w:br/>
              <w:t xml:space="preserve">  работ, услуг</w:t>
            </w:r>
          </w:p>
        </w:tc>
        <w:tc>
          <w:tcPr>
            <w:tcW w:w="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C77970E" w14:textId="77777777" w:rsidR="008975BB" w:rsidRDefault="008975BB" w:rsidP="008975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021</w:t>
            </w:r>
          </w:p>
        </w:tc>
        <w:tc>
          <w:tcPr>
            <w:tcW w:w="278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52EAC469" w14:textId="15162E5B" w:rsidR="008975BB" w:rsidRDefault="008975BB" w:rsidP="008975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14 103 </w:t>
            </w:r>
          </w:p>
        </w:tc>
        <w:tc>
          <w:tcPr>
            <w:tcW w:w="269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137DBF32" w14:textId="20ED065E" w:rsidR="008975BB" w:rsidRDefault="008975BB" w:rsidP="008975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10 797 </w:t>
            </w:r>
          </w:p>
        </w:tc>
      </w:tr>
      <w:tr w:rsidR="008975BB" w14:paraId="540BA80A" w14:textId="77777777" w:rsidTr="00B126B7">
        <w:trPr>
          <w:gridAfter w:val="1"/>
          <w:wAfter w:w="8" w:type="dxa"/>
          <w:trHeight w:val="3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1F9F7B" w14:textId="77777777" w:rsidR="008975BB" w:rsidRDefault="008975BB" w:rsidP="008975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16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D35F052" w14:textId="77777777" w:rsidR="008975BB" w:rsidRDefault="008975BB" w:rsidP="008975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от покупателей материалов и других запасов</w:t>
            </w:r>
          </w:p>
        </w:tc>
        <w:tc>
          <w:tcPr>
            <w:tcW w:w="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951744C" w14:textId="77777777" w:rsidR="008975BB" w:rsidRDefault="008975BB" w:rsidP="008975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022</w:t>
            </w:r>
          </w:p>
        </w:tc>
        <w:tc>
          <w:tcPr>
            <w:tcW w:w="278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54E760D9" w14:textId="44568C15" w:rsidR="008975BB" w:rsidRDefault="008975BB" w:rsidP="008975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69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4B7B4B7C" w14:textId="525A4DC8" w:rsidR="008975BB" w:rsidRDefault="008975BB" w:rsidP="008975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8975BB" w14:paraId="18DBE75E" w14:textId="77777777" w:rsidTr="00B126B7">
        <w:trPr>
          <w:gridAfter w:val="1"/>
          <w:wAfter w:w="8" w:type="dxa"/>
          <w:trHeight w:val="3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3A7939" w14:textId="77777777" w:rsidR="008975BB" w:rsidRDefault="008975BB" w:rsidP="008975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16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44967A3" w14:textId="77777777" w:rsidR="008975BB" w:rsidRDefault="008975BB" w:rsidP="008975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роялти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F198939" w14:textId="77777777" w:rsidR="008975BB" w:rsidRDefault="008975BB" w:rsidP="008975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023</w:t>
            </w:r>
          </w:p>
        </w:tc>
        <w:tc>
          <w:tcPr>
            <w:tcW w:w="278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61B1FB3D" w14:textId="1B5A5BA8" w:rsidR="008975BB" w:rsidRDefault="008975BB" w:rsidP="008975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69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04004175" w14:textId="2D48889F" w:rsidR="008975BB" w:rsidRDefault="008975BB" w:rsidP="008975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8975BB" w14:paraId="478E4690" w14:textId="77777777" w:rsidTr="00B126B7">
        <w:trPr>
          <w:gridAfter w:val="1"/>
          <w:wAfter w:w="8" w:type="dxa"/>
          <w:trHeight w:val="3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47CE06" w14:textId="77777777" w:rsidR="008975BB" w:rsidRDefault="008975BB" w:rsidP="008975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16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8B7A3F5" w14:textId="77777777" w:rsidR="008975BB" w:rsidRDefault="008975BB" w:rsidP="008975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прочие поступления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819B76F" w14:textId="77777777" w:rsidR="008975BB" w:rsidRDefault="008975BB" w:rsidP="008975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024</w:t>
            </w:r>
          </w:p>
        </w:tc>
        <w:tc>
          <w:tcPr>
            <w:tcW w:w="278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7D9EF776" w14:textId="79859D60" w:rsidR="008975BB" w:rsidRDefault="008975BB" w:rsidP="008975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69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56885769" w14:textId="35EAD3FF" w:rsidR="008975BB" w:rsidRDefault="008975BB" w:rsidP="008975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8975BB" w14:paraId="6AC6BD7C" w14:textId="77777777" w:rsidTr="00B126B7">
        <w:trPr>
          <w:gridAfter w:val="1"/>
          <w:wAfter w:w="8" w:type="dxa"/>
          <w:trHeight w:val="3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35DFF9" w14:textId="77777777" w:rsidR="008975BB" w:rsidRDefault="008975BB" w:rsidP="008975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16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5DE2F40" w14:textId="77777777" w:rsidR="008975BB" w:rsidRDefault="008975BB" w:rsidP="008975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Направлено денежных средств - всего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7C74AEB" w14:textId="77777777" w:rsidR="008975BB" w:rsidRDefault="008975BB" w:rsidP="008975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030</w:t>
            </w:r>
          </w:p>
        </w:tc>
        <w:tc>
          <w:tcPr>
            <w:tcW w:w="278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391FAB3" w14:textId="310776EF" w:rsidR="008975BB" w:rsidRDefault="008975BB" w:rsidP="008975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12 202 </w:t>
            </w:r>
          </w:p>
        </w:tc>
        <w:tc>
          <w:tcPr>
            <w:tcW w:w="269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24BA35B" w14:textId="3DBC6DF1" w:rsidR="008975BB" w:rsidRDefault="008975BB" w:rsidP="008975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8 866 </w:t>
            </w:r>
          </w:p>
        </w:tc>
      </w:tr>
      <w:tr w:rsidR="008975BB" w14:paraId="61853C37" w14:textId="77777777" w:rsidTr="00B126B7">
        <w:trPr>
          <w:gridAfter w:val="1"/>
          <w:wAfter w:w="8" w:type="dxa"/>
          <w:trHeight w:val="3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603FAC" w14:textId="77777777" w:rsidR="008975BB" w:rsidRDefault="008975BB" w:rsidP="008975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163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8778C9E" w14:textId="77777777" w:rsidR="008975BB" w:rsidRDefault="008975BB" w:rsidP="008975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в том числе: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D5A48C9" w14:textId="77777777" w:rsidR="008975BB" w:rsidRDefault="008975BB" w:rsidP="008975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788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BA73A7B" w14:textId="29087D5B" w:rsidR="008975BB" w:rsidRDefault="008975BB" w:rsidP="008975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697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97B7D5E" w14:textId="1E01CA12" w:rsidR="008975BB" w:rsidRDefault="008975BB" w:rsidP="008975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8975BB" w14:paraId="42770DA4" w14:textId="77777777" w:rsidTr="00B126B7">
        <w:trPr>
          <w:gridAfter w:val="1"/>
          <w:wAfter w:w="8" w:type="dxa"/>
          <w:trHeight w:val="3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63E53E" w14:textId="77777777" w:rsidR="008975BB" w:rsidRDefault="008975BB" w:rsidP="008975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16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65E5E81" w14:textId="77777777" w:rsidR="008975BB" w:rsidRDefault="008975BB" w:rsidP="008975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на приобретение запасов, работ, услуг</w:t>
            </w:r>
          </w:p>
        </w:tc>
        <w:tc>
          <w:tcPr>
            <w:tcW w:w="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D5C52AE" w14:textId="77777777" w:rsidR="008975BB" w:rsidRDefault="008975BB" w:rsidP="008975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031</w:t>
            </w:r>
          </w:p>
        </w:tc>
        <w:tc>
          <w:tcPr>
            <w:tcW w:w="278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49DCB28E" w14:textId="53864E44" w:rsidR="008975BB" w:rsidRDefault="008975BB" w:rsidP="008975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7 983 </w:t>
            </w:r>
          </w:p>
        </w:tc>
        <w:tc>
          <w:tcPr>
            <w:tcW w:w="269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32BAC728" w14:textId="4E2A8D77" w:rsidR="008975BB" w:rsidRDefault="008975BB" w:rsidP="008975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5 475 </w:t>
            </w:r>
          </w:p>
        </w:tc>
      </w:tr>
      <w:tr w:rsidR="008975BB" w14:paraId="20584FEF" w14:textId="77777777" w:rsidTr="00110771">
        <w:trPr>
          <w:gridAfter w:val="1"/>
          <w:wAfter w:w="8" w:type="dxa"/>
          <w:trHeight w:val="3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532AB0" w14:textId="77777777" w:rsidR="008975BB" w:rsidRDefault="008975BB" w:rsidP="008975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16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D99812C" w14:textId="77777777" w:rsidR="008975BB" w:rsidRDefault="008975BB" w:rsidP="008975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на оплату труда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4FD49BB" w14:textId="77777777" w:rsidR="008975BB" w:rsidRDefault="008975BB" w:rsidP="008975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032</w:t>
            </w:r>
          </w:p>
        </w:tc>
        <w:tc>
          <w:tcPr>
            <w:tcW w:w="278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</w:tcPr>
          <w:p w14:paraId="54024F1E" w14:textId="02658D0C" w:rsidR="008975BB" w:rsidRDefault="008975BB" w:rsidP="008975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2 778 </w:t>
            </w:r>
          </w:p>
        </w:tc>
        <w:tc>
          <w:tcPr>
            <w:tcW w:w="269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</w:tcPr>
          <w:p w14:paraId="77A216F9" w14:textId="24B254D3" w:rsidR="008975BB" w:rsidRDefault="008975BB" w:rsidP="008975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2 221 </w:t>
            </w:r>
          </w:p>
        </w:tc>
      </w:tr>
      <w:tr w:rsidR="008975BB" w14:paraId="51282986" w14:textId="77777777" w:rsidTr="00110771">
        <w:trPr>
          <w:gridAfter w:val="1"/>
          <w:wAfter w:w="8" w:type="dxa"/>
          <w:trHeight w:val="3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FF58DD" w14:textId="77777777" w:rsidR="008975BB" w:rsidRDefault="008975BB" w:rsidP="008975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16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D011CB5" w14:textId="77777777" w:rsidR="008975BB" w:rsidRDefault="008975BB" w:rsidP="008975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на уплату налогов и сборов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EB7207F" w14:textId="77777777" w:rsidR="008975BB" w:rsidRDefault="008975BB" w:rsidP="008975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033</w:t>
            </w:r>
          </w:p>
        </w:tc>
        <w:tc>
          <w:tcPr>
            <w:tcW w:w="278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</w:tcPr>
          <w:p w14:paraId="026692B0" w14:textId="33001E72" w:rsidR="008975BB" w:rsidRDefault="008975BB" w:rsidP="008975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574 </w:t>
            </w:r>
          </w:p>
        </w:tc>
        <w:tc>
          <w:tcPr>
            <w:tcW w:w="269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</w:tcPr>
          <w:p w14:paraId="341628CE" w14:textId="66DC70BE" w:rsidR="008975BB" w:rsidRDefault="008975BB" w:rsidP="008975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503 </w:t>
            </w:r>
          </w:p>
        </w:tc>
      </w:tr>
      <w:tr w:rsidR="008975BB" w14:paraId="05C535B2" w14:textId="77777777" w:rsidTr="00110771">
        <w:trPr>
          <w:gridAfter w:val="1"/>
          <w:wAfter w:w="8" w:type="dxa"/>
          <w:trHeight w:val="3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CDDD7D" w14:textId="77777777" w:rsidR="008975BB" w:rsidRDefault="008975BB" w:rsidP="008975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16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0B6B5CA" w14:textId="77777777" w:rsidR="008975BB" w:rsidRDefault="008975BB" w:rsidP="008975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на прочие выплаты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C68D4C3" w14:textId="77777777" w:rsidR="008975BB" w:rsidRDefault="008975BB" w:rsidP="008975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</w:t>
            </w:r>
          </w:p>
        </w:tc>
        <w:tc>
          <w:tcPr>
            <w:tcW w:w="278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</w:tcPr>
          <w:p w14:paraId="2CB6F02B" w14:textId="32988AFA" w:rsidR="008975BB" w:rsidRDefault="008975BB" w:rsidP="008975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867 </w:t>
            </w:r>
          </w:p>
        </w:tc>
        <w:tc>
          <w:tcPr>
            <w:tcW w:w="269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</w:tcPr>
          <w:p w14:paraId="0128655C" w14:textId="401384AA" w:rsidR="008975BB" w:rsidRDefault="008975BB" w:rsidP="008975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667 </w:t>
            </w:r>
          </w:p>
        </w:tc>
      </w:tr>
      <w:tr w:rsidR="008975BB" w14:paraId="55EFFC7A" w14:textId="77777777" w:rsidTr="00110771">
        <w:trPr>
          <w:gridAfter w:val="1"/>
          <w:wAfter w:w="8" w:type="dxa"/>
          <w:trHeight w:val="61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A994C6" w14:textId="77777777" w:rsidR="008975BB" w:rsidRDefault="008975BB" w:rsidP="008975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16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9BD7495" w14:textId="77777777" w:rsidR="008975BB" w:rsidRDefault="008975BB" w:rsidP="008975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Результат движения денежных средств </w:t>
            </w:r>
            <w:r>
              <w:rPr>
                <w:sz w:val="22"/>
                <w:szCs w:val="22"/>
              </w:rPr>
              <w:br/>
              <w:t>по текущей деятельности (020-030)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42E746F" w14:textId="77777777" w:rsidR="008975BB" w:rsidRDefault="008975BB" w:rsidP="008975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</w:t>
            </w:r>
          </w:p>
        </w:tc>
        <w:tc>
          <w:tcPr>
            <w:tcW w:w="278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535AD5A" w14:textId="5BBE2F0A" w:rsidR="008975BB" w:rsidRDefault="008975BB" w:rsidP="008975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1 901 </w:t>
            </w:r>
          </w:p>
        </w:tc>
        <w:tc>
          <w:tcPr>
            <w:tcW w:w="269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748263E" w14:textId="125A9217" w:rsidR="008975BB" w:rsidRDefault="008975BB" w:rsidP="008975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1 931 </w:t>
            </w:r>
          </w:p>
        </w:tc>
      </w:tr>
      <w:tr w:rsidR="0079098B" w14:paraId="4CC2D7B2" w14:textId="77777777" w:rsidTr="00B126B7">
        <w:trPr>
          <w:gridAfter w:val="1"/>
          <w:wAfter w:w="8" w:type="dxa"/>
          <w:trHeight w:val="3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B5B9FF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82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0AD5822" w14:textId="77777777" w:rsidR="0079098B" w:rsidRDefault="0079098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Движение денежных средств по инвестиционной деятельности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51AEACA" w14:textId="77777777" w:rsidR="0079098B" w:rsidRDefault="0079098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4AE2A71" w14:textId="77777777" w:rsidR="0079098B" w:rsidRDefault="0079098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4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89EE979" w14:textId="77777777" w:rsidR="0079098B" w:rsidRDefault="0079098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36F982D" w14:textId="77777777" w:rsidR="0079098B" w:rsidRDefault="0079098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2DF2A8" w14:textId="77777777" w:rsidR="0079098B" w:rsidRDefault="0079098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8975BB" w14:paraId="5B308A46" w14:textId="77777777" w:rsidTr="00110771">
        <w:trPr>
          <w:gridAfter w:val="1"/>
          <w:wAfter w:w="8" w:type="dxa"/>
          <w:trHeight w:val="3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D99823" w14:textId="77777777" w:rsidR="008975BB" w:rsidRDefault="008975BB" w:rsidP="008975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16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BAE53B3" w14:textId="77777777" w:rsidR="008975BB" w:rsidRDefault="008975BB" w:rsidP="008975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Поступило денежных средств - всего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9CDE3D3" w14:textId="77777777" w:rsidR="008975BB" w:rsidRDefault="008975BB" w:rsidP="008975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050</w:t>
            </w:r>
          </w:p>
        </w:tc>
        <w:tc>
          <w:tcPr>
            <w:tcW w:w="278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7AAA01C5" w14:textId="436B8B1C" w:rsidR="008975BB" w:rsidRDefault="008975BB" w:rsidP="008975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69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712E6E3" w14:textId="0171EB23" w:rsidR="008975BB" w:rsidRDefault="008975BB" w:rsidP="008975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210 </w:t>
            </w:r>
          </w:p>
        </w:tc>
      </w:tr>
      <w:tr w:rsidR="008975BB" w14:paraId="2BCB89DA" w14:textId="77777777" w:rsidTr="00110771">
        <w:trPr>
          <w:gridAfter w:val="1"/>
          <w:wAfter w:w="8" w:type="dxa"/>
          <w:trHeight w:val="3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358A46" w14:textId="77777777" w:rsidR="008975BB" w:rsidRDefault="008975BB" w:rsidP="008975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163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106A061" w14:textId="77777777" w:rsidR="008975BB" w:rsidRDefault="008975BB" w:rsidP="008975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в том числе: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6439A4F" w14:textId="77777777" w:rsidR="008975BB" w:rsidRDefault="008975BB" w:rsidP="008975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788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</w:tcPr>
          <w:p w14:paraId="6A837FD8" w14:textId="2D196F1B" w:rsidR="008975BB" w:rsidRDefault="008975BB" w:rsidP="008975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697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</w:tcPr>
          <w:p w14:paraId="51CC75AF" w14:textId="6E653143" w:rsidR="008975BB" w:rsidRDefault="008975BB" w:rsidP="008975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8975BB" w14:paraId="23EED0D2" w14:textId="77777777" w:rsidTr="00110771">
        <w:trPr>
          <w:gridAfter w:val="1"/>
          <w:wAfter w:w="8" w:type="dxa"/>
          <w:trHeight w:val="61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742A6A" w14:textId="77777777" w:rsidR="008975BB" w:rsidRDefault="008975BB" w:rsidP="008975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16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58C0385" w14:textId="77777777" w:rsidR="008975BB" w:rsidRDefault="008975BB" w:rsidP="008975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от покупателей основных средств, </w:t>
            </w:r>
            <w:proofErr w:type="spellStart"/>
            <w:r>
              <w:rPr>
                <w:sz w:val="22"/>
                <w:szCs w:val="22"/>
              </w:rPr>
              <w:t>нематериаль</w:t>
            </w:r>
            <w:proofErr w:type="spellEnd"/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br/>
              <w:t xml:space="preserve">  </w:t>
            </w:r>
            <w:proofErr w:type="spellStart"/>
            <w:r>
              <w:rPr>
                <w:sz w:val="22"/>
                <w:szCs w:val="22"/>
              </w:rPr>
              <w:t>ных</w:t>
            </w:r>
            <w:proofErr w:type="spellEnd"/>
            <w:r>
              <w:rPr>
                <w:sz w:val="22"/>
                <w:szCs w:val="22"/>
              </w:rPr>
              <w:t xml:space="preserve"> активов и других долгосрочных активов</w:t>
            </w:r>
          </w:p>
        </w:tc>
        <w:tc>
          <w:tcPr>
            <w:tcW w:w="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76FC515" w14:textId="77777777" w:rsidR="008975BB" w:rsidRDefault="008975BB" w:rsidP="008975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051</w:t>
            </w:r>
          </w:p>
        </w:tc>
        <w:tc>
          <w:tcPr>
            <w:tcW w:w="278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</w:tcPr>
          <w:p w14:paraId="55E88035" w14:textId="4C3B883F" w:rsidR="008975BB" w:rsidRDefault="008975BB" w:rsidP="008975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69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</w:tcPr>
          <w:p w14:paraId="538B5954" w14:textId="05949011" w:rsidR="008975BB" w:rsidRDefault="008975BB" w:rsidP="008975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210 </w:t>
            </w:r>
          </w:p>
        </w:tc>
      </w:tr>
      <w:tr w:rsidR="008975BB" w14:paraId="4A2C15C4" w14:textId="77777777" w:rsidTr="00110771">
        <w:trPr>
          <w:gridAfter w:val="1"/>
          <w:wAfter w:w="8" w:type="dxa"/>
          <w:trHeight w:val="3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CDD1F2" w14:textId="77777777" w:rsidR="008975BB" w:rsidRDefault="008975BB" w:rsidP="008975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16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1FBF998" w14:textId="77777777" w:rsidR="008975BB" w:rsidRDefault="008975BB" w:rsidP="008975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возврат предоставленных займов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AA31D66" w14:textId="77777777" w:rsidR="008975BB" w:rsidRDefault="008975BB" w:rsidP="008975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052</w:t>
            </w:r>
          </w:p>
        </w:tc>
        <w:tc>
          <w:tcPr>
            <w:tcW w:w="278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</w:tcPr>
          <w:p w14:paraId="5EABC272" w14:textId="349F9897" w:rsidR="008975BB" w:rsidRDefault="008975BB" w:rsidP="008975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69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</w:tcPr>
          <w:p w14:paraId="7E4F7AEF" w14:textId="444BEF43" w:rsidR="008975BB" w:rsidRDefault="008975BB" w:rsidP="008975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8975BB" w14:paraId="04AECE7B" w14:textId="77777777" w:rsidTr="00110771">
        <w:trPr>
          <w:gridAfter w:val="1"/>
          <w:wAfter w:w="8" w:type="dxa"/>
          <w:trHeight w:val="61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4BCC42" w14:textId="77777777" w:rsidR="008975BB" w:rsidRDefault="008975BB" w:rsidP="008975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16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EE7C177" w14:textId="77777777" w:rsidR="008975BB" w:rsidRDefault="008975BB" w:rsidP="008975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доходы от участия в уставном капитале </w:t>
            </w:r>
            <w:r>
              <w:rPr>
                <w:sz w:val="22"/>
                <w:szCs w:val="22"/>
              </w:rPr>
              <w:br/>
              <w:t xml:space="preserve">  других организаций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BF5C2A2" w14:textId="77777777" w:rsidR="008975BB" w:rsidRDefault="008975BB" w:rsidP="008975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053</w:t>
            </w:r>
          </w:p>
        </w:tc>
        <w:tc>
          <w:tcPr>
            <w:tcW w:w="278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</w:tcPr>
          <w:p w14:paraId="6E387081" w14:textId="5A287C0B" w:rsidR="008975BB" w:rsidRDefault="008975BB" w:rsidP="008975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69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</w:tcPr>
          <w:p w14:paraId="0640F2C9" w14:textId="492470F4" w:rsidR="008975BB" w:rsidRDefault="008975BB" w:rsidP="008975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8975BB" w14:paraId="1F79C5B8" w14:textId="77777777" w:rsidTr="00110771">
        <w:trPr>
          <w:gridAfter w:val="1"/>
          <w:wAfter w:w="8" w:type="dxa"/>
          <w:trHeight w:val="3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3406C5" w14:textId="77777777" w:rsidR="008975BB" w:rsidRDefault="008975BB" w:rsidP="008975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16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3F4955A" w14:textId="77777777" w:rsidR="008975BB" w:rsidRDefault="008975BB" w:rsidP="008975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проценты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91252BE" w14:textId="77777777" w:rsidR="008975BB" w:rsidRDefault="008975BB" w:rsidP="008975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054</w:t>
            </w:r>
          </w:p>
        </w:tc>
        <w:tc>
          <w:tcPr>
            <w:tcW w:w="278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</w:tcPr>
          <w:p w14:paraId="2EFD33F1" w14:textId="38E67227" w:rsidR="008975BB" w:rsidRDefault="008975BB" w:rsidP="008975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69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</w:tcPr>
          <w:p w14:paraId="42BE7420" w14:textId="15BEDA7F" w:rsidR="008975BB" w:rsidRDefault="008975BB" w:rsidP="008975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8975BB" w14:paraId="272DDD25" w14:textId="77777777" w:rsidTr="00110771">
        <w:trPr>
          <w:gridAfter w:val="1"/>
          <w:wAfter w:w="8" w:type="dxa"/>
          <w:trHeight w:val="3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A2F25F" w14:textId="77777777" w:rsidR="008975BB" w:rsidRDefault="008975BB" w:rsidP="008975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16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F38E7C7" w14:textId="77777777" w:rsidR="008975BB" w:rsidRDefault="008975BB" w:rsidP="008975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прочие поступления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52078CA" w14:textId="77777777" w:rsidR="008975BB" w:rsidRDefault="008975BB" w:rsidP="008975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055</w:t>
            </w:r>
          </w:p>
        </w:tc>
        <w:tc>
          <w:tcPr>
            <w:tcW w:w="278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</w:tcPr>
          <w:p w14:paraId="19C69967" w14:textId="49F0C073" w:rsidR="008975BB" w:rsidRDefault="008975BB" w:rsidP="008975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69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</w:tcPr>
          <w:p w14:paraId="72F7CAD9" w14:textId="794FD08C" w:rsidR="008975BB" w:rsidRDefault="008975BB" w:rsidP="008975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8975BB" w14:paraId="506616A4" w14:textId="77777777" w:rsidTr="00110771">
        <w:trPr>
          <w:gridAfter w:val="1"/>
          <w:wAfter w:w="8" w:type="dxa"/>
          <w:trHeight w:val="3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89A717" w14:textId="77777777" w:rsidR="008975BB" w:rsidRDefault="008975BB" w:rsidP="008975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16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CDBDE3F" w14:textId="77777777" w:rsidR="008975BB" w:rsidRDefault="008975BB" w:rsidP="008975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Направлено денежных средств - всего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9E9D5E8" w14:textId="77777777" w:rsidR="008975BB" w:rsidRDefault="008975BB" w:rsidP="008975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060</w:t>
            </w:r>
          </w:p>
        </w:tc>
        <w:tc>
          <w:tcPr>
            <w:tcW w:w="278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ABFCF8A" w14:textId="5E737017" w:rsidR="008975BB" w:rsidRDefault="008975BB" w:rsidP="008975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912 </w:t>
            </w:r>
          </w:p>
        </w:tc>
        <w:tc>
          <w:tcPr>
            <w:tcW w:w="269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5B89CC0E" w14:textId="523286F1" w:rsidR="008975BB" w:rsidRDefault="008975BB" w:rsidP="008975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671 </w:t>
            </w:r>
          </w:p>
        </w:tc>
      </w:tr>
      <w:tr w:rsidR="008975BB" w14:paraId="02ABC732" w14:textId="77777777" w:rsidTr="00110771">
        <w:trPr>
          <w:gridAfter w:val="1"/>
          <w:wAfter w:w="8" w:type="dxa"/>
          <w:trHeight w:val="3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7F7E72" w14:textId="77777777" w:rsidR="008975BB" w:rsidRDefault="008975BB" w:rsidP="008975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163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122D8B1" w14:textId="77777777" w:rsidR="008975BB" w:rsidRDefault="008975BB" w:rsidP="008975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в том числе: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0DFF31D" w14:textId="77777777" w:rsidR="008975BB" w:rsidRDefault="008975BB" w:rsidP="008975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788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</w:tcPr>
          <w:p w14:paraId="0A7E8045" w14:textId="11765B83" w:rsidR="008975BB" w:rsidRDefault="008975BB" w:rsidP="008975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697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</w:tcPr>
          <w:p w14:paraId="320B9DA6" w14:textId="3F0CEBE6" w:rsidR="008975BB" w:rsidRDefault="008975BB" w:rsidP="008975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8975BB" w14:paraId="4644DD73" w14:textId="77777777" w:rsidTr="00110771">
        <w:trPr>
          <w:gridAfter w:val="1"/>
          <w:wAfter w:w="8" w:type="dxa"/>
          <w:trHeight w:val="92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056D22" w14:textId="77777777" w:rsidR="008975BB" w:rsidRDefault="008975BB" w:rsidP="008975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16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2386C06" w14:textId="77777777" w:rsidR="008975BB" w:rsidRDefault="008975BB" w:rsidP="008975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на приобретение и создание основных средств,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lastRenderedPageBreak/>
              <w:t xml:space="preserve">  нематериальных активов и других </w:t>
            </w:r>
            <w:r>
              <w:rPr>
                <w:sz w:val="22"/>
                <w:szCs w:val="22"/>
              </w:rPr>
              <w:br/>
              <w:t xml:space="preserve">  долгосрочных активов</w:t>
            </w:r>
          </w:p>
        </w:tc>
        <w:tc>
          <w:tcPr>
            <w:tcW w:w="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994F546" w14:textId="77777777" w:rsidR="008975BB" w:rsidRDefault="008975BB" w:rsidP="008975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061</w:t>
            </w:r>
          </w:p>
        </w:tc>
        <w:tc>
          <w:tcPr>
            <w:tcW w:w="278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</w:tcPr>
          <w:p w14:paraId="42926921" w14:textId="613AE142" w:rsidR="008975BB" w:rsidRDefault="008975BB" w:rsidP="008975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912 </w:t>
            </w:r>
          </w:p>
        </w:tc>
        <w:tc>
          <w:tcPr>
            <w:tcW w:w="269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</w:tcPr>
          <w:p w14:paraId="05D7E3A5" w14:textId="0335DA2F" w:rsidR="008975BB" w:rsidRDefault="008975BB" w:rsidP="008975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671 </w:t>
            </w:r>
          </w:p>
        </w:tc>
      </w:tr>
      <w:tr w:rsidR="00F84ED6" w14:paraId="3B317855" w14:textId="77777777" w:rsidTr="00B126B7">
        <w:trPr>
          <w:gridAfter w:val="1"/>
          <w:wAfter w:w="8" w:type="dxa"/>
          <w:trHeight w:val="3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F05A92" w14:textId="77777777" w:rsidR="00F84ED6" w:rsidRDefault="00F84ED6" w:rsidP="00F84E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16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1CF6C0E" w14:textId="77777777" w:rsidR="00F84ED6" w:rsidRDefault="00F84ED6" w:rsidP="00F84E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на предоставление займов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D7126D6" w14:textId="77777777" w:rsidR="00F84ED6" w:rsidRDefault="00F84ED6" w:rsidP="00F84E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062</w:t>
            </w:r>
          </w:p>
        </w:tc>
        <w:tc>
          <w:tcPr>
            <w:tcW w:w="278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18EB99BD" w14:textId="584E89D1" w:rsidR="00F84ED6" w:rsidRDefault="00F84ED6" w:rsidP="00F84E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69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2175B1C4" w14:textId="10638102" w:rsidR="00F84ED6" w:rsidRDefault="00F84ED6" w:rsidP="00F84E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F84ED6" w14:paraId="230C5389" w14:textId="77777777" w:rsidTr="00B126B7">
        <w:trPr>
          <w:gridAfter w:val="1"/>
          <w:wAfter w:w="8" w:type="dxa"/>
          <w:trHeight w:val="61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E21D55" w14:textId="77777777" w:rsidR="00F84ED6" w:rsidRDefault="00F84ED6" w:rsidP="00F84E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16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48C3885" w14:textId="77777777" w:rsidR="00F84ED6" w:rsidRDefault="00F84ED6" w:rsidP="00F84E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на вклады в уставный капитал других </w:t>
            </w:r>
            <w:r>
              <w:rPr>
                <w:sz w:val="22"/>
                <w:szCs w:val="22"/>
              </w:rPr>
              <w:br/>
              <w:t xml:space="preserve">  организаций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2611CDC" w14:textId="77777777" w:rsidR="00F84ED6" w:rsidRDefault="00F84ED6" w:rsidP="00F84E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063</w:t>
            </w:r>
          </w:p>
        </w:tc>
        <w:tc>
          <w:tcPr>
            <w:tcW w:w="278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729CF5E4" w14:textId="70B7BF39" w:rsidR="00F84ED6" w:rsidRDefault="00F84ED6" w:rsidP="00F84E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69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0A922118" w14:textId="4C3187B3" w:rsidR="00F84ED6" w:rsidRDefault="00F84ED6" w:rsidP="00F84E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F84ED6" w14:paraId="2835373A" w14:textId="77777777" w:rsidTr="00B126B7">
        <w:trPr>
          <w:gridAfter w:val="1"/>
          <w:wAfter w:w="8" w:type="dxa"/>
          <w:trHeight w:val="3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ED82FE" w14:textId="77777777" w:rsidR="00F84ED6" w:rsidRDefault="00F84ED6" w:rsidP="00F84E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16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4C7040A" w14:textId="77777777" w:rsidR="00F84ED6" w:rsidRDefault="00F84ED6" w:rsidP="00F84E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прочие выплаты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1F2F590" w14:textId="77777777" w:rsidR="00F84ED6" w:rsidRDefault="00F84ED6" w:rsidP="00F84E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064</w:t>
            </w:r>
          </w:p>
        </w:tc>
        <w:tc>
          <w:tcPr>
            <w:tcW w:w="278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30C34797" w14:textId="7B8A9057" w:rsidR="00F84ED6" w:rsidRDefault="00F84ED6" w:rsidP="00F84E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69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4E9E4120" w14:textId="0ABF26A5" w:rsidR="00F84ED6" w:rsidRDefault="00F84ED6" w:rsidP="00F84E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8975BB" w14:paraId="658E5396" w14:textId="77777777" w:rsidTr="00110771">
        <w:trPr>
          <w:gridAfter w:val="1"/>
          <w:wAfter w:w="8" w:type="dxa"/>
          <w:trHeight w:val="61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94744E" w14:textId="77777777" w:rsidR="008975BB" w:rsidRDefault="008975BB" w:rsidP="008975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16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63E8BB6" w14:textId="77777777" w:rsidR="008975BB" w:rsidRDefault="008975BB" w:rsidP="008975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Результат движения денежных средств </w:t>
            </w:r>
            <w:r>
              <w:rPr>
                <w:sz w:val="22"/>
                <w:szCs w:val="22"/>
              </w:rPr>
              <w:br/>
              <w:t>по инвестиционной деятельности (050-060)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8828183" w14:textId="77777777" w:rsidR="008975BB" w:rsidRDefault="008975BB" w:rsidP="008975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070</w:t>
            </w:r>
          </w:p>
        </w:tc>
        <w:tc>
          <w:tcPr>
            <w:tcW w:w="278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CB19EB3" w14:textId="56F92331" w:rsidR="008975BB" w:rsidRDefault="008975BB" w:rsidP="008975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(912)</w:t>
            </w:r>
          </w:p>
        </w:tc>
        <w:tc>
          <w:tcPr>
            <w:tcW w:w="269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52207B3" w14:textId="44FE3B38" w:rsidR="008975BB" w:rsidRDefault="008975BB" w:rsidP="008975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(461)</w:t>
            </w:r>
          </w:p>
        </w:tc>
      </w:tr>
      <w:tr w:rsidR="0079098B" w14:paraId="5D5306FA" w14:textId="77777777" w:rsidTr="00B126B7">
        <w:trPr>
          <w:gridAfter w:val="1"/>
          <w:wAfter w:w="8" w:type="dxa"/>
          <w:trHeight w:val="3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29A179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82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8245BB9" w14:textId="77777777" w:rsidR="0079098B" w:rsidRDefault="0079098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Движение денежных средств по финансовой деятельности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5DFADF6" w14:textId="77777777" w:rsidR="0079098B" w:rsidRDefault="0079098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121839F" w14:textId="77777777" w:rsidR="0079098B" w:rsidRDefault="0079098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4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DC328A7" w14:textId="77777777" w:rsidR="0079098B" w:rsidRDefault="0079098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2FB69DB" w14:textId="77777777" w:rsidR="0079098B" w:rsidRDefault="0079098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18D293" w14:textId="77777777" w:rsidR="0079098B" w:rsidRDefault="0079098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8975BB" w14:paraId="0812366B" w14:textId="77777777" w:rsidTr="00110771">
        <w:trPr>
          <w:gridAfter w:val="1"/>
          <w:wAfter w:w="8" w:type="dxa"/>
          <w:trHeight w:val="3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3F79CA" w14:textId="77777777" w:rsidR="008975BB" w:rsidRDefault="008975BB" w:rsidP="008975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16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F301378" w14:textId="77777777" w:rsidR="008975BB" w:rsidRDefault="008975BB" w:rsidP="008975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Поступило денежных средств - всего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267E1AB" w14:textId="77777777" w:rsidR="008975BB" w:rsidRDefault="008975BB" w:rsidP="008975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080</w:t>
            </w:r>
          </w:p>
        </w:tc>
        <w:tc>
          <w:tcPr>
            <w:tcW w:w="278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6495FB9" w14:textId="294419CB" w:rsidR="008975BB" w:rsidRDefault="008975BB" w:rsidP="008975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1 647 </w:t>
            </w:r>
          </w:p>
        </w:tc>
        <w:tc>
          <w:tcPr>
            <w:tcW w:w="269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7EA06C3" w14:textId="39C6C103" w:rsidR="008975BB" w:rsidRDefault="008975BB" w:rsidP="008975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1 378 </w:t>
            </w:r>
          </w:p>
        </w:tc>
      </w:tr>
      <w:tr w:rsidR="008975BB" w14:paraId="2E79A3D2" w14:textId="77777777" w:rsidTr="00110771">
        <w:trPr>
          <w:gridAfter w:val="1"/>
          <w:wAfter w:w="8" w:type="dxa"/>
          <w:trHeight w:val="3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BE569A" w14:textId="77777777" w:rsidR="008975BB" w:rsidRDefault="008975BB" w:rsidP="008975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163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A0D2078" w14:textId="77777777" w:rsidR="008975BB" w:rsidRDefault="008975BB" w:rsidP="008975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в том числе: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4A38337" w14:textId="77777777" w:rsidR="008975BB" w:rsidRDefault="008975BB" w:rsidP="008975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788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</w:tcPr>
          <w:p w14:paraId="3FEDDD33" w14:textId="7D1D4C11" w:rsidR="008975BB" w:rsidRDefault="008975BB" w:rsidP="008975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697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</w:tcPr>
          <w:p w14:paraId="234BD00F" w14:textId="4DA63A01" w:rsidR="008975BB" w:rsidRDefault="008975BB" w:rsidP="008975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8975BB" w14:paraId="500E4F16" w14:textId="77777777" w:rsidTr="00110771">
        <w:trPr>
          <w:gridAfter w:val="1"/>
          <w:wAfter w:w="8" w:type="dxa"/>
          <w:trHeight w:val="3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8E7700" w14:textId="77777777" w:rsidR="008975BB" w:rsidRDefault="008975BB" w:rsidP="008975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16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377E7F4" w14:textId="77777777" w:rsidR="008975BB" w:rsidRDefault="008975BB" w:rsidP="008975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кредиты и займы</w:t>
            </w:r>
          </w:p>
        </w:tc>
        <w:tc>
          <w:tcPr>
            <w:tcW w:w="8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A0A7B3E" w14:textId="77777777" w:rsidR="008975BB" w:rsidRDefault="008975BB" w:rsidP="008975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081</w:t>
            </w:r>
          </w:p>
        </w:tc>
        <w:tc>
          <w:tcPr>
            <w:tcW w:w="278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</w:tcPr>
          <w:p w14:paraId="5F26E040" w14:textId="54CF734B" w:rsidR="008975BB" w:rsidRDefault="008975BB" w:rsidP="008975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1 633 </w:t>
            </w:r>
          </w:p>
        </w:tc>
        <w:tc>
          <w:tcPr>
            <w:tcW w:w="269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</w:tcPr>
          <w:p w14:paraId="7175D236" w14:textId="11EBC4B4" w:rsidR="008975BB" w:rsidRDefault="008975BB" w:rsidP="008975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1 369 </w:t>
            </w:r>
          </w:p>
        </w:tc>
      </w:tr>
      <w:tr w:rsidR="008975BB" w14:paraId="6CF1D20B" w14:textId="77777777" w:rsidTr="00110771">
        <w:trPr>
          <w:gridAfter w:val="1"/>
          <w:wAfter w:w="8" w:type="dxa"/>
          <w:trHeight w:val="3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FCE75E" w14:textId="77777777" w:rsidR="008975BB" w:rsidRDefault="008975BB" w:rsidP="008975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16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444DBF6" w14:textId="77777777" w:rsidR="008975BB" w:rsidRDefault="008975BB" w:rsidP="008975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от выпуска акций</w:t>
            </w:r>
          </w:p>
        </w:tc>
        <w:tc>
          <w:tcPr>
            <w:tcW w:w="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0B74BE6" w14:textId="77777777" w:rsidR="008975BB" w:rsidRDefault="008975BB" w:rsidP="008975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082</w:t>
            </w:r>
          </w:p>
        </w:tc>
        <w:tc>
          <w:tcPr>
            <w:tcW w:w="278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</w:tcPr>
          <w:p w14:paraId="22E7A719" w14:textId="39104069" w:rsidR="008975BB" w:rsidRDefault="008975BB" w:rsidP="008975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69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</w:tcPr>
          <w:p w14:paraId="2C023D2E" w14:textId="3C11A01F" w:rsidR="008975BB" w:rsidRDefault="008975BB" w:rsidP="008975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8975BB" w14:paraId="0E33A00F" w14:textId="77777777" w:rsidTr="00110771">
        <w:trPr>
          <w:gridAfter w:val="1"/>
          <w:wAfter w:w="8" w:type="dxa"/>
          <w:trHeight w:val="61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13E304" w14:textId="77777777" w:rsidR="008975BB" w:rsidRDefault="008975BB" w:rsidP="008975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16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9F8BD09" w14:textId="77777777" w:rsidR="008975BB" w:rsidRDefault="008975BB" w:rsidP="008975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вклады собственника имущества </w:t>
            </w:r>
            <w:r>
              <w:rPr>
                <w:sz w:val="22"/>
                <w:szCs w:val="22"/>
              </w:rPr>
              <w:br/>
              <w:t xml:space="preserve">  (учредителей, участников)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678DF08" w14:textId="77777777" w:rsidR="008975BB" w:rsidRDefault="008975BB" w:rsidP="008975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083</w:t>
            </w:r>
          </w:p>
        </w:tc>
        <w:tc>
          <w:tcPr>
            <w:tcW w:w="278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</w:tcPr>
          <w:p w14:paraId="56110ACD" w14:textId="150BC7D4" w:rsidR="008975BB" w:rsidRDefault="008975BB" w:rsidP="008975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69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</w:tcPr>
          <w:p w14:paraId="66D82C98" w14:textId="4769719D" w:rsidR="008975BB" w:rsidRDefault="008975BB" w:rsidP="008975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8975BB" w14:paraId="49CEE517" w14:textId="77777777" w:rsidTr="00110771">
        <w:trPr>
          <w:gridAfter w:val="1"/>
          <w:wAfter w:w="8" w:type="dxa"/>
          <w:trHeight w:val="3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9014F2" w14:textId="77777777" w:rsidR="008975BB" w:rsidRDefault="008975BB" w:rsidP="008975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16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B807C47" w14:textId="77777777" w:rsidR="008975BB" w:rsidRDefault="008975BB" w:rsidP="008975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прочие поступления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B2C8D15" w14:textId="77777777" w:rsidR="008975BB" w:rsidRDefault="008975BB" w:rsidP="008975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084</w:t>
            </w:r>
          </w:p>
        </w:tc>
        <w:tc>
          <w:tcPr>
            <w:tcW w:w="278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</w:tcPr>
          <w:p w14:paraId="172D1794" w14:textId="18F863BC" w:rsidR="008975BB" w:rsidRDefault="008975BB" w:rsidP="008975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14 </w:t>
            </w:r>
          </w:p>
        </w:tc>
        <w:tc>
          <w:tcPr>
            <w:tcW w:w="269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</w:tcPr>
          <w:p w14:paraId="37EE3E0A" w14:textId="67C94718" w:rsidR="008975BB" w:rsidRDefault="008975BB" w:rsidP="008975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 </w:t>
            </w:r>
          </w:p>
        </w:tc>
      </w:tr>
      <w:tr w:rsidR="008975BB" w14:paraId="79D0E089" w14:textId="77777777" w:rsidTr="00110771">
        <w:trPr>
          <w:gridAfter w:val="1"/>
          <w:wAfter w:w="8" w:type="dxa"/>
          <w:trHeight w:val="3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378CEE" w14:textId="77777777" w:rsidR="008975BB" w:rsidRDefault="008975BB" w:rsidP="008975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16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B265DAD" w14:textId="77777777" w:rsidR="008975BB" w:rsidRDefault="008975BB" w:rsidP="008975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Направлено денежных средств - всего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9E4A02C" w14:textId="77777777" w:rsidR="008975BB" w:rsidRDefault="008975BB" w:rsidP="008975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090</w:t>
            </w:r>
          </w:p>
        </w:tc>
        <w:tc>
          <w:tcPr>
            <w:tcW w:w="278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2E1883C" w14:textId="72A34FCA" w:rsidR="008975BB" w:rsidRDefault="008975BB" w:rsidP="008975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2 727 </w:t>
            </w:r>
          </w:p>
        </w:tc>
        <w:tc>
          <w:tcPr>
            <w:tcW w:w="269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71342DE0" w14:textId="66FC4E66" w:rsidR="008975BB" w:rsidRDefault="008975BB" w:rsidP="008975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2 341 </w:t>
            </w:r>
          </w:p>
        </w:tc>
      </w:tr>
      <w:tr w:rsidR="008975BB" w14:paraId="00E39627" w14:textId="77777777" w:rsidTr="00110771">
        <w:trPr>
          <w:gridAfter w:val="1"/>
          <w:wAfter w:w="8" w:type="dxa"/>
          <w:trHeight w:val="3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42D2D7" w14:textId="77777777" w:rsidR="008975BB" w:rsidRDefault="008975BB" w:rsidP="008975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163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79F71AC" w14:textId="77777777" w:rsidR="008975BB" w:rsidRDefault="008975BB" w:rsidP="008975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в том числе: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AD8BF14" w14:textId="77777777" w:rsidR="008975BB" w:rsidRDefault="008975BB" w:rsidP="008975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788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</w:tcPr>
          <w:p w14:paraId="18275C2D" w14:textId="763C6E30" w:rsidR="008975BB" w:rsidRDefault="008975BB" w:rsidP="008975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697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</w:tcPr>
          <w:p w14:paraId="3907F234" w14:textId="72503404" w:rsidR="008975BB" w:rsidRDefault="008975BB" w:rsidP="008975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8975BB" w14:paraId="62CD26D2" w14:textId="77777777" w:rsidTr="00110771">
        <w:trPr>
          <w:gridAfter w:val="1"/>
          <w:wAfter w:w="8" w:type="dxa"/>
          <w:trHeight w:val="3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0400CE" w14:textId="77777777" w:rsidR="008975BB" w:rsidRDefault="008975BB" w:rsidP="008975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16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29F9FE0" w14:textId="77777777" w:rsidR="008975BB" w:rsidRDefault="008975BB" w:rsidP="008975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на погашение кредитов и займов</w:t>
            </w:r>
          </w:p>
        </w:tc>
        <w:tc>
          <w:tcPr>
            <w:tcW w:w="8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0C52CCA" w14:textId="77777777" w:rsidR="008975BB" w:rsidRDefault="008975BB" w:rsidP="008975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091</w:t>
            </w:r>
          </w:p>
        </w:tc>
        <w:tc>
          <w:tcPr>
            <w:tcW w:w="278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</w:tcPr>
          <w:p w14:paraId="3754281C" w14:textId="361E13E2" w:rsidR="008975BB" w:rsidRDefault="008975BB" w:rsidP="008975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1 617 </w:t>
            </w:r>
          </w:p>
        </w:tc>
        <w:tc>
          <w:tcPr>
            <w:tcW w:w="269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</w:tcPr>
          <w:p w14:paraId="32939523" w14:textId="452EA0CE" w:rsidR="008975BB" w:rsidRDefault="008975BB" w:rsidP="008975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1 595 </w:t>
            </w:r>
          </w:p>
        </w:tc>
      </w:tr>
      <w:tr w:rsidR="008975BB" w14:paraId="5EB8FA76" w14:textId="77777777" w:rsidTr="00110771">
        <w:trPr>
          <w:gridAfter w:val="1"/>
          <w:wAfter w:w="8" w:type="dxa"/>
          <w:trHeight w:val="61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572E96" w14:textId="77777777" w:rsidR="008975BB" w:rsidRDefault="008975BB" w:rsidP="008975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16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2A32AB3" w14:textId="77777777" w:rsidR="008975BB" w:rsidRDefault="008975BB" w:rsidP="008975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на выплаты дивидендов и других доходов </w:t>
            </w:r>
            <w:r>
              <w:rPr>
                <w:sz w:val="22"/>
                <w:szCs w:val="22"/>
              </w:rPr>
              <w:br/>
              <w:t xml:space="preserve">  от участия в уставном капитале организации</w:t>
            </w:r>
          </w:p>
        </w:tc>
        <w:tc>
          <w:tcPr>
            <w:tcW w:w="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8A9F8C1" w14:textId="77777777" w:rsidR="008975BB" w:rsidRDefault="008975BB" w:rsidP="008975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092</w:t>
            </w:r>
          </w:p>
        </w:tc>
        <w:tc>
          <w:tcPr>
            <w:tcW w:w="278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</w:tcPr>
          <w:p w14:paraId="2BB8FB53" w14:textId="162B09FA" w:rsidR="008975BB" w:rsidRDefault="008975BB" w:rsidP="008975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24 </w:t>
            </w:r>
          </w:p>
        </w:tc>
        <w:tc>
          <w:tcPr>
            <w:tcW w:w="269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</w:tcPr>
          <w:p w14:paraId="728E78B0" w14:textId="564102A5" w:rsidR="008975BB" w:rsidRDefault="008975BB" w:rsidP="008975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8975BB" w14:paraId="3D6358A9" w14:textId="77777777" w:rsidTr="00110771">
        <w:trPr>
          <w:gridAfter w:val="1"/>
          <w:wAfter w:w="8" w:type="dxa"/>
          <w:trHeight w:val="3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6D6AE3" w14:textId="77777777" w:rsidR="008975BB" w:rsidRDefault="008975BB" w:rsidP="008975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16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5AA877D" w14:textId="77777777" w:rsidR="008975BB" w:rsidRDefault="008975BB" w:rsidP="008975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на выплаты процентов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A1CBE86" w14:textId="77777777" w:rsidR="008975BB" w:rsidRDefault="008975BB" w:rsidP="008975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093</w:t>
            </w:r>
          </w:p>
        </w:tc>
        <w:tc>
          <w:tcPr>
            <w:tcW w:w="278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</w:tcPr>
          <w:p w14:paraId="2BC5D4C0" w14:textId="4557F317" w:rsidR="008975BB" w:rsidRDefault="008975BB" w:rsidP="008975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71 </w:t>
            </w:r>
          </w:p>
        </w:tc>
        <w:tc>
          <w:tcPr>
            <w:tcW w:w="269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</w:tcPr>
          <w:p w14:paraId="5F7F9AD2" w14:textId="0846DC24" w:rsidR="008975BB" w:rsidRDefault="008975BB" w:rsidP="008975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81 </w:t>
            </w:r>
          </w:p>
        </w:tc>
      </w:tr>
      <w:tr w:rsidR="008975BB" w14:paraId="3F3A29CA" w14:textId="77777777" w:rsidTr="00110771">
        <w:trPr>
          <w:gridAfter w:val="1"/>
          <w:wAfter w:w="8" w:type="dxa"/>
          <w:trHeight w:val="3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4D143A" w14:textId="77777777" w:rsidR="008975BB" w:rsidRDefault="008975BB" w:rsidP="008975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16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30DBDD3" w14:textId="77777777" w:rsidR="008975BB" w:rsidRDefault="008975BB" w:rsidP="008975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на лизинговые платежи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1382FCD" w14:textId="77777777" w:rsidR="008975BB" w:rsidRDefault="008975BB" w:rsidP="008975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094</w:t>
            </w:r>
          </w:p>
        </w:tc>
        <w:tc>
          <w:tcPr>
            <w:tcW w:w="278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</w:tcPr>
          <w:p w14:paraId="738EB7BE" w14:textId="16955344" w:rsidR="008975BB" w:rsidRDefault="008975BB" w:rsidP="008975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711 </w:t>
            </w:r>
          </w:p>
        </w:tc>
        <w:tc>
          <w:tcPr>
            <w:tcW w:w="269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</w:tcPr>
          <w:p w14:paraId="452BDFEC" w14:textId="41093B21" w:rsidR="008975BB" w:rsidRDefault="008975BB" w:rsidP="008975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402 </w:t>
            </w:r>
          </w:p>
        </w:tc>
      </w:tr>
      <w:tr w:rsidR="008975BB" w14:paraId="08510E02" w14:textId="77777777" w:rsidTr="00110771">
        <w:trPr>
          <w:gridAfter w:val="1"/>
          <w:wAfter w:w="8" w:type="dxa"/>
          <w:trHeight w:val="3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62080B" w14:textId="77777777" w:rsidR="008975BB" w:rsidRDefault="008975BB" w:rsidP="008975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16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CDB69C9" w14:textId="77777777" w:rsidR="008975BB" w:rsidRDefault="008975BB" w:rsidP="008975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прочие выплаты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8760B0D" w14:textId="77777777" w:rsidR="008975BB" w:rsidRDefault="008975BB" w:rsidP="008975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095</w:t>
            </w:r>
          </w:p>
        </w:tc>
        <w:tc>
          <w:tcPr>
            <w:tcW w:w="278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</w:tcPr>
          <w:p w14:paraId="4392D30E" w14:textId="7BA1DC87" w:rsidR="008975BB" w:rsidRDefault="008975BB" w:rsidP="008975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304 </w:t>
            </w:r>
          </w:p>
        </w:tc>
        <w:tc>
          <w:tcPr>
            <w:tcW w:w="269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</w:tcPr>
          <w:p w14:paraId="72B7980D" w14:textId="19CB74E1" w:rsidR="008975BB" w:rsidRDefault="008975BB" w:rsidP="008975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263 </w:t>
            </w:r>
          </w:p>
        </w:tc>
      </w:tr>
      <w:tr w:rsidR="008975BB" w14:paraId="4ADE50AD" w14:textId="77777777" w:rsidTr="00110771">
        <w:trPr>
          <w:gridAfter w:val="1"/>
          <w:wAfter w:w="8" w:type="dxa"/>
          <w:trHeight w:val="61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9309C4" w14:textId="77777777" w:rsidR="008975BB" w:rsidRDefault="008975BB" w:rsidP="008975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16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BEA7008" w14:textId="77777777" w:rsidR="008975BB" w:rsidRDefault="008975BB" w:rsidP="008975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Результат движения денежных средств </w:t>
            </w:r>
            <w:r>
              <w:rPr>
                <w:sz w:val="22"/>
                <w:szCs w:val="22"/>
              </w:rPr>
              <w:br/>
              <w:t>по финансовой деятельности (080-090)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BD8B5DA" w14:textId="77777777" w:rsidR="008975BB" w:rsidRDefault="008975BB" w:rsidP="008975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278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23C548F5" w14:textId="6147165D" w:rsidR="008975BB" w:rsidRDefault="008975BB" w:rsidP="008975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(1 080)</w:t>
            </w:r>
          </w:p>
        </w:tc>
        <w:tc>
          <w:tcPr>
            <w:tcW w:w="269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28CB3E5" w14:textId="3844C2F0" w:rsidR="008975BB" w:rsidRDefault="008975BB" w:rsidP="008975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(963)</w:t>
            </w:r>
          </w:p>
        </w:tc>
      </w:tr>
      <w:tr w:rsidR="008975BB" w14:paraId="067B6A34" w14:textId="77777777" w:rsidTr="00110771">
        <w:trPr>
          <w:gridAfter w:val="1"/>
          <w:wAfter w:w="8" w:type="dxa"/>
          <w:trHeight w:val="61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C9D9AF" w14:textId="77777777" w:rsidR="008975BB" w:rsidRDefault="008975BB" w:rsidP="008975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16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3B0EA6F" w14:textId="77777777" w:rsidR="008975BB" w:rsidRDefault="008975BB" w:rsidP="008975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Результат движения денежных средств </w:t>
            </w:r>
            <w:r>
              <w:rPr>
                <w:sz w:val="22"/>
                <w:szCs w:val="22"/>
              </w:rPr>
              <w:br/>
              <w:t>за отчетный период (±040±070±100)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51E98B0" w14:textId="77777777" w:rsidR="008975BB" w:rsidRDefault="008975BB" w:rsidP="008975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  <w:tc>
          <w:tcPr>
            <w:tcW w:w="278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1D47526" w14:textId="6987A2E7" w:rsidR="008975BB" w:rsidRDefault="008975BB" w:rsidP="008975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(91)</w:t>
            </w:r>
          </w:p>
        </w:tc>
        <w:tc>
          <w:tcPr>
            <w:tcW w:w="269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E9F0B26" w14:textId="674661D0" w:rsidR="008975BB" w:rsidRDefault="008975BB" w:rsidP="008975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507 </w:t>
            </w:r>
          </w:p>
        </w:tc>
      </w:tr>
      <w:tr w:rsidR="008975BB" w14:paraId="04299F7C" w14:textId="77777777" w:rsidTr="00110771">
        <w:trPr>
          <w:gridAfter w:val="1"/>
          <w:wAfter w:w="8" w:type="dxa"/>
          <w:trHeight w:val="61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A6059C" w14:textId="77777777" w:rsidR="008975BB" w:rsidRDefault="008975BB" w:rsidP="008975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16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7321EC4" w14:textId="4B5C0D74" w:rsidR="008975BB" w:rsidRDefault="008975BB" w:rsidP="008975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Остаток денежных средств и эквивалентов денежных средств на 31.12.2019 г.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8D33106" w14:textId="77777777" w:rsidR="008975BB" w:rsidRDefault="008975BB" w:rsidP="008975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278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</w:tcPr>
          <w:p w14:paraId="090C9BA2" w14:textId="71940E99" w:rsidR="008975BB" w:rsidRDefault="008975BB" w:rsidP="008975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546 </w:t>
            </w:r>
          </w:p>
        </w:tc>
        <w:tc>
          <w:tcPr>
            <w:tcW w:w="269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</w:tcPr>
          <w:p w14:paraId="43BB5145" w14:textId="3A2EC570" w:rsidR="008975BB" w:rsidRDefault="008975BB" w:rsidP="008975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39 </w:t>
            </w:r>
          </w:p>
        </w:tc>
      </w:tr>
      <w:tr w:rsidR="008975BB" w14:paraId="666BB725" w14:textId="77777777" w:rsidTr="00110771">
        <w:trPr>
          <w:gridAfter w:val="1"/>
          <w:wAfter w:w="8" w:type="dxa"/>
          <w:trHeight w:val="62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D7FC3D" w14:textId="77777777" w:rsidR="008975BB" w:rsidRDefault="008975BB" w:rsidP="008975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16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7F47FBC" w14:textId="77777777" w:rsidR="008975BB" w:rsidRDefault="008975BB" w:rsidP="008975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Остаток денежных средств и эквивалентов денежных средств на конец отчетного периода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9D52564" w14:textId="77777777" w:rsidR="008975BB" w:rsidRDefault="008975BB" w:rsidP="008975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</w:t>
            </w:r>
          </w:p>
        </w:tc>
        <w:tc>
          <w:tcPr>
            <w:tcW w:w="278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1083BDA" w14:textId="0D766412" w:rsidR="008975BB" w:rsidRDefault="008975BB" w:rsidP="008975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455 </w:t>
            </w:r>
          </w:p>
        </w:tc>
        <w:tc>
          <w:tcPr>
            <w:tcW w:w="269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73ED01D1" w14:textId="4E839DC5" w:rsidR="008975BB" w:rsidRDefault="008975BB" w:rsidP="008975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546 </w:t>
            </w:r>
          </w:p>
        </w:tc>
      </w:tr>
      <w:tr w:rsidR="008975BB" w14:paraId="753FC8CE" w14:textId="77777777" w:rsidTr="00B126B7">
        <w:trPr>
          <w:gridAfter w:val="1"/>
          <w:wAfter w:w="8" w:type="dxa"/>
          <w:trHeight w:val="61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5DE8F9" w14:textId="77777777" w:rsidR="008975BB" w:rsidRDefault="008975BB" w:rsidP="008975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16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6BF6CD4" w14:textId="77777777" w:rsidR="008975BB" w:rsidRDefault="008975BB" w:rsidP="008975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Влияние изменений курса иностранной валюты </w:t>
            </w:r>
            <w:r>
              <w:rPr>
                <w:sz w:val="22"/>
                <w:szCs w:val="22"/>
              </w:rPr>
              <w:br/>
              <w:t>по отношению к белорусскому рублю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8BEC8BA" w14:textId="77777777" w:rsidR="008975BB" w:rsidRDefault="008975BB" w:rsidP="008975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</w:t>
            </w:r>
          </w:p>
        </w:tc>
        <w:tc>
          <w:tcPr>
            <w:tcW w:w="278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6A273486" w14:textId="39DF6CAA" w:rsidR="008975BB" w:rsidRDefault="008975BB" w:rsidP="008975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69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7D16F847" w14:textId="2010CC2E" w:rsidR="008975BB" w:rsidRDefault="008975BB" w:rsidP="008975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</w:tbl>
    <w:p w14:paraId="2B078158" w14:textId="77777777" w:rsidR="0079098B" w:rsidRDefault="0079098B" w:rsidP="000616A7">
      <w:pPr>
        <w:rPr>
          <w:noProof/>
        </w:rPr>
      </w:pPr>
    </w:p>
    <w:p w14:paraId="59F9E635" w14:textId="77777777" w:rsidR="0079098B" w:rsidRDefault="0079098B" w:rsidP="000616A7">
      <w:pPr>
        <w:rPr>
          <w:noProof/>
        </w:rPr>
      </w:pPr>
    </w:p>
    <w:p w14:paraId="630165E7" w14:textId="77777777" w:rsidR="0079098B" w:rsidRDefault="0079098B" w:rsidP="000616A7">
      <w:pPr>
        <w:rPr>
          <w:noProof/>
        </w:rPr>
      </w:pPr>
    </w:p>
    <w:p w14:paraId="47AF4947" w14:textId="77777777" w:rsidR="0079098B" w:rsidRDefault="0079098B" w:rsidP="000616A7">
      <w:pPr>
        <w:rPr>
          <w:noProof/>
        </w:rPr>
      </w:pPr>
    </w:p>
    <w:p w14:paraId="2A9AF406" w14:textId="77777777" w:rsidR="0079098B" w:rsidRDefault="0079098B" w:rsidP="000616A7">
      <w:pPr>
        <w:rPr>
          <w:noProof/>
        </w:rPr>
      </w:pPr>
    </w:p>
    <w:p w14:paraId="15904BBF" w14:textId="77777777" w:rsidR="0079098B" w:rsidRDefault="0079098B" w:rsidP="000616A7">
      <w:pPr>
        <w:rPr>
          <w:noProof/>
        </w:rPr>
      </w:pPr>
    </w:p>
    <w:p w14:paraId="5BB68F63" w14:textId="77777777" w:rsidR="0079098B" w:rsidRDefault="0079098B" w:rsidP="000616A7">
      <w:pPr>
        <w:rPr>
          <w:noProof/>
        </w:rPr>
      </w:pPr>
    </w:p>
    <w:p w14:paraId="05A7C13B" w14:textId="77777777" w:rsidR="0079098B" w:rsidRDefault="0079098B" w:rsidP="000616A7">
      <w:pPr>
        <w:rPr>
          <w:noProof/>
        </w:rPr>
      </w:pPr>
    </w:p>
    <w:p w14:paraId="0FAC9601" w14:textId="77777777" w:rsidR="0079098B" w:rsidRDefault="0079098B" w:rsidP="000616A7">
      <w:pPr>
        <w:rPr>
          <w:noProof/>
        </w:rPr>
      </w:pPr>
    </w:p>
    <w:p w14:paraId="6B036639" w14:textId="77777777" w:rsidR="0079098B" w:rsidRDefault="0079098B" w:rsidP="000616A7">
      <w:pPr>
        <w:rPr>
          <w:noProof/>
        </w:rPr>
      </w:pPr>
    </w:p>
    <w:p w14:paraId="7C758BF2" w14:textId="77777777" w:rsidR="0079098B" w:rsidRDefault="0079098B" w:rsidP="000616A7">
      <w:pPr>
        <w:rPr>
          <w:noProof/>
        </w:rPr>
      </w:pPr>
    </w:p>
    <w:p w14:paraId="4486AAD7" w14:textId="77777777" w:rsidR="0079098B" w:rsidRDefault="0079098B" w:rsidP="000616A7">
      <w:pPr>
        <w:rPr>
          <w:noProof/>
        </w:rPr>
      </w:pPr>
    </w:p>
    <w:p w14:paraId="7D54D18B" w14:textId="77777777" w:rsidR="0079098B" w:rsidRDefault="0079098B" w:rsidP="000616A7">
      <w:pPr>
        <w:rPr>
          <w:noProof/>
        </w:rPr>
      </w:pPr>
    </w:p>
    <w:p w14:paraId="39F7C0BA" w14:textId="77777777" w:rsidR="003D3BA3" w:rsidRDefault="003D3BA3" w:rsidP="000616A7">
      <w:pPr>
        <w:rPr>
          <w:noProof/>
        </w:rPr>
      </w:pPr>
    </w:p>
    <w:p w14:paraId="70A96387" w14:textId="77777777" w:rsidR="003D3BA3" w:rsidRDefault="003D3BA3" w:rsidP="000616A7">
      <w:pPr>
        <w:rPr>
          <w:noProof/>
        </w:rPr>
      </w:pPr>
    </w:p>
    <w:p w14:paraId="2D5C2895" w14:textId="5F32EE6C" w:rsidR="004162DA" w:rsidRDefault="00B6054C" w:rsidP="000616A7">
      <w:r>
        <w:br w:type="textWrapping" w:clear="all"/>
        <w:t xml:space="preserve">             </w:t>
      </w:r>
    </w:p>
    <w:p w14:paraId="438D9D64" w14:textId="77777777" w:rsidR="00A64CE7" w:rsidRDefault="00862F7A" w:rsidP="00862F7A">
      <w:r>
        <w:tab/>
      </w:r>
    </w:p>
    <w:p w14:paraId="2ADBE730" w14:textId="77777777" w:rsidR="006C5445" w:rsidRDefault="006C5445" w:rsidP="00862F7A"/>
    <w:p w14:paraId="5140D874" w14:textId="77777777" w:rsidR="006C5445" w:rsidRDefault="006C5445" w:rsidP="00862F7A"/>
    <w:p w14:paraId="44C8BB72" w14:textId="42A365E1" w:rsidR="00D318F2" w:rsidRDefault="00970B20" w:rsidP="00D42C14">
      <w:pPr>
        <w:pStyle w:val="af1"/>
        <w:rPr>
          <w:color w:val="000000"/>
          <w:szCs w:val="27"/>
        </w:rPr>
      </w:pPr>
      <w:r>
        <w:rPr>
          <w:noProof/>
        </w:rPr>
        <w:lastRenderedPageBreak/>
        <w:drawing>
          <wp:inline distT="0" distB="0" distL="0" distR="0" wp14:anchorId="11883E29" wp14:editId="38CA92C2">
            <wp:extent cx="6390640" cy="7988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390640" cy="798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7412AD" w14:textId="7D0430B8" w:rsidR="001D3FB8" w:rsidRDefault="001D3FB8" w:rsidP="00D42C14">
      <w:pPr>
        <w:pStyle w:val="af1"/>
        <w:rPr>
          <w:color w:val="000000"/>
          <w:szCs w:val="27"/>
        </w:rPr>
      </w:pPr>
    </w:p>
    <w:p w14:paraId="24CE0BBD" w14:textId="0FA5261C" w:rsidR="001D3FB8" w:rsidRDefault="001D3FB8" w:rsidP="00D42C14">
      <w:pPr>
        <w:pStyle w:val="af1"/>
        <w:rPr>
          <w:color w:val="000000"/>
          <w:szCs w:val="27"/>
        </w:rPr>
      </w:pPr>
    </w:p>
    <w:p w14:paraId="4DB3A87C" w14:textId="2F4AECDB" w:rsidR="001D3FB8" w:rsidRDefault="001D3FB8" w:rsidP="00D42C14">
      <w:pPr>
        <w:pStyle w:val="af1"/>
        <w:rPr>
          <w:color w:val="000000"/>
          <w:szCs w:val="27"/>
        </w:rPr>
      </w:pPr>
    </w:p>
    <w:p w14:paraId="5866C5C0" w14:textId="0ABC6C58" w:rsidR="00D318F2" w:rsidRDefault="00D318F2" w:rsidP="00D42C14">
      <w:pPr>
        <w:pStyle w:val="af1"/>
        <w:rPr>
          <w:color w:val="000000"/>
          <w:szCs w:val="27"/>
        </w:rPr>
      </w:pPr>
    </w:p>
    <w:p w14:paraId="7995158D" w14:textId="0A6840A2" w:rsidR="00D318F2" w:rsidRDefault="00D318F2" w:rsidP="00D42C14">
      <w:pPr>
        <w:pStyle w:val="af1"/>
        <w:rPr>
          <w:color w:val="000000"/>
          <w:szCs w:val="27"/>
        </w:rPr>
      </w:pPr>
    </w:p>
    <w:p w14:paraId="401A53EE" w14:textId="4D129A24" w:rsidR="001D3FB8" w:rsidRDefault="001D3FB8" w:rsidP="00D42C14">
      <w:pPr>
        <w:pStyle w:val="af1"/>
        <w:rPr>
          <w:color w:val="000000"/>
          <w:szCs w:val="27"/>
        </w:rPr>
      </w:pPr>
    </w:p>
    <w:p w14:paraId="5DB03842" w14:textId="2D530381" w:rsidR="001D3FB8" w:rsidRDefault="001D3FB8" w:rsidP="00D42C14">
      <w:pPr>
        <w:pStyle w:val="af1"/>
        <w:rPr>
          <w:color w:val="000000"/>
          <w:szCs w:val="27"/>
        </w:rPr>
      </w:pPr>
      <w:r>
        <w:rPr>
          <w:color w:val="000000"/>
          <w:szCs w:val="27"/>
        </w:rPr>
        <w:lastRenderedPageBreak/>
        <w:br w:type="textWrapping" w:clear="all"/>
      </w:r>
      <w:r w:rsidR="00970B20">
        <w:rPr>
          <w:noProof/>
        </w:rPr>
        <w:drawing>
          <wp:inline distT="0" distB="0" distL="0" distR="0" wp14:anchorId="64BA3AE9" wp14:editId="04797D85">
            <wp:extent cx="6390640" cy="79883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390640" cy="798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AE8B0C" w14:textId="14564603" w:rsidR="00BA771D" w:rsidRDefault="00BA771D" w:rsidP="00D42C14">
      <w:pPr>
        <w:pStyle w:val="af1"/>
        <w:rPr>
          <w:color w:val="000000"/>
          <w:szCs w:val="27"/>
        </w:rPr>
      </w:pPr>
    </w:p>
    <w:p w14:paraId="4CC8AB91" w14:textId="496AC8A5" w:rsidR="00BA771D" w:rsidRDefault="00BA771D" w:rsidP="00D42C14">
      <w:pPr>
        <w:pStyle w:val="af1"/>
        <w:rPr>
          <w:color w:val="000000"/>
          <w:szCs w:val="27"/>
        </w:rPr>
      </w:pPr>
    </w:p>
    <w:p w14:paraId="20A03C28" w14:textId="5C8430A9" w:rsidR="00BA771D" w:rsidRDefault="00BA771D" w:rsidP="00D42C14">
      <w:pPr>
        <w:pStyle w:val="af1"/>
        <w:rPr>
          <w:color w:val="000000"/>
          <w:szCs w:val="27"/>
        </w:rPr>
      </w:pPr>
    </w:p>
    <w:p w14:paraId="695E365B" w14:textId="5E583785" w:rsidR="00BA771D" w:rsidRDefault="00BA771D" w:rsidP="00D42C14">
      <w:pPr>
        <w:pStyle w:val="af1"/>
        <w:rPr>
          <w:color w:val="000000"/>
          <w:szCs w:val="27"/>
        </w:rPr>
      </w:pPr>
    </w:p>
    <w:p w14:paraId="7956C9D2" w14:textId="72256DD4" w:rsidR="00BA771D" w:rsidRDefault="00BA771D" w:rsidP="00D42C14">
      <w:pPr>
        <w:pStyle w:val="af1"/>
        <w:rPr>
          <w:color w:val="000000"/>
          <w:szCs w:val="27"/>
        </w:rPr>
      </w:pPr>
    </w:p>
    <w:p w14:paraId="625B1F9F" w14:textId="315DA0C0" w:rsidR="00BA771D" w:rsidRDefault="00970B20" w:rsidP="00D42C14">
      <w:pPr>
        <w:pStyle w:val="af1"/>
        <w:rPr>
          <w:color w:val="000000"/>
          <w:szCs w:val="27"/>
        </w:rPr>
      </w:pPr>
      <w:r>
        <w:rPr>
          <w:noProof/>
        </w:rPr>
        <w:lastRenderedPageBreak/>
        <w:drawing>
          <wp:inline distT="0" distB="0" distL="0" distR="0" wp14:anchorId="6FECC1E9" wp14:editId="63D2F84E">
            <wp:extent cx="6390640" cy="79883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390640" cy="798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A3D1E0" w14:textId="4B1FB599" w:rsidR="00BA771D" w:rsidRDefault="00BA771D" w:rsidP="00D42C14">
      <w:pPr>
        <w:pStyle w:val="af1"/>
        <w:rPr>
          <w:color w:val="000000"/>
          <w:szCs w:val="27"/>
        </w:rPr>
      </w:pPr>
    </w:p>
    <w:p w14:paraId="1A8678D7" w14:textId="1E4A0262" w:rsidR="00BA771D" w:rsidRDefault="00BA771D" w:rsidP="00D42C14">
      <w:pPr>
        <w:pStyle w:val="af1"/>
        <w:rPr>
          <w:color w:val="000000"/>
          <w:szCs w:val="27"/>
        </w:rPr>
      </w:pPr>
    </w:p>
    <w:p w14:paraId="184A1942" w14:textId="759F72CC" w:rsidR="00FD7FE7" w:rsidRDefault="00FD7FE7" w:rsidP="00D42C14">
      <w:pPr>
        <w:pStyle w:val="af1"/>
        <w:rPr>
          <w:color w:val="000000"/>
          <w:szCs w:val="27"/>
        </w:rPr>
      </w:pPr>
    </w:p>
    <w:p w14:paraId="0103EFF4" w14:textId="0F19103A" w:rsidR="00FD7FE7" w:rsidRDefault="00FD7FE7" w:rsidP="00D42C14">
      <w:pPr>
        <w:pStyle w:val="af1"/>
        <w:rPr>
          <w:color w:val="000000"/>
          <w:szCs w:val="27"/>
        </w:rPr>
      </w:pPr>
    </w:p>
    <w:p w14:paraId="4F903778" w14:textId="6AACD6FD" w:rsidR="00FD7FE7" w:rsidRDefault="00FD7FE7" w:rsidP="00D42C14">
      <w:pPr>
        <w:pStyle w:val="af1"/>
        <w:rPr>
          <w:color w:val="000000"/>
          <w:szCs w:val="27"/>
        </w:rPr>
      </w:pPr>
    </w:p>
    <w:p w14:paraId="03C088B9" w14:textId="0C49C866" w:rsidR="00FD7FE7" w:rsidRDefault="00FD7FE7" w:rsidP="00D42C14">
      <w:pPr>
        <w:pStyle w:val="af1"/>
        <w:rPr>
          <w:color w:val="000000"/>
          <w:szCs w:val="27"/>
        </w:rPr>
      </w:pPr>
    </w:p>
    <w:p w14:paraId="4D70ADF7" w14:textId="0E8A7689" w:rsidR="00BA771D" w:rsidRDefault="00970B20" w:rsidP="00D42C14">
      <w:pPr>
        <w:pStyle w:val="af1"/>
        <w:rPr>
          <w:color w:val="000000"/>
          <w:szCs w:val="27"/>
        </w:rPr>
      </w:pPr>
      <w:r>
        <w:rPr>
          <w:noProof/>
        </w:rPr>
        <w:lastRenderedPageBreak/>
        <w:drawing>
          <wp:inline distT="0" distB="0" distL="0" distR="0" wp14:anchorId="413BAC4C" wp14:editId="0306119D">
            <wp:extent cx="6390640" cy="79883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390640" cy="798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D7FE7">
        <w:rPr>
          <w:color w:val="000000"/>
          <w:szCs w:val="27"/>
        </w:rPr>
        <w:br w:type="textWrapping" w:clear="all"/>
      </w:r>
    </w:p>
    <w:p w14:paraId="70F210B3" w14:textId="77777777" w:rsidR="00970B20" w:rsidRDefault="00970B20" w:rsidP="00D42C14">
      <w:pPr>
        <w:pStyle w:val="af1"/>
        <w:rPr>
          <w:color w:val="000000"/>
          <w:szCs w:val="27"/>
        </w:rPr>
      </w:pPr>
      <w:bookmarkStart w:id="110" w:name="_GoBack"/>
      <w:bookmarkEnd w:id="110"/>
    </w:p>
    <w:p w14:paraId="27A213F9" w14:textId="749A8887" w:rsidR="00D42C14" w:rsidRPr="00D42C14" w:rsidRDefault="00D42C14" w:rsidP="00D42C14">
      <w:pPr>
        <w:pStyle w:val="af1"/>
        <w:rPr>
          <w:color w:val="000000"/>
          <w:szCs w:val="27"/>
        </w:rPr>
      </w:pPr>
      <w:r w:rsidRPr="00D42C14">
        <w:rPr>
          <w:color w:val="000000"/>
          <w:szCs w:val="27"/>
        </w:rPr>
        <w:t xml:space="preserve">Руководитель ______________________ </w:t>
      </w:r>
      <w:r w:rsidR="009A3676">
        <w:rPr>
          <w:color w:val="000000"/>
          <w:szCs w:val="27"/>
        </w:rPr>
        <w:t>П.П. Дылюк</w:t>
      </w:r>
    </w:p>
    <w:p w14:paraId="0FE507B5" w14:textId="10544FF6" w:rsidR="00D42C14" w:rsidRDefault="00D42C14" w:rsidP="00D42C14">
      <w:pPr>
        <w:pStyle w:val="af1"/>
        <w:rPr>
          <w:color w:val="000000"/>
          <w:szCs w:val="27"/>
        </w:rPr>
      </w:pPr>
      <w:r w:rsidRPr="00D42C14">
        <w:rPr>
          <w:color w:val="000000"/>
          <w:szCs w:val="27"/>
        </w:rPr>
        <w:t xml:space="preserve">Гл. бухгалтер _______________________ </w:t>
      </w:r>
      <w:r w:rsidR="000F48D7">
        <w:rPr>
          <w:color w:val="000000"/>
          <w:szCs w:val="27"/>
        </w:rPr>
        <w:t>Е</w:t>
      </w:r>
      <w:r w:rsidRPr="00D42C14">
        <w:rPr>
          <w:color w:val="000000"/>
          <w:szCs w:val="27"/>
        </w:rPr>
        <w:t>.</w:t>
      </w:r>
      <w:r w:rsidR="000F48D7">
        <w:rPr>
          <w:color w:val="000000"/>
          <w:szCs w:val="27"/>
        </w:rPr>
        <w:t>Г</w:t>
      </w:r>
      <w:r w:rsidRPr="00D42C14">
        <w:rPr>
          <w:color w:val="000000"/>
          <w:szCs w:val="27"/>
        </w:rPr>
        <w:t xml:space="preserve">. </w:t>
      </w:r>
      <w:r w:rsidR="000F48D7">
        <w:rPr>
          <w:color w:val="000000"/>
          <w:szCs w:val="27"/>
        </w:rPr>
        <w:t>Крук</w:t>
      </w:r>
    </w:p>
    <w:p w14:paraId="2EF34B8B" w14:textId="6989A734" w:rsidR="00D42C14" w:rsidRPr="00D42C14" w:rsidRDefault="00D42C14" w:rsidP="00B32AF5">
      <w:pPr>
        <w:pStyle w:val="af1"/>
        <w:tabs>
          <w:tab w:val="left" w:pos="8707"/>
        </w:tabs>
        <w:rPr>
          <w:color w:val="000000"/>
          <w:szCs w:val="27"/>
        </w:rPr>
      </w:pPr>
      <w:r w:rsidRPr="00D42C14">
        <w:rPr>
          <w:color w:val="000000"/>
          <w:szCs w:val="27"/>
        </w:rPr>
        <w:t>Лицо, ответственное</w:t>
      </w:r>
      <w:r>
        <w:rPr>
          <w:color w:val="000000"/>
          <w:szCs w:val="27"/>
        </w:rPr>
        <w:t xml:space="preserve"> </w:t>
      </w:r>
      <w:r w:rsidRPr="00D42C14">
        <w:rPr>
          <w:color w:val="000000"/>
          <w:szCs w:val="27"/>
        </w:rPr>
        <w:t xml:space="preserve">за подготовку отчёта __________________ </w:t>
      </w:r>
      <w:proofErr w:type="spellStart"/>
      <w:r w:rsidRPr="00D42C14">
        <w:rPr>
          <w:color w:val="000000"/>
          <w:szCs w:val="27"/>
        </w:rPr>
        <w:t>А.А.Саганович</w:t>
      </w:r>
      <w:proofErr w:type="spellEnd"/>
      <w:r w:rsidR="00B32AF5">
        <w:rPr>
          <w:color w:val="000000"/>
          <w:szCs w:val="27"/>
        </w:rPr>
        <w:tab/>
      </w:r>
    </w:p>
    <w:p w14:paraId="46A5D821" w14:textId="0DE65273" w:rsidR="00D42C14" w:rsidRPr="00D42C14" w:rsidRDefault="00D42C14" w:rsidP="00D42C14">
      <w:pPr>
        <w:pStyle w:val="af1"/>
        <w:rPr>
          <w:sz w:val="22"/>
        </w:rPr>
      </w:pPr>
      <w:r w:rsidRPr="00D42C14">
        <w:rPr>
          <w:color w:val="000000"/>
          <w:szCs w:val="27"/>
        </w:rPr>
        <w:t xml:space="preserve">8 (01645) </w:t>
      </w:r>
      <w:r w:rsidR="00E96759">
        <w:rPr>
          <w:color w:val="000000"/>
          <w:szCs w:val="27"/>
        </w:rPr>
        <w:t>60088</w:t>
      </w:r>
    </w:p>
    <w:sectPr w:rsidR="00D42C14" w:rsidRPr="00D42C14" w:rsidSect="0079098B">
      <w:footerReference w:type="even" r:id="rId11"/>
      <w:footerReference w:type="default" r:id="rId12"/>
      <w:pgSz w:w="11905" w:h="16837" w:code="9"/>
      <w:pgMar w:top="567" w:right="990" w:bottom="284" w:left="851" w:header="340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628359" w14:textId="77777777" w:rsidR="004F6A7A" w:rsidRDefault="004F6A7A" w:rsidP="00D868CA">
      <w:r>
        <w:separator/>
      </w:r>
    </w:p>
  </w:endnote>
  <w:endnote w:type="continuationSeparator" w:id="0">
    <w:p w14:paraId="5DF1A734" w14:textId="77777777" w:rsidR="004F6A7A" w:rsidRDefault="004F6A7A" w:rsidP="00D868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1A7DFE" w14:textId="77777777" w:rsidR="0095143E" w:rsidRDefault="0095143E" w:rsidP="002B57E0">
    <w:pPr>
      <w:pStyle w:val="a8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3B605F2D" w14:textId="77777777" w:rsidR="0095143E" w:rsidRDefault="0095143E" w:rsidP="002B57E0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BDD009" w14:textId="77777777" w:rsidR="0095143E" w:rsidRDefault="0095143E" w:rsidP="002B57E0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64F91B" w14:textId="77777777" w:rsidR="004F6A7A" w:rsidRDefault="004F6A7A" w:rsidP="00D868CA">
      <w:r>
        <w:separator/>
      </w:r>
    </w:p>
  </w:footnote>
  <w:footnote w:type="continuationSeparator" w:id="0">
    <w:p w14:paraId="315329D0" w14:textId="77777777" w:rsidR="004F6A7A" w:rsidRDefault="004F6A7A" w:rsidP="00D868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A2E3F"/>
    <w:multiLevelType w:val="hybridMultilevel"/>
    <w:tmpl w:val="9F805780"/>
    <w:lvl w:ilvl="0" w:tplc="58D8D0D8">
      <w:start w:val="200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C35397"/>
    <w:multiLevelType w:val="singleLevel"/>
    <w:tmpl w:val="96B4E49E"/>
    <w:lvl w:ilvl="0">
      <w:start w:val="1"/>
      <w:numFmt w:val="bullet"/>
      <w:lvlText w:val="-"/>
      <w:lvlJc w:val="left"/>
      <w:pPr>
        <w:tabs>
          <w:tab w:val="num" w:pos="465"/>
        </w:tabs>
        <w:ind w:left="465" w:hanging="360"/>
      </w:pPr>
      <w:rPr>
        <w:rFonts w:ascii="Times New Roman" w:hAnsi="Times New Roman" w:hint="default"/>
      </w:rPr>
    </w:lvl>
  </w:abstractNum>
  <w:abstractNum w:abstractNumId="2" w15:restartNumberingAfterBreak="0">
    <w:nsid w:val="031559C8"/>
    <w:multiLevelType w:val="singleLevel"/>
    <w:tmpl w:val="3572D1B6"/>
    <w:lvl w:ilvl="0">
      <w:start w:val="1"/>
      <w:numFmt w:val="decimal"/>
      <w:lvlText w:val="%1."/>
      <w:lvlJc w:val="left"/>
      <w:pPr>
        <w:tabs>
          <w:tab w:val="num" w:pos="-774"/>
        </w:tabs>
        <w:ind w:left="-774" w:hanging="360"/>
      </w:pPr>
      <w:rPr>
        <w:rFonts w:hint="default"/>
      </w:rPr>
    </w:lvl>
  </w:abstractNum>
  <w:abstractNum w:abstractNumId="3" w15:restartNumberingAfterBreak="0">
    <w:nsid w:val="05843A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99833E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09F23623"/>
    <w:multiLevelType w:val="hybridMultilevel"/>
    <w:tmpl w:val="E28A81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B158F8"/>
    <w:multiLevelType w:val="singleLevel"/>
    <w:tmpl w:val="04190001"/>
    <w:lvl w:ilvl="0">
      <w:start w:val="113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0F2528F7"/>
    <w:multiLevelType w:val="hybridMultilevel"/>
    <w:tmpl w:val="ED5A2850"/>
    <w:lvl w:ilvl="0" w:tplc="CA8E5E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13BA6C9D"/>
    <w:multiLevelType w:val="hybridMultilevel"/>
    <w:tmpl w:val="3A8EB822"/>
    <w:lvl w:ilvl="0" w:tplc="BF2A3FFC">
      <w:start w:val="1"/>
      <w:numFmt w:val="upperRoman"/>
      <w:lvlText w:val="%1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9" w15:restartNumberingAfterBreak="0">
    <w:nsid w:val="1C063ACD"/>
    <w:multiLevelType w:val="hybridMultilevel"/>
    <w:tmpl w:val="C93A5984"/>
    <w:lvl w:ilvl="0" w:tplc="F84E7F30">
      <w:start w:val="1"/>
      <w:numFmt w:val="upperRoman"/>
      <w:lvlText w:val="%1."/>
      <w:lvlJc w:val="left"/>
      <w:pPr>
        <w:tabs>
          <w:tab w:val="num" w:pos="1386"/>
        </w:tabs>
        <w:ind w:left="138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6"/>
        </w:tabs>
        <w:ind w:left="174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6"/>
        </w:tabs>
        <w:ind w:left="246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6"/>
        </w:tabs>
        <w:ind w:left="318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6"/>
        </w:tabs>
        <w:ind w:left="390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6"/>
        </w:tabs>
        <w:ind w:left="462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6"/>
        </w:tabs>
        <w:ind w:left="534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6"/>
        </w:tabs>
        <w:ind w:left="606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6"/>
        </w:tabs>
        <w:ind w:left="6786" w:hanging="180"/>
      </w:pPr>
    </w:lvl>
  </w:abstractNum>
  <w:abstractNum w:abstractNumId="10" w15:restartNumberingAfterBreak="0">
    <w:nsid w:val="1C0E032F"/>
    <w:multiLevelType w:val="multilevel"/>
    <w:tmpl w:val="489A8B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1741F7"/>
    <w:multiLevelType w:val="hybridMultilevel"/>
    <w:tmpl w:val="F932A624"/>
    <w:lvl w:ilvl="0" w:tplc="DFD0C8A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1544446"/>
    <w:multiLevelType w:val="hybridMultilevel"/>
    <w:tmpl w:val="1A1C10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FE39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27A92BD0"/>
    <w:multiLevelType w:val="hybridMultilevel"/>
    <w:tmpl w:val="5ACA8E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8C438D"/>
    <w:multiLevelType w:val="hybridMultilevel"/>
    <w:tmpl w:val="6FF211BE"/>
    <w:lvl w:ilvl="0" w:tplc="E996A93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BAB78CB"/>
    <w:multiLevelType w:val="hybridMultilevel"/>
    <w:tmpl w:val="FF46B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D4A3CCC"/>
    <w:multiLevelType w:val="hybridMultilevel"/>
    <w:tmpl w:val="C810BE6C"/>
    <w:lvl w:ilvl="0" w:tplc="C7E40F2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C54A2DF2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2" w:tplc="293643F6">
      <w:start w:val="1"/>
      <w:numFmt w:val="decimal"/>
      <w:lvlText w:val="%3."/>
      <w:lvlJc w:val="left"/>
      <w:pPr>
        <w:tabs>
          <w:tab w:val="num" w:pos="2820"/>
        </w:tabs>
        <w:ind w:left="282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8" w15:restartNumberingAfterBreak="0">
    <w:nsid w:val="2E203AC5"/>
    <w:multiLevelType w:val="hybridMultilevel"/>
    <w:tmpl w:val="BFE0813A"/>
    <w:lvl w:ilvl="0" w:tplc="C54A2DF2">
      <w:start w:val="1"/>
      <w:numFmt w:val="decimal"/>
      <w:lvlText w:val="%1."/>
      <w:lvlJc w:val="left"/>
      <w:pPr>
        <w:tabs>
          <w:tab w:val="num" w:pos="3480"/>
        </w:tabs>
        <w:ind w:left="3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00"/>
        </w:tabs>
        <w:ind w:left="30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720"/>
        </w:tabs>
        <w:ind w:left="37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440"/>
        </w:tabs>
        <w:ind w:left="44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160"/>
        </w:tabs>
        <w:ind w:left="51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880"/>
        </w:tabs>
        <w:ind w:left="58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00"/>
        </w:tabs>
        <w:ind w:left="66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20"/>
        </w:tabs>
        <w:ind w:left="73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040"/>
        </w:tabs>
        <w:ind w:left="8040" w:hanging="180"/>
      </w:pPr>
    </w:lvl>
  </w:abstractNum>
  <w:abstractNum w:abstractNumId="19" w15:restartNumberingAfterBreak="0">
    <w:nsid w:val="2F1445B2"/>
    <w:multiLevelType w:val="hybridMultilevel"/>
    <w:tmpl w:val="9E70D9CC"/>
    <w:lvl w:ilvl="0" w:tplc="04190001">
      <w:start w:val="6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9D0BCD"/>
    <w:multiLevelType w:val="singleLevel"/>
    <w:tmpl w:val="EB78E56A"/>
    <w:lvl w:ilvl="0">
      <w:start w:val="17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</w:abstractNum>
  <w:abstractNum w:abstractNumId="21" w15:restartNumberingAfterBreak="0">
    <w:nsid w:val="35EF5524"/>
    <w:multiLevelType w:val="hybridMultilevel"/>
    <w:tmpl w:val="7F08C0C4"/>
    <w:lvl w:ilvl="0" w:tplc="2E862E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3C3501C9"/>
    <w:multiLevelType w:val="multilevel"/>
    <w:tmpl w:val="6FF211B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D55691"/>
    <w:multiLevelType w:val="hybridMultilevel"/>
    <w:tmpl w:val="AF362184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A21973"/>
    <w:multiLevelType w:val="hybridMultilevel"/>
    <w:tmpl w:val="7622953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8BA3A7C"/>
    <w:multiLevelType w:val="hybridMultilevel"/>
    <w:tmpl w:val="625AAE9A"/>
    <w:lvl w:ilvl="0" w:tplc="8486A24A"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4BA66F26"/>
    <w:multiLevelType w:val="singleLevel"/>
    <w:tmpl w:val="ADA65DB8"/>
    <w:lvl w:ilvl="0">
      <w:numFmt w:val="bullet"/>
      <w:lvlText w:val=""/>
      <w:lvlJc w:val="left"/>
      <w:pPr>
        <w:tabs>
          <w:tab w:val="num" w:pos="495"/>
        </w:tabs>
        <w:ind w:left="495" w:hanging="360"/>
      </w:pPr>
      <w:rPr>
        <w:rFonts w:ascii="Symbol" w:hAnsi="Symbol" w:hint="default"/>
        <w:b/>
      </w:rPr>
    </w:lvl>
  </w:abstractNum>
  <w:abstractNum w:abstractNumId="27" w15:restartNumberingAfterBreak="0">
    <w:nsid w:val="4E402229"/>
    <w:multiLevelType w:val="hybridMultilevel"/>
    <w:tmpl w:val="32CAD138"/>
    <w:lvl w:ilvl="0" w:tplc="952661D8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8" w15:restartNumberingAfterBreak="0">
    <w:nsid w:val="57AA5335"/>
    <w:multiLevelType w:val="hybridMultilevel"/>
    <w:tmpl w:val="86F02750"/>
    <w:lvl w:ilvl="0" w:tplc="9892C636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BC028B2"/>
    <w:multiLevelType w:val="hybridMultilevel"/>
    <w:tmpl w:val="D82253A4"/>
    <w:lvl w:ilvl="0" w:tplc="293643F6">
      <w:start w:val="1"/>
      <w:numFmt w:val="decimal"/>
      <w:lvlText w:val="%1."/>
      <w:lvlJc w:val="left"/>
      <w:pPr>
        <w:tabs>
          <w:tab w:val="num" w:pos="5460"/>
        </w:tabs>
        <w:ind w:left="54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D183445"/>
    <w:multiLevelType w:val="multilevel"/>
    <w:tmpl w:val="69402D0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EDF6558"/>
    <w:multiLevelType w:val="singleLevel"/>
    <w:tmpl w:val="C9D44C02"/>
    <w:lvl w:ilvl="0">
      <w:start w:val="1"/>
      <w:numFmt w:val="upperRoman"/>
      <w:pStyle w:val="4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32" w15:restartNumberingAfterBreak="0">
    <w:nsid w:val="5F2C5E75"/>
    <w:multiLevelType w:val="hybridMultilevel"/>
    <w:tmpl w:val="F04880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E716C4"/>
    <w:multiLevelType w:val="hybridMultilevel"/>
    <w:tmpl w:val="466C23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B66887"/>
    <w:multiLevelType w:val="singleLevel"/>
    <w:tmpl w:val="96B4E49E"/>
    <w:lvl w:ilvl="0">
      <w:start w:val="1"/>
      <w:numFmt w:val="bullet"/>
      <w:lvlText w:val="-"/>
      <w:lvlJc w:val="left"/>
      <w:pPr>
        <w:tabs>
          <w:tab w:val="num" w:pos="465"/>
        </w:tabs>
        <w:ind w:left="465" w:hanging="360"/>
      </w:pPr>
      <w:rPr>
        <w:rFonts w:ascii="Times New Roman" w:hAnsi="Times New Roman" w:hint="default"/>
      </w:rPr>
    </w:lvl>
  </w:abstractNum>
  <w:abstractNum w:abstractNumId="35" w15:restartNumberingAfterBreak="0">
    <w:nsid w:val="6C4F4FF5"/>
    <w:multiLevelType w:val="hybridMultilevel"/>
    <w:tmpl w:val="058635A2"/>
    <w:lvl w:ilvl="0" w:tplc="D26C17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CE54C65"/>
    <w:multiLevelType w:val="singleLevel"/>
    <w:tmpl w:val="EFC86520"/>
    <w:lvl w:ilvl="0">
      <w:start w:val="17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  <w:sz w:val="18"/>
      </w:rPr>
    </w:lvl>
  </w:abstractNum>
  <w:abstractNum w:abstractNumId="37" w15:restartNumberingAfterBreak="0">
    <w:nsid w:val="6D4F3E87"/>
    <w:multiLevelType w:val="multilevel"/>
    <w:tmpl w:val="C810BE6C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820"/>
        </w:tabs>
        <w:ind w:left="28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38" w15:restartNumberingAfterBreak="0">
    <w:nsid w:val="76126EA0"/>
    <w:multiLevelType w:val="hybridMultilevel"/>
    <w:tmpl w:val="09EE5290"/>
    <w:lvl w:ilvl="0" w:tplc="F810360E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39" w15:restartNumberingAfterBreak="0">
    <w:nsid w:val="781D3D01"/>
    <w:multiLevelType w:val="hybridMultilevel"/>
    <w:tmpl w:val="A4B8A73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15"/>
  </w:num>
  <w:num w:numId="3">
    <w:abstractNumId w:val="22"/>
  </w:num>
  <w:num w:numId="4">
    <w:abstractNumId w:val="18"/>
  </w:num>
  <w:num w:numId="5">
    <w:abstractNumId w:val="29"/>
  </w:num>
  <w:num w:numId="6">
    <w:abstractNumId w:val="7"/>
  </w:num>
  <w:num w:numId="7">
    <w:abstractNumId w:val="37"/>
  </w:num>
  <w:num w:numId="8">
    <w:abstractNumId w:val="21"/>
  </w:num>
  <w:num w:numId="9">
    <w:abstractNumId w:val="28"/>
  </w:num>
  <w:num w:numId="10">
    <w:abstractNumId w:val="27"/>
  </w:num>
  <w:num w:numId="11">
    <w:abstractNumId w:val="3"/>
  </w:num>
  <w:num w:numId="12">
    <w:abstractNumId w:val="31"/>
  </w:num>
  <w:num w:numId="13">
    <w:abstractNumId w:val="34"/>
  </w:num>
  <w:num w:numId="14">
    <w:abstractNumId w:val="1"/>
  </w:num>
  <w:num w:numId="15">
    <w:abstractNumId w:val="6"/>
  </w:num>
  <w:num w:numId="16">
    <w:abstractNumId w:val="36"/>
  </w:num>
  <w:num w:numId="17">
    <w:abstractNumId w:val="20"/>
  </w:num>
  <w:num w:numId="18">
    <w:abstractNumId w:val="4"/>
  </w:num>
  <w:num w:numId="19">
    <w:abstractNumId w:val="13"/>
  </w:num>
  <w:num w:numId="20">
    <w:abstractNumId w:val="26"/>
  </w:num>
  <w:num w:numId="21">
    <w:abstractNumId w:val="10"/>
  </w:num>
  <w:num w:numId="22">
    <w:abstractNumId w:val="30"/>
  </w:num>
  <w:num w:numId="23">
    <w:abstractNumId w:val="2"/>
  </w:num>
  <w:num w:numId="24">
    <w:abstractNumId w:val="24"/>
  </w:num>
  <w:num w:numId="25">
    <w:abstractNumId w:val="31"/>
    <w:lvlOverride w:ilvl="0">
      <w:startOverride w:val="1"/>
    </w:lvlOverride>
  </w:num>
  <w:num w:numId="26">
    <w:abstractNumId w:val="34"/>
  </w:num>
  <w:num w:numId="27">
    <w:abstractNumId w:val="9"/>
  </w:num>
  <w:num w:numId="28">
    <w:abstractNumId w:val="11"/>
  </w:num>
  <w:num w:numId="29">
    <w:abstractNumId w:val="16"/>
  </w:num>
  <w:num w:numId="30">
    <w:abstractNumId w:val="35"/>
  </w:num>
  <w:num w:numId="31">
    <w:abstractNumId w:val="39"/>
  </w:num>
  <w:num w:numId="32">
    <w:abstractNumId w:val="19"/>
  </w:num>
  <w:num w:numId="33">
    <w:abstractNumId w:val="0"/>
  </w:num>
  <w:num w:numId="34">
    <w:abstractNumId w:val="31"/>
    <w:lvlOverride w:ilvl="0">
      <w:startOverride w:val="1"/>
    </w:lvlOverride>
  </w:num>
  <w:num w:numId="35">
    <w:abstractNumId w:val="34"/>
  </w:num>
  <w:num w:numId="36">
    <w:abstractNumId w:val="8"/>
  </w:num>
  <w:num w:numId="37">
    <w:abstractNumId w:val="31"/>
    <w:lvlOverride w:ilvl="0">
      <w:startOverride w:val="1"/>
    </w:lvlOverride>
  </w:num>
  <w:num w:numId="38">
    <w:abstractNumId w:val="34"/>
  </w:num>
  <w:num w:numId="39">
    <w:abstractNumId w:val="31"/>
    <w:lvlOverride w:ilvl="0">
      <w:startOverride w:val="1"/>
    </w:lvlOverride>
  </w:num>
  <w:num w:numId="40">
    <w:abstractNumId w:val="34"/>
  </w:num>
  <w:num w:numId="41">
    <w:abstractNumId w:val="33"/>
  </w:num>
  <w:num w:numId="42">
    <w:abstractNumId w:val="32"/>
  </w:num>
  <w:num w:numId="43">
    <w:abstractNumId w:val="25"/>
  </w:num>
  <w:num w:numId="44">
    <w:abstractNumId w:val="12"/>
  </w:num>
  <w:num w:numId="45">
    <w:abstractNumId w:val="23"/>
  </w:num>
  <w:num w:numId="46">
    <w:abstractNumId w:val="38"/>
  </w:num>
  <w:num w:numId="47">
    <w:abstractNumId w:val="14"/>
  </w:num>
  <w:num w:numId="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1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151"/>
    <w:rsid w:val="00001DE2"/>
    <w:rsid w:val="00001F79"/>
    <w:rsid w:val="0000307C"/>
    <w:rsid w:val="00003096"/>
    <w:rsid w:val="00003816"/>
    <w:rsid w:val="00003C31"/>
    <w:rsid w:val="0000550B"/>
    <w:rsid w:val="0000559F"/>
    <w:rsid w:val="00006A37"/>
    <w:rsid w:val="00006D48"/>
    <w:rsid w:val="00007638"/>
    <w:rsid w:val="00014F85"/>
    <w:rsid w:val="00017AF2"/>
    <w:rsid w:val="00021D82"/>
    <w:rsid w:val="00024B6A"/>
    <w:rsid w:val="00031C9C"/>
    <w:rsid w:val="000324DA"/>
    <w:rsid w:val="0003354F"/>
    <w:rsid w:val="00033A1C"/>
    <w:rsid w:val="00034033"/>
    <w:rsid w:val="000346F3"/>
    <w:rsid w:val="000349C5"/>
    <w:rsid w:val="000352ED"/>
    <w:rsid w:val="00037EEA"/>
    <w:rsid w:val="000422C7"/>
    <w:rsid w:val="000431BB"/>
    <w:rsid w:val="00045B1C"/>
    <w:rsid w:val="00046641"/>
    <w:rsid w:val="000469DC"/>
    <w:rsid w:val="00047EFD"/>
    <w:rsid w:val="00050B08"/>
    <w:rsid w:val="00050BD3"/>
    <w:rsid w:val="00051677"/>
    <w:rsid w:val="0005296E"/>
    <w:rsid w:val="00052B87"/>
    <w:rsid w:val="000530BB"/>
    <w:rsid w:val="00053850"/>
    <w:rsid w:val="00060F03"/>
    <w:rsid w:val="000616A7"/>
    <w:rsid w:val="0006247D"/>
    <w:rsid w:val="0006360D"/>
    <w:rsid w:val="0006547D"/>
    <w:rsid w:val="00066989"/>
    <w:rsid w:val="00070204"/>
    <w:rsid w:val="000709F0"/>
    <w:rsid w:val="0007110B"/>
    <w:rsid w:val="00071895"/>
    <w:rsid w:val="00071B74"/>
    <w:rsid w:val="0007244A"/>
    <w:rsid w:val="00075958"/>
    <w:rsid w:val="00077409"/>
    <w:rsid w:val="0007759E"/>
    <w:rsid w:val="00081D6C"/>
    <w:rsid w:val="00082F99"/>
    <w:rsid w:val="000907C3"/>
    <w:rsid w:val="00092AF4"/>
    <w:rsid w:val="00094A4E"/>
    <w:rsid w:val="000A037F"/>
    <w:rsid w:val="000A5D15"/>
    <w:rsid w:val="000A6FBD"/>
    <w:rsid w:val="000B3538"/>
    <w:rsid w:val="000B421A"/>
    <w:rsid w:val="000C195C"/>
    <w:rsid w:val="000C4108"/>
    <w:rsid w:val="000C4C38"/>
    <w:rsid w:val="000C719A"/>
    <w:rsid w:val="000D0216"/>
    <w:rsid w:val="000D0B13"/>
    <w:rsid w:val="000D3B41"/>
    <w:rsid w:val="000D7437"/>
    <w:rsid w:val="000D7C64"/>
    <w:rsid w:val="000E1692"/>
    <w:rsid w:val="000E24B4"/>
    <w:rsid w:val="000E3F53"/>
    <w:rsid w:val="000E766E"/>
    <w:rsid w:val="000F1AA2"/>
    <w:rsid w:val="000F21B6"/>
    <w:rsid w:val="000F3130"/>
    <w:rsid w:val="000F48D7"/>
    <w:rsid w:val="000F5C1F"/>
    <w:rsid w:val="000F63B9"/>
    <w:rsid w:val="000F708D"/>
    <w:rsid w:val="00103968"/>
    <w:rsid w:val="00104E3A"/>
    <w:rsid w:val="0010586B"/>
    <w:rsid w:val="00110231"/>
    <w:rsid w:val="0011032D"/>
    <w:rsid w:val="00110771"/>
    <w:rsid w:val="00110EBF"/>
    <w:rsid w:val="00111464"/>
    <w:rsid w:val="00112825"/>
    <w:rsid w:val="00112A0E"/>
    <w:rsid w:val="001130EA"/>
    <w:rsid w:val="001146D9"/>
    <w:rsid w:val="00116CCE"/>
    <w:rsid w:val="00117E88"/>
    <w:rsid w:val="0012121E"/>
    <w:rsid w:val="001314F7"/>
    <w:rsid w:val="001343E9"/>
    <w:rsid w:val="00135A20"/>
    <w:rsid w:val="00136151"/>
    <w:rsid w:val="0013798A"/>
    <w:rsid w:val="00142C71"/>
    <w:rsid w:val="00142D91"/>
    <w:rsid w:val="00143632"/>
    <w:rsid w:val="00145476"/>
    <w:rsid w:val="00146C09"/>
    <w:rsid w:val="00150C4A"/>
    <w:rsid w:val="001519E6"/>
    <w:rsid w:val="00153DA8"/>
    <w:rsid w:val="00154E01"/>
    <w:rsid w:val="00155F63"/>
    <w:rsid w:val="00162572"/>
    <w:rsid w:val="00166621"/>
    <w:rsid w:val="00170C17"/>
    <w:rsid w:val="001724D4"/>
    <w:rsid w:val="00173AE0"/>
    <w:rsid w:val="00174BD5"/>
    <w:rsid w:val="00177CC1"/>
    <w:rsid w:val="00181AD3"/>
    <w:rsid w:val="00183675"/>
    <w:rsid w:val="001854D0"/>
    <w:rsid w:val="00185E16"/>
    <w:rsid w:val="0018621E"/>
    <w:rsid w:val="00186247"/>
    <w:rsid w:val="00196C79"/>
    <w:rsid w:val="001A05E2"/>
    <w:rsid w:val="001A1617"/>
    <w:rsid w:val="001A4113"/>
    <w:rsid w:val="001A4376"/>
    <w:rsid w:val="001A7CED"/>
    <w:rsid w:val="001B01B7"/>
    <w:rsid w:val="001B09A1"/>
    <w:rsid w:val="001B326F"/>
    <w:rsid w:val="001B419A"/>
    <w:rsid w:val="001B4E59"/>
    <w:rsid w:val="001B62A7"/>
    <w:rsid w:val="001B693E"/>
    <w:rsid w:val="001B7AEC"/>
    <w:rsid w:val="001B7DFC"/>
    <w:rsid w:val="001C2062"/>
    <w:rsid w:val="001C77C9"/>
    <w:rsid w:val="001C7864"/>
    <w:rsid w:val="001D0481"/>
    <w:rsid w:val="001D182D"/>
    <w:rsid w:val="001D1A53"/>
    <w:rsid w:val="001D2CA9"/>
    <w:rsid w:val="001D2E0D"/>
    <w:rsid w:val="001D3366"/>
    <w:rsid w:val="001D3FB8"/>
    <w:rsid w:val="001D55AE"/>
    <w:rsid w:val="001D5DF8"/>
    <w:rsid w:val="001D6F3D"/>
    <w:rsid w:val="001E033A"/>
    <w:rsid w:val="001E2A58"/>
    <w:rsid w:val="001E5253"/>
    <w:rsid w:val="001E5BE8"/>
    <w:rsid w:val="001E5C14"/>
    <w:rsid w:val="001E700F"/>
    <w:rsid w:val="001F0441"/>
    <w:rsid w:val="001F352D"/>
    <w:rsid w:val="001F53F2"/>
    <w:rsid w:val="001F722C"/>
    <w:rsid w:val="002007C8"/>
    <w:rsid w:val="0020497A"/>
    <w:rsid w:val="002053EF"/>
    <w:rsid w:val="00206B90"/>
    <w:rsid w:val="00206E17"/>
    <w:rsid w:val="00211CE0"/>
    <w:rsid w:val="0021595A"/>
    <w:rsid w:val="00215D61"/>
    <w:rsid w:val="00220198"/>
    <w:rsid w:val="00220686"/>
    <w:rsid w:val="00221C46"/>
    <w:rsid w:val="00227984"/>
    <w:rsid w:val="00235A41"/>
    <w:rsid w:val="002370F4"/>
    <w:rsid w:val="0024027E"/>
    <w:rsid w:val="00245185"/>
    <w:rsid w:val="00247DE9"/>
    <w:rsid w:val="0025040F"/>
    <w:rsid w:val="00250C71"/>
    <w:rsid w:val="00251070"/>
    <w:rsid w:val="002516D6"/>
    <w:rsid w:val="00254ACA"/>
    <w:rsid w:val="00254B4C"/>
    <w:rsid w:val="002563B0"/>
    <w:rsid w:val="00262B13"/>
    <w:rsid w:val="0026388B"/>
    <w:rsid w:val="00264CD8"/>
    <w:rsid w:val="00265192"/>
    <w:rsid w:val="00265301"/>
    <w:rsid w:val="002670BB"/>
    <w:rsid w:val="002673A1"/>
    <w:rsid w:val="002764B6"/>
    <w:rsid w:val="00276EA6"/>
    <w:rsid w:val="00277A60"/>
    <w:rsid w:val="002826B0"/>
    <w:rsid w:val="00282C11"/>
    <w:rsid w:val="00284444"/>
    <w:rsid w:val="00285275"/>
    <w:rsid w:val="00286343"/>
    <w:rsid w:val="002871DE"/>
    <w:rsid w:val="00291736"/>
    <w:rsid w:val="00294272"/>
    <w:rsid w:val="0029532E"/>
    <w:rsid w:val="00295DA5"/>
    <w:rsid w:val="0029660B"/>
    <w:rsid w:val="00296C6E"/>
    <w:rsid w:val="00296DD9"/>
    <w:rsid w:val="002A3B9F"/>
    <w:rsid w:val="002A40A2"/>
    <w:rsid w:val="002A7685"/>
    <w:rsid w:val="002B0121"/>
    <w:rsid w:val="002B0886"/>
    <w:rsid w:val="002B0DD6"/>
    <w:rsid w:val="002B3B2F"/>
    <w:rsid w:val="002B57E0"/>
    <w:rsid w:val="002C1B9D"/>
    <w:rsid w:val="002C294A"/>
    <w:rsid w:val="002C43A0"/>
    <w:rsid w:val="002C547E"/>
    <w:rsid w:val="002D36B8"/>
    <w:rsid w:val="002D51CF"/>
    <w:rsid w:val="002D5869"/>
    <w:rsid w:val="002D7C0B"/>
    <w:rsid w:val="002E162E"/>
    <w:rsid w:val="002E1FC8"/>
    <w:rsid w:val="002E2AB2"/>
    <w:rsid w:val="002E655A"/>
    <w:rsid w:val="002F2857"/>
    <w:rsid w:val="002F31DF"/>
    <w:rsid w:val="002F4427"/>
    <w:rsid w:val="002F5199"/>
    <w:rsid w:val="002F5DBC"/>
    <w:rsid w:val="00300C11"/>
    <w:rsid w:val="00301926"/>
    <w:rsid w:val="00302136"/>
    <w:rsid w:val="00303126"/>
    <w:rsid w:val="00305A35"/>
    <w:rsid w:val="00307176"/>
    <w:rsid w:val="00311BDF"/>
    <w:rsid w:val="00312337"/>
    <w:rsid w:val="00317013"/>
    <w:rsid w:val="003207F6"/>
    <w:rsid w:val="00321E87"/>
    <w:rsid w:val="00323498"/>
    <w:rsid w:val="00324BF1"/>
    <w:rsid w:val="00326122"/>
    <w:rsid w:val="003272D0"/>
    <w:rsid w:val="003310ED"/>
    <w:rsid w:val="00333B05"/>
    <w:rsid w:val="00343806"/>
    <w:rsid w:val="00344836"/>
    <w:rsid w:val="0034568B"/>
    <w:rsid w:val="00345E71"/>
    <w:rsid w:val="0034655C"/>
    <w:rsid w:val="003505E9"/>
    <w:rsid w:val="0035168C"/>
    <w:rsid w:val="003548F2"/>
    <w:rsid w:val="00356502"/>
    <w:rsid w:val="003570F4"/>
    <w:rsid w:val="00363485"/>
    <w:rsid w:val="00364559"/>
    <w:rsid w:val="003653F8"/>
    <w:rsid w:val="0036678B"/>
    <w:rsid w:val="00371A24"/>
    <w:rsid w:val="0037330F"/>
    <w:rsid w:val="003754AB"/>
    <w:rsid w:val="0037610F"/>
    <w:rsid w:val="003764BD"/>
    <w:rsid w:val="00376FF8"/>
    <w:rsid w:val="00380A1F"/>
    <w:rsid w:val="003825A5"/>
    <w:rsid w:val="00382812"/>
    <w:rsid w:val="0038692D"/>
    <w:rsid w:val="003918E7"/>
    <w:rsid w:val="0039511E"/>
    <w:rsid w:val="00396181"/>
    <w:rsid w:val="00397BB0"/>
    <w:rsid w:val="003A041D"/>
    <w:rsid w:val="003A164E"/>
    <w:rsid w:val="003A4111"/>
    <w:rsid w:val="003A41F1"/>
    <w:rsid w:val="003A435A"/>
    <w:rsid w:val="003A782E"/>
    <w:rsid w:val="003B0043"/>
    <w:rsid w:val="003B07AD"/>
    <w:rsid w:val="003B17E1"/>
    <w:rsid w:val="003C2104"/>
    <w:rsid w:val="003C309E"/>
    <w:rsid w:val="003C3484"/>
    <w:rsid w:val="003C423D"/>
    <w:rsid w:val="003C57FF"/>
    <w:rsid w:val="003C6222"/>
    <w:rsid w:val="003D05D3"/>
    <w:rsid w:val="003D1598"/>
    <w:rsid w:val="003D3BA3"/>
    <w:rsid w:val="003D49CD"/>
    <w:rsid w:val="003D69D0"/>
    <w:rsid w:val="003D7AC9"/>
    <w:rsid w:val="003E03DB"/>
    <w:rsid w:val="003E0615"/>
    <w:rsid w:val="003E0CA2"/>
    <w:rsid w:val="003E1D4A"/>
    <w:rsid w:val="003E2C7D"/>
    <w:rsid w:val="003E327D"/>
    <w:rsid w:val="003F2DAA"/>
    <w:rsid w:val="003F319D"/>
    <w:rsid w:val="003F3695"/>
    <w:rsid w:val="003F3736"/>
    <w:rsid w:val="00402BA9"/>
    <w:rsid w:val="00402D14"/>
    <w:rsid w:val="0040485E"/>
    <w:rsid w:val="004059CF"/>
    <w:rsid w:val="00412EBA"/>
    <w:rsid w:val="004144D1"/>
    <w:rsid w:val="00415619"/>
    <w:rsid w:val="004162DA"/>
    <w:rsid w:val="00417337"/>
    <w:rsid w:val="00421DBA"/>
    <w:rsid w:val="004230A6"/>
    <w:rsid w:val="00424BD8"/>
    <w:rsid w:val="00427676"/>
    <w:rsid w:val="00430151"/>
    <w:rsid w:val="0043182D"/>
    <w:rsid w:val="00432770"/>
    <w:rsid w:val="00436EA0"/>
    <w:rsid w:val="00442CF1"/>
    <w:rsid w:val="004444D6"/>
    <w:rsid w:val="0044454E"/>
    <w:rsid w:val="0044529E"/>
    <w:rsid w:val="00454E5E"/>
    <w:rsid w:val="0045540D"/>
    <w:rsid w:val="00455D75"/>
    <w:rsid w:val="004575CD"/>
    <w:rsid w:val="004603CC"/>
    <w:rsid w:val="004643C4"/>
    <w:rsid w:val="00465FE2"/>
    <w:rsid w:val="00466A5F"/>
    <w:rsid w:val="00471234"/>
    <w:rsid w:val="00471A63"/>
    <w:rsid w:val="004726CF"/>
    <w:rsid w:val="00473B8E"/>
    <w:rsid w:val="00476D28"/>
    <w:rsid w:val="004776E5"/>
    <w:rsid w:val="00480B26"/>
    <w:rsid w:val="00480F2D"/>
    <w:rsid w:val="00481658"/>
    <w:rsid w:val="0048431B"/>
    <w:rsid w:val="00485599"/>
    <w:rsid w:val="00486129"/>
    <w:rsid w:val="00493507"/>
    <w:rsid w:val="004948BE"/>
    <w:rsid w:val="00495287"/>
    <w:rsid w:val="00495D77"/>
    <w:rsid w:val="004A1731"/>
    <w:rsid w:val="004A3313"/>
    <w:rsid w:val="004A41E8"/>
    <w:rsid w:val="004A4B84"/>
    <w:rsid w:val="004A7897"/>
    <w:rsid w:val="004A7FF9"/>
    <w:rsid w:val="004B0006"/>
    <w:rsid w:val="004B3E05"/>
    <w:rsid w:val="004B4317"/>
    <w:rsid w:val="004B463D"/>
    <w:rsid w:val="004C0B1E"/>
    <w:rsid w:val="004C2928"/>
    <w:rsid w:val="004C2EF0"/>
    <w:rsid w:val="004C6199"/>
    <w:rsid w:val="004C6BF2"/>
    <w:rsid w:val="004C77B2"/>
    <w:rsid w:val="004D0AAE"/>
    <w:rsid w:val="004D0FDA"/>
    <w:rsid w:val="004D1576"/>
    <w:rsid w:val="004D28D7"/>
    <w:rsid w:val="004D2D3D"/>
    <w:rsid w:val="004D2D96"/>
    <w:rsid w:val="004D3FC5"/>
    <w:rsid w:val="004D52D3"/>
    <w:rsid w:val="004D68B9"/>
    <w:rsid w:val="004D718B"/>
    <w:rsid w:val="004E0712"/>
    <w:rsid w:val="004E2008"/>
    <w:rsid w:val="004E3640"/>
    <w:rsid w:val="004E4FDB"/>
    <w:rsid w:val="004E59AD"/>
    <w:rsid w:val="004E6147"/>
    <w:rsid w:val="004E71BB"/>
    <w:rsid w:val="004F3D2E"/>
    <w:rsid w:val="004F40A1"/>
    <w:rsid w:val="004F41BF"/>
    <w:rsid w:val="004F4994"/>
    <w:rsid w:val="004F6A7A"/>
    <w:rsid w:val="00502BF5"/>
    <w:rsid w:val="00505B4E"/>
    <w:rsid w:val="005075F8"/>
    <w:rsid w:val="0051009F"/>
    <w:rsid w:val="00522F05"/>
    <w:rsid w:val="00523DB8"/>
    <w:rsid w:val="00524B9D"/>
    <w:rsid w:val="005254A9"/>
    <w:rsid w:val="00530DFB"/>
    <w:rsid w:val="005318F3"/>
    <w:rsid w:val="005342DD"/>
    <w:rsid w:val="005343BC"/>
    <w:rsid w:val="00535A08"/>
    <w:rsid w:val="00541F44"/>
    <w:rsid w:val="00542D4C"/>
    <w:rsid w:val="00543090"/>
    <w:rsid w:val="00543D97"/>
    <w:rsid w:val="00544BD3"/>
    <w:rsid w:val="00545ED9"/>
    <w:rsid w:val="00550715"/>
    <w:rsid w:val="00552D87"/>
    <w:rsid w:val="0055515D"/>
    <w:rsid w:val="00560669"/>
    <w:rsid w:val="00560C09"/>
    <w:rsid w:val="005620EA"/>
    <w:rsid w:val="005626BE"/>
    <w:rsid w:val="005627F9"/>
    <w:rsid w:val="00564407"/>
    <w:rsid w:val="00564F51"/>
    <w:rsid w:val="00566246"/>
    <w:rsid w:val="005709C0"/>
    <w:rsid w:val="00572F2F"/>
    <w:rsid w:val="00573CC3"/>
    <w:rsid w:val="00581E85"/>
    <w:rsid w:val="00581F7C"/>
    <w:rsid w:val="0058217A"/>
    <w:rsid w:val="005920D0"/>
    <w:rsid w:val="0059244B"/>
    <w:rsid w:val="005946BA"/>
    <w:rsid w:val="00594C10"/>
    <w:rsid w:val="00596A8A"/>
    <w:rsid w:val="00597C6D"/>
    <w:rsid w:val="005A1ADB"/>
    <w:rsid w:val="005A255C"/>
    <w:rsid w:val="005A3E52"/>
    <w:rsid w:val="005A5330"/>
    <w:rsid w:val="005A6713"/>
    <w:rsid w:val="005B06B2"/>
    <w:rsid w:val="005B0CF3"/>
    <w:rsid w:val="005B2E9A"/>
    <w:rsid w:val="005B35CA"/>
    <w:rsid w:val="005B6673"/>
    <w:rsid w:val="005B7AB6"/>
    <w:rsid w:val="005C153A"/>
    <w:rsid w:val="005C5B1D"/>
    <w:rsid w:val="005C665D"/>
    <w:rsid w:val="005C7DB2"/>
    <w:rsid w:val="005C7EE0"/>
    <w:rsid w:val="005D0ACE"/>
    <w:rsid w:val="005D203C"/>
    <w:rsid w:val="005D4322"/>
    <w:rsid w:val="005D4C21"/>
    <w:rsid w:val="005E0023"/>
    <w:rsid w:val="005E2F63"/>
    <w:rsid w:val="005E4086"/>
    <w:rsid w:val="005E625E"/>
    <w:rsid w:val="005E6FC8"/>
    <w:rsid w:val="005F249E"/>
    <w:rsid w:val="005F6E7F"/>
    <w:rsid w:val="006013DD"/>
    <w:rsid w:val="00603836"/>
    <w:rsid w:val="00604538"/>
    <w:rsid w:val="006061FE"/>
    <w:rsid w:val="0061148C"/>
    <w:rsid w:val="006126E7"/>
    <w:rsid w:val="00614D30"/>
    <w:rsid w:val="00616C18"/>
    <w:rsid w:val="00617546"/>
    <w:rsid w:val="00623B78"/>
    <w:rsid w:val="00623DB7"/>
    <w:rsid w:val="00624851"/>
    <w:rsid w:val="00624DDD"/>
    <w:rsid w:val="0062578D"/>
    <w:rsid w:val="00626310"/>
    <w:rsid w:val="006368CA"/>
    <w:rsid w:val="00637C1F"/>
    <w:rsid w:val="00637DD8"/>
    <w:rsid w:val="0064244A"/>
    <w:rsid w:val="0064314F"/>
    <w:rsid w:val="00643F20"/>
    <w:rsid w:val="0065091D"/>
    <w:rsid w:val="00657C73"/>
    <w:rsid w:val="00657F55"/>
    <w:rsid w:val="00661474"/>
    <w:rsid w:val="006615CC"/>
    <w:rsid w:val="00662332"/>
    <w:rsid w:val="00666018"/>
    <w:rsid w:val="006665DE"/>
    <w:rsid w:val="006673A8"/>
    <w:rsid w:val="0067063D"/>
    <w:rsid w:val="006722FA"/>
    <w:rsid w:val="00672AE1"/>
    <w:rsid w:val="006735B0"/>
    <w:rsid w:val="00674088"/>
    <w:rsid w:val="0067463A"/>
    <w:rsid w:val="006754B2"/>
    <w:rsid w:val="00675DE5"/>
    <w:rsid w:val="00677818"/>
    <w:rsid w:val="00680BD8"/>
    <w:rsid w:val="0068200A"/>
    <w:rsid w:val="006830C3"/>
    <w:rsid w:val="00684A4B"/>
    <w:rsid w:val="00687997"/>
    <w:rsid w:val="0069118F"/>
    <w:rsid w:val="006A26AA"/>
    <w:rsid w:val="006A306C"/>
    <w:rsid w:val="006A41B7"/>
    <w:rsid w:val="006A6DF4"/>
    <w:rsid w:val="006A77DC"/>
    <w:rsid w:val="006A785A"/>
    <w:rsid w:val="006C0D2F"/>
    <w:rsid w:val="006C5445"/>
    <w:rsid w:val="006C5510"/>
    <w:rsid w:val="006D18CB"/>
    <w:rsid w:val="006D2C3A"/>
    <w:rsid w:val="006D2CE9"/>
    <w:rsid w:val="006D4180"/>
    <w:rsid w:val="006D4BB0"/>
    <w:rsid w:val="006D596F"/>
    <w:rsid w:val="006D5C45"/>
    <w:rsid w:val="006D631B"/>
    <w:rsid w:val="006D76A0"/>
    <w:rsid w:val="006E445E"/>
    <w:rsid w:val="006E491D"/>
    <w:rsid w:val="006E79BB"/>
    <w:rsid w:val="006E7BC5"/>
    <w:rsid w:val="006F0323"/>
    <w:rsid w:val="006F1284"/>
    <w:rsid w:val="006F7E0A"/>
    <w:rsid w:val="00701BDA"/>
    <w:rsid w:val="00701BFF"/>
    <w:rsid w:val="0070269A"/>
    <w:rsid w:val="00702FD2"/>
    <w:rsid w:val="0070609E"/>
    <w:rsid w:val="00712B97"/>
    <w:rsid w:val="00713660"/>
    <w:rsid w:val="00714375"/>
    <w:rsid w:val="00715CD6"/>
    <w:rsid w:val="00717D55"/>
    <w:rsid w:val="00720671"/>
    <w:rsid w:val="007215B5"/>
    <w:rsid w:val="007234EF"/>
    <w:rsid w:val="0072581D"/>
    <w:rsid w:val="00726D1D"/>
    <w:rsid w:val="0072731B"/>
    <w:rsid w:val="00730961"/>
    <w:rsid w:val="007377BC"/>
    <w:rsid w:val="00742062"/>
    <w:rsid w:val="0074397E"/>
    <w:rsid w:val="00746C90"/>
    <w:rsid w:val="00750B21"/>
    <w:rsid w:val="00752C83"/>
    <w:rsid w:val="00754647"/>
    <w:rsid w:val="00754E43"/>
    <w:rsid w:val="007559DB"/>
    <w:rsid w:val="00755BEC"/>
    <w:rsid w:val="00761BE2"/>
    <w:rsid w:val="00762B6B"/>
    <w:rsid w:val="00764178"/>
    <w:rsid w:val="00771518"/>
    <w:rsid w:val="00771E62"/>
    <w:rsid w:val="00771EC8"/>
    <w:rsid w:val="007741CB"/>
    <w:rsid w:val="007751EE"/>
    <w:rsid w:val="007751F3"/>
    <w:rsid w:val="00775462"/>
    <w:rsid w:val="00775B70"/>
    <w:rsid w:val="00780BB8"/>
    <w:rsid w:val="007810CB"/>
    <w:rsid w:val="00781234"/>
    <w:rsid w:val="0078171F"/>
    <w:rsid w:val="00782C99"/>
    <w:rsid w:val="007859F5"/>
    <w:rsid w:val="007868F6"/>
    <w:rsid w:val="0079051C"/>
    <w:rsid w:val="0079098B"/>
    <w:rsid w:val="0079148C"/>
    <w:rsid w:val="00793246"/>
    <w:rsid w:val="007935D9"/>
    <w:rsid w:val="00793803"/>
    <w:rsid w:val="00794941"/>
    <w:rsid w:val="00794D7B"/>
    <w:rsid w:val="00795A96"/>
    <w:rsid w:val="007967BF"/>
    <w:rsid w:val="00796E17"/>
    <w:rsid w:val="007972BC"/>
    <w:rsid w:val="007A02B0"/>
    <w:rsid w:val="007A0516"/>
    <w:rsid w:val="007A2781"/>
    <w:rsid w:val="007A60E2"/>
    <w:rsid w:val="007B3702"/>
    <w:rsid w:val="007C0C19"/>
    <w:rsid w:val="007C1624"/>
    <w:rsid w:val="007C1C87"/>
    <w:rsid w:val="007C1CC1"/>
    <w:rsid w:val="007C27F4"/>
    <w:rsid w:val="007C77DD"/>
    <w:rsid w:val="007D0EEC"/>
    <w:rsid w:val="007D33DD"/>
    <w:rsid w:val="007D5D2F"/>
    <w:rsid w:val="007E5A8B"/>
    <w:rsid w:val="007F2A56"/>
    <w:rsid w:val="007F73D2"/>
    <w:rsid w:val="00801FB6"/>
    <w:rsid w:val="00802FC5"/>
    <w:rsid w:val="00804EC8"/>
    <w:rsid w:val="008053A7"/>
    <w:rsid w:val="008119A6"/>
    <w:rsid w:val="00812746"/>
    <w:rsid w:val="0081292B"/>
    <w:rsid w:val="008172A5"/>
    <w:rsid w:val="008209B4"/>
    <w:rsid w:val="008220CD"/>
    <w:rsid w:val="00823E9B"/>
    <w:rsid w:val="0082530E"/>
    <w:rsid w:val="008259B2"/>
    <w:rsid w:val="00834D26"/>
    <w:rsid w:val="00836A80"/>
    <w:rsid w:val="00841102"/>
    <w:rsid w:val="0084514C"/>
    <w:rsid w:val="008452C5"/>
    <w:rsid w:val="00845C3A"/>
    <w:rsid w:val="00850E5C"/>
    <w:rsid w:val="008517D2"/>
    <w:rsid w:val="00854E75"/>
    <w:rsid w:val="008565B2"/>
    <w:rsid w:val="008566DB"/>
    <w:rsid w:val="00860CFF"/>
    <w:rsid w:val="00861EF8"/>
    <w:rsid w:val="00862F7A"/>
    <w:rsid w:val="00863913"/>
    <w:rsid w:val="00867EAB"/>
    <w:rsid w:val="00871A3F"/>
    <w:rsid w:val="008738CB"/>
    <w:rsid w:val="0087486F"/>
    <w:rsid w:val="00876E02"/>
    <w:rsid w:val="00880117"/>
    <w:rsid w:val="008820D3"/>
    <w:rsid w:val="00884B28"/>
    <w:rsid w:val="00885DE2"/>
    <w:rsid w:val="0088672A"/>
    <w:rsid w:val="008918C6"/>
    <w:rsid w:val="008919CD"/>
    <w:rsid w:val="008923E4"/>
    <w:rsid w:val="008926AD"/>
    <w:rsid w:val="008935CE"/>
    <w:rsid w:val="00894425"/>
    <w:rsid w:val="008950D2"/>
    <w:rsid w:val="008975BB"/>
    <w:rsid w:val="00897CD2"/>
    <w:rsid w:val="008A089F"/>
    <w:rsid w:val="008A13A8"/>
    <w:rsid w:val="008A44A2"/>
    <w:rsid w:val="008A73DC"/>
    <w:rsid w:val="008A7706"/>
    <w:rsid w:val="008A7C6C"/>
    <w:rsid w:val="008B2FE4"/>
    <w:rsid w:val="008B64A2"/>
    <w:rsid w:val="008C2832"/>
    <w:rsid w:val="008C367D"/>
    <w:rsid w:val="008C60BB"/>
    <w:rsid w:val="008C6616"/>
    <w:rsid w:val="008C798C"/>
    <w:rsid w:val="008D3C53"/>
    <w:rsid w:val="008D6F27"/>
    <w:rsid w:val="008E1C3F"/>
    <w:rsid w:val="008E2BE3"/>
    <w:rsid w:val="008E31AA"/>
    <w:rsid w:val="008E7F3B"/>
    <w:rsid w:val="008F57A4"/>
    <w:rsid w:val="008F57C6"/>
    <w:rsid w:val="008F5D38"/>
    <w:rsid w:val="008F5F10"/>
    <w:rsid w:val="008F77E9"/>
    <w:rsid w:val="009010EC"/>
    <w:rsid w:val="00901440"/>
    <w:rsid w:val="00902E19"/>
    <w:rsid w:val="0090639E"/>
    <w:rsid w:val="00907952"/>
    <w:rsid w:val="0091016B"/>
    <w:rsid w:val="009122DD"/>
    <w:rsid w:val="00917A9F"/>
    <w:rsid w:val="00921755"/>
    <w:rsid w:val="0092278D"/>
    <w:rsid w:val="00923CFC"/>
    <w:rsid w:val="00923D2F"/>
    <w:rsid w:val="00923DCF"/>
    <w:rsid w:val="00925722"/>
    <w:rsid w:val="009317BC"/>
    <w:rsid w:val="00932E35"/>
    <w:rsid w:val="00933BB5"/>
    <w:rsid w:val="009353B4"/>
    <w:rsid w:val="009367E0"/>
    <w:rsid w:val="009375A3"/>
    <w:rsid w:val="00942205"/>
    <w:rsid w:val="00942689"/>
    <w:rsid w:val="009453AE"/>
    <w:rsid w:val="00950287"/>
    <w:rsid w:val="00950CB0"/>
    <w:rsid w:val="0095143E"/>
    <w:rsid w:val="0095269F"/>
    <w:rsid w:val="00965094"/>
    <w:rsid w:val="009663F6"/>
    <w:rsid w:val="00966FAA"/>
    <w:rsid w:val="00967243"/>
    <w:rsid w:val="00970B20"/>
    <w:rsid w:val="00970E5C"/>
    <w:rsid w:val="0097341C"/>
    <w:rsid w:val="009735EF"/>
    <w:rsid w:val="0098079A"/>
    <w:rsid w:val="00986BB7"/>
    <w:rsid w:val="009878EB"/>
    <w:rsid w:val="009879CA"/>
    <w:rsid w:val="00995A12"/>
    <w:rsid w:val="009973C7"/>
    <w:rsid w:val="00997EBE"/>
    <w:rsid w:val="00997FA8"/>
    <w:rsid w:val="009A0CF7"/>
    <w:rsid w:val="009A3676"/>
    <w:rsid w:val="009A38FF"/>
    <w:rsid w:val="009A3A3D"/>
    <w:rsid w:val="009A3E24"/>
    <w:rsid w:val="009A5F56"/>
    <w:rsid w:val="009A6358"/>
    <w:rsid w:val="009B082C"/>
    <w:rsid w:val="009B1C6C"/>
    <w:rsid w:val="009B35D5"/>
    <w:rsid w:val="009B427D"/>
    <w:rsid w:val="009B4BAD"/>
    <w:rsid w:val="009B5AF8"/>
    <w:rsid w:val="009B7E64"/>
    <w:rsid w:val="009C43B8"/>
    <w:rsid w:val="009C4F2A"/>
    <w:rsid w:val="009C5669"/>
    <w:rsid w:val="009C78F7"/>
    <w:rsid w:val="009D2F7C"/>
    <w:rsid w:val="009D3A6B"/>
    <w:rsid w:val="009D52EC"/>
    <w:rsid w:val="009D7410"/>
    <w:rsid w:val="009E5859"/>
    <w:rsid w:val="009E7B15"/>
    <w:rsid w:val="009F0188"/>
    <w:rsid w:val="009F1C1B"/>
    <w:rsid w:val="009F381F"/>
    <w:rsid w:val="009F5F06"/>
    <w:rsid w:val="00A003E6"/>
    <w:rsid w:val="00A05793"/>
    <w:rsid w:val="00A05F00"/>
    <w:rsid w:val="00A12317"/>
    <w:rsid w:val="00A12463"/>
    <w:rsid w:val="00A12E2F"/>
    <w:rsid w:val="00A13DEC"/>
    <w:rsid w:val="00A146D9"/>
    <w:rsid w:val="00A21442"/>
    <w:rsid w:val="00A24A5F"/>
    <w:rsid w:val="00A25C15"/>
    <w:rsid w:val="00A2614E"/>
    <w:rsid w:val="00A27F1F"/>
    <w:rsid w:val="00A33729"/>
    <w:rsid w:val="00A338FD"/>
    <w:rsid w:val="00A33CF9"/>
    <w:rsid w:val="00A34B14"/>
    <w:rsid w:val="00A36409"/>
    <w:rsid w:val="00A36B77"/>
    <w:rsid w:val="00A372BB"/>
    <w:rsid w:val="00A410DC"/>
    <w:rsid w:val="00A41C22"/>
    <w:rsid w:val="00A50601"/>
    <w:rsid w:val="00A53ED0"/>
    <w:rsid w:val="00A604C3"/>
    <w:rsid w:val="00A60E05"/>
    <w:rsid w:val="00A6342A"/>
    <w:rsid w:val="00A63512"/>
    <w:rsid w:val="00A642F3"/>
    <w:rsid w:val="00A6448A"/>
    <w:rsid w:val="00A64CE7"/>
    <w:rsid w:val="00A6588D"/>
    <w:rsid w:val="00A667FB"/>
    <w:rsid w:val="00A712A7"/>
    <w:rsid w:val="00A7216A"/>
    <w:rsid w:val="00A74B89"/>
    <w:rsid w:val="00A77616"/>
    <w:rsid w:val="00A77C06"/>
    <w:rsid w:val="00A77E3C"/>
    <w:rsid w:val="00A8002C"/>
    <w:rsid w:val="00A812C9"/>
    <w:rsid w:val="00A82E5C"/>
    <w:rsid w:val="00A834B5"/>
    <w:rsid w:val="00A84358"/>
    <w:rsid w:val="00A872FC"/>
    <w:rsid w:val="00A87FEE"/>
    <w:rsid w:val="00A9699E"/>
    <w:rsid w:val="00AA42AF"/>
    <w:rsid w:val="00AA4B48"/>
    <w:rsid w:val="00AA4BE2"/>
    <w:rsid w:val="00AB3309"/>
    <w:rsid w:val="00AB3708"/>
    <w:rsid w:val="00AC06A3"/>
    <w:rsid w:val="00AC43F3"/>
    <w:rsid w:val="00AC453C"/>
    <w:rsid w:val="00AC55F6"/>
    <w:rsid w:val="00AD0814"/>
    <w:rsid w:val="00AD0BB7"/>
    <w:rsid w:val="00AD2CDC"/>
    <w:rsid w:val="00AD3339"/>
    <w:rsid w:val="00AD5573"/>
    <w:rsid w:val="00AE39D8"/>
    <w:rsid w:val="00AE4390"/>
    <w:rsid w:val="00AE60F8"/>
    <w:rsid w:val="00AE6891"/>
    <w:rsid w:val="00AE72E5"/>
    <w:rsid w:val="00AF0FCA"/>
    <w:rsid w:val="00AF1FB3"/>
    <w:rsid w:val="00AF2C5F"/>
    <w:rsid w:val="00AF4D9A"/>
    <w:rsid w:val="00AF5570"/>
    <w:rsid w:val="00AF700B"/>
    <w:rsid w:val="00B0151E"/>
    <w:rsid w:val="00B055A4"/>
    <w:rsid w:val="00B056C4"/>
    <w:rsid w:val="00B06D1B"/>
    <w:rsid w:val="00B10A28"/>
    <w:rsid w:val="00B126B7"/>
    <w:rsid w:val="00B23D75"/>
    <w:rsid w:val="00B25D72"/>
    <w:rsid w:val="00B27AA0"/>
    <w:rsid w:val="00B318F8"/>
    <w:rsid w:val="00B32AF5"/>
    <w:rsid w:val="00B33DBC"/>
    <w:rsid w:val="00B34093"/>
    <w:rsid w:val="00B3446C"/>
    <w:rsid w:val="00B34C40"/>
    <w:rsid w:val="00B3593A"/>
    <w:rsid w:val="00B370B5"/>
    <w:rsid w:val="00B446DD"/>
    <w:rsid w:val="00B46A38"/>
    <w:rsid w:val="00B4788E"/>
    <w:rsid w:val="00B525AF"/>
    <w:rsid w:val="00B5364F"/>
    <w:rsid w:val="00B54D67"/>
    <w:rsid w:val="00B5582C"/>
    <w:rsid w:val="00B56934"/>
    <w:rsid w:val="00B6054C"/>
    <w:rsid w:val="00B60915"/>
    <w:rsid w:val="00B62249"/>
    <w:rsid w:val="00B63FE6"/>
    <w:rsid w:val="00B64A9F"/>
    <w:rsid w:val="00B71B50"/>
    <w:rsid w:val="00B75DE2"/>
    <w:rsid w:val="00B775C8"/>
    <w:rsid w:val="00B81C0C"/>
    <w:rsid w:val="00B82F0A"/>
    <w:rsid w:val="00B84C76"/>
    <w:rsid w:val="00B85879"/>
    <w:rsid w:val="00B86049"/>
    <w:rsid w:val="00B87167"/>
    <w:rsid w:val="00B87224"/>
    <w:rsid w:val="00B9035F"/>
    <w:rsid w:val="00B912CC"/>
    <w:rsid w:val="00B950E5"/>
    <w:rsid w:val="00B96384"/>
    <w:rsid w:val="00B97D4B"/>
    <w:rsid w:val="00BA15F3"/>
    <w:rsid w:val="00BA1AE9"/>
    <w:rsid w:val="00BA347B"/>
    <w:rsid w:val="00BA3843"/>
    <w:rsid w:val="00BA3D5B"/>
    <w:rsid w:val="00BA3DCC"/>
    <w:rsid w:val="00BA65BF"/>
    <w:rsid w:val="00BA676F"/>
    <w:rsid w:val="00BA6A52"/>
    <w:rsid w:val="00BA716A"/>
    <w:rsid w:val="00BA74FB"/>
    <w:rsid w:val="00BA771D"/>
    <w:rsid w:val="00BB032F"/>
    <w:rsid w:val="00BB044F"/>
    <w:rsid w:val="00BB126F"/>
    <w:rsid w:val="00BB12B0"/>
    <w:rsid w:val="00BB5C8E"/>
    <w:rsid w:val="00BB7C50"/>
    <w:rsid w:val="00BC08C7"/>
    <w:rsid w:val="00BC2DFC"/>
    <w:rsid w:val="00BC3E00"/>
    <w:rsid w:val="00BC3F3E"/>
    <w:rsid w:val="00BC6AFB"/>
    <w:rsid w:val="00BC712C"/>
    <w:rsid w:val="00BD08CC"/>
    <w:rsid w:val="00BD0A48"/>
    <w:rsid w:val="00BD294C"/>
    <w:rsid w:val="00BD2B60"/>
    <w:rsid w:val="00BD79E1"/>
    <w:rsid w:val="00BE1B78"/>
    <w:rsid w:val="00BE51E9"/>
    <w:rsid w:val="00BF1847"/>
    <w:rsid w:val="00BF1CD2"/>
    <w:rsid w:val="00BF7F8B"/>
    <w:rsid w:val="00C01163"/>
    <w:rsid w:val="00C01869"/>
    <w:rsid w:val="00C044CA"/>
    <w:rsid w:val="00C04E7E"/>
    <w:rsid w:val="00C05772"/>
    <w:rsid w:val="00C069C7"/>
    <w:rsid w:val="00C103EC"/>
    <w:rsid w:val="00C1065E"/>
    <w:rsid w:val="00C112C4"/>
    <w:rsid w:val="00C13157"/>
    <w:rsid w:val="00C153C6"/>
    <w:rsid w:val="00C175BA"/>
    <w:rsid w:val="00C277EA"/>
    <w:rsid w:val="00C30484"/>
    <w:rsid w:val="00C31178"/>
    <w:rsid w:val="00C32586"/>
    <w:rsid w:val="00C32869"/>
    <w:rsid w:val="00C33F70"/>
    <w:rsid w:val="00C34B92"/>
    <w:rsid w:val="00C4088C"/>
    <w:rsid w:val="00C42447"/>
    <w:rsid w:val="00C42DF3"/>
    <w:rsid w:val="00C42DF9"/>
    <w:rsid w:val="00C43A4D"/>
    <w:rsid w:val="00C45A09"/>
    <w:rsid w:val="00C50DC3"/>
    <w:rsid w:val="00C51ECA"/>
    <w:rsid w:val="00C53BC5"/>
    <w:rsid w:val="00C5633B"/>
    <w:rsid w:val="00C5667E"/>
    <w:rsid w:val="00C5682A"/>
    <w:rsid w:val="00C60432"/>
    <w:rsid w:val="00C6282F"/>
    <w:rsid w:val="00C637A6"/>
    <w:rsid w:val="00C64106"/>
    <w:rsid w:val="00C64739"/>
    <w:rsid w:val="00C67F66"/>
    <w:rsid w:val="00C724AD"/>
    <w:rsid w:val="00C74C49"/>
    <w:rsid w:val="00C760B5"/>
    <w:rsid w:val="00C760E1"/>
    <w:rsid w:val="00C766ED"/>
    <w:rsid w:val="00C76A0E"/>
    <w:rsid w:val="00C77929"/>
    <w:rsid w:val="00C80190"/>
    <w:rsid w:val="00C82253"/>
    <w:rsid w:val="00C827FC"/>
    <w:rsid w:val="00C83DD7"/>
    <w:rsid w:val="00C90616"/>
    <w:rsid w:val="00C9080F"/>
    <w:rsid w:val="00C917BA"/>
    <w:rsid w:val="00C91E37"/>
    <w:rsid w:val="00C92650"/>
    <w:rsid w:val="00C93F1F"/>
    <w:rsid w:val="00C93F8F"/>
    <w:rsid w:val="00C95991"/>
    <w:rsid w:val="00C96AE0"/>
    <w:rsid w:val="00C97A59"/>
    <w:rsid w:val="00CA07C8"/>
    <w:rsid w:val="00CA2995"/>
    <w:rsid w:val="00CB61B0"/>
    <w:rsid w:val="00CB6609"/>
    <w:rsid w:val="00CC30E2"/>
    <w:rsid w:val="00CC3BF9"/>
    <w:rsid w:val="00CC59E0"/>
    <w:rsid w:val="00CD0A15"/>
    <w:rsid w:val="00CD105B"/>
    <w:rsid w:val="00CD2C93"/>
    <w:rsid w:val="00CD616D"/>
    <w:rsid w:val="00CD63E4"/>
    <w:rsid w:val="00CD76AA"/>
    <w:rsid w:val="00CE06A2"/>
    <w:rsid w:val="00CE06C8"/>
    <w:rsid w:val="00CE07AB"/>
    <w:rsid w:val="00CE0D17"/>
    <w:rsid w:val="00CE1033"/>
    <w:rsid w:val="00CE11C6"/>
    <w:rsid w:val="00CE1C87"/>
    <w:rsid w:val="00CE2A3F"/>
    <w:rsid w:val="00CE5CD5"/>
    <w:rsid w:val="00CF26F5"/>
    <w:rsid w:val="00CF2A19"/>
    <w:rsid w:val="00CF69FA"/>
    <w:rsid w:val="00CF6E3F"/>
    <w:rsid w:val="00CF7094"/>
    <w:rsid w:val="00CF75EC"/>
    <w:rsid w:val="00CF7C5A"/>
    <w:rsid w:val="00CF7E27"/>
    <w:rsid w:val="00D0312B"/>
    <w:rsid w:val="00D03661"/>
    <w:rsid w:val="00D07527"/>
    <w:rsid w:val="00D108CF"/>
    <w:rsid w:val="00D12C5A"/>
    <w:rsid w:val="00D12D86"/>
    <w:rsid w:val="00D13424"/>
    <w:rsid w:val="00D13E35"/>
    <w:rsid w:val="00D142C1"/>
    <w:rsid w:val="00D15461"/>
    <w:rsid w:val="00D17192"/>
    <w:rsid w:val="00D17E10"/>
    <w:rsid w:val="00D17FA6"/>
    <w:rsid w:val="00D20BB4"/>
    <w:rsid w:val="00D23E6C"/>
    <w:rsid w:val="00D248E0"/>
    <w:rsid w:val="00D24B27"/>
    <w:rsid w:val="00D305BE"/>
    <w:rsid w:val="00D31066"/>
    <w:rsid w:val="00D318F2"/>
    <w:rsid w:val="00D41C04"/>
    <w:rsid w:val="00D42C14"/>
    <w:rsid w:val="00D45BC4"/>
    <w:rsid w:val="00D47878"/>
    <w:rsid w:val="00D533E7"/>
    <w:rsid w:val="00D53FE2"/>
    <w:rsid w:val="00D54B61"/>
    <w:rsid w:val="00D54DB9"/>
    <w:rsid w:val="00D6032F"/>
    <w:rsid w:val="00D60400"/>
    <w:rsid w:val="00D613E6"/>
    <w:rsid w:val="00D61D6E"/>
    <w:rsid w:val="00D63237"/>
    <w:rsid w:val="00D6378C"/>
    <w:rsid w:val="00D64906"/>
    <w:rsid w:val="00D673A7"/>
    <w:rsid w:val="00D71BB0"/>
    <w:rsid w:val="00D71DC7"/>
    <w:rsid w:val="00D72AC5"/>
    <w:rsid w:val="00D74B33"/>
    <w:rsid w:val="00D77AB9"/>
    <w:rsid w:val="00D84F65"/>
    <w:rsid w:val="00D853F5"/>
    <w:rsid w:val="00D85BF9"/>
    <w:rsid w:val="00D868CA"/>
    <w:rsid w:val="00D92BBE"/>
    <w:rsid w:val="00D96677"/>
    <w:rsid w:val="00D96808"/>
    <w:rsid w:val="00DA2FE2"/>
    <w:rsid w:val="00DB0631"/>
    <w:rsid w:val="00DB421B"/>
    <w:rsid w:val="00DB5409"/>
    <w:rsid w:val="00DB5DFE"/>
    <w:rsid w:val="00DC0BED"/>
    <w:rsid w:val="00DC16B5"/>
    <w:rsid w:val="00DC4573"/>
    <w:rsid w:val="00DC55FB"/>
    <w:rsid w:val="00DD09E5"/>
    <w:rsid w:val="00DD1701"/>
    <w:rsid w:val="00DD21AB"/>
    <w:rsid w:val="00DD527C"/>
    <w:rsid w:val="00DD5285"/>
    <w:rsid w:val="00DE1D1C"/>
    <w:rsid w:val="00DE2540"/>
    <w:rsid w:val="00DE52C5"/>
    <w:rsid w:val="00DE5894"/>
    <w:rsid w:val="00DE702F"/>
    <w:rsid w:val="00DF064B"/>
    <w:rsid w:val="00DF0B14"/>
    <w:rsid w:val="00DF11FE"/>
    <w:rsid w:val="00DF21CD"/>
    <w:rsid w:val="00DF37B8"/>
    <w:rsid w:val="00DF4CC1"/>
    <w:rsid w:val="00DF5C52"/>
    <w:rsid w:val="00E0065C"/>
    <w:rsid w:val="00E032CF"/>
    <w:rsid w:val="00E102A4"/>
    <w:rsid w:val="00E111D9"/>
    <w:rsid w:val="00E11FFB"/>
    <w:rsid w:val="00E16C3C"/>
    <w:rsid w:val="00E17834"/>
    <w:rsid w:val="00E208AD"/>
    <w:rsid w:val="00E22F53"/>
    <w:rsid w:val="00E26459"/>
    <w:rsid w:val="00E265E1"/>
    <w:rsid w:val="00E27A4C"/>
    <w:rsid w:val="00E31164"/>
    <w:rsid w:val="00E31820"/>
    <w:rsid w:val="00E32FCB"/>
    <w:rsid w:val="00E3444A"/>
    <w:rsid w:val="00E34BB3"/>
    <w:rsid w:val="00E358D0"/>
    <w:rsid w:val="00E378B8"/>
    <w:rsid w:val="00E500D5"/>
    <w:rsid w:val="00E52D17"/>
    <w:rsid w:val="00E54263"/>
    <w:rsid w:val="00E54592"/>
    <w:rsid w:val="00E54C1E"/>
    <w:rsid w:val="00E55381"/>
    <w:rsid w:val="00E563E8"/>
    <w:rsid w:val="00E601A9"/>
    <w:rsid w:val="00E602D4"/>
    <w:rsid w:val="00E620D4"/>
    <w:rsid w:val="00E655B6"/>
    <w:rsid w:val="00E66191"/>
    <w:rsid w:val="00E6755E"/>
    <w:rsid w:val="00E70395"/>
    <w:rsid w:val="00E75C9A"/>
    <w:rsid w:val="00E8160C"/>
    <w:rsid w:val="00E8230E"/>
    <w:rsid w:val="00E82CA5"/>
    <w:rsid w:val="00E847BF"/>
    <w:rsid w:val="00E85266"/>
    <w:rsid w:val="00E9084A"/>
    <w:rsid w:val="00E93505"/>
    <w:rsid w:val="00E95246"/>
    <w:rsid w:val="00E9660F"/>
    <w:rsid w:val="00E96759"/>
    <w:rsid w:val="00EA053C"/>
    <w:rsid w:val="00EA179D"/>
    <w:rsid w:val="00EA2CF7"/>
    <w:rsid w:val="00EA3428"/>
    <w:rsid w:val="00EA47C4"/>
    <w:rsid w:val="00EB0200"/>
    <w:rsid w:val="00EB645B"/>
    <w:rsid w:val="00EB75DC"/>
    <w:rsid w:val="00EC1E20"/>
    <w:rsid w:val="00EC39E1"/>
    <w:rsid w:val="00EC5D67"/>
    <w:rsid w:val="00ED17D9"/>
    <w:rsid w:val="00EE18AF"/>
    <w:rsid w:val="00EE338D"/>
    <w:rsid w:val="00EE4F5B"/>
    <w:rsid w:val="00EE55EE"/>
    <w:rsid w:val="00EE6D6D"/>
    <w:rsid w:val="00EE747E"/>
    <w:rsid w:val="00EF0CD6"/>
    <w:rsid w:val="00EF10EC"/>
    <w:rsid w:val="00EF248E"/>
    <w:rsid w:val="00EF25D0"/>
    <w:rsid w:val="00EF4145"/>
    <w:rsid w:val="00EF42B5"/>
    <w:rsid w:val="00EF6A30"/>
    <w:rsid w:val="00EF6CEE"/>
    <w:rsid w:val="00F00BAC"/>
    <w:rsid w:val="00F05723"/>
    <w:rsid w:val="00F05D6E"/>
    <w:rsid w:val="00F05E44"/>
    <w:rsid w:val="00F07ECF"/>
    <w:rsid w:val="00F10554"/>
    <w:rsid w:val="00F10C81"/>
    <w:rsid w:val="00F12E20"/>
    <w:rsid w:val="00F13E9E"/>
    <w:rsid w:val="00F15122"/>
    <w:rsid w:val="00F15378"/>
    <w:rsid w:val="00F200BC"/>
    <w:rsid w:val="00F22F5E"/>
    <w:rsid w:val="00F2518E"/>
    <w:rsid w:val="00F25434"/>
    <w:rsid w:val="00F25B32"/>
    <w:rsid w:val="00F310A5"/>
    <w:rsid w:val="00F3495E"/>
    <w:rsid w:val="00F36335"/>
    <w:rsid w:val="00F413BD"/>
    <w:rsid w:val="00F44544"/>
    <w:rsid w:val="00F450C1"/>
    <w:rsid w:val="00F45A90"/>
    <w:rsid w:val="00F46B52"/>
    <w:rsid w:val="00F50AE5"/>
    <w:rsid w:val="00F51DD6"/>
    <w:rsid w:val="00F54B20"/>
    <w:rsid w:val="00F55064"/>
    <w:rsid w:val="00F552D5"/>
    <w:rsid w:val="00F6319E"/>
    <w:rsid w:val="00F650C1"/>
    <w:rsid w:val="00F65160"/>
    <w:rsid w:val="00F66C8C"/>
    <w:rsid w:val="00F66D89"/>
    <w:rsid w:val="00F70599"/>
    <w:rsid w:val="00F705B8"/>
    <w:rsid w:val="00F7164B"/>
    <w:rsid w:val="00F726B8"/>
    <w:rsid w:val="00F72E46"/>
    <w:rsid w:val="00F753EE"/>
    <w:rsid w:val="00F7633F"/>
    <w:rsid w:val="00F80919"/>
    <w:rsid w:val="00F84ED6"/>
    <w:rsid w:val="00F8580A"/>
    <w:rsid w:val="00F87BB7"/>
    <w:rsid w:val="00F90E6B"/>
    <w:rsid w:val="00F93628"/>
    <w:rsid w:val="00F94E95"/>
    <w:rsid w:val="00F95092"/>
    <w:rsid w:val="00F95130"/>
    <w:rsid w:val="00F95290"/>
    <w:rsid w:val="00F97297"/>
    <w:rsid w:val="00FA0EA2"/>
    <w:rsid w:val="00FA2BED"/>
    <w:rsid w:val="00FA2F8F"/>
    <w:rsid w:val="00FA5061"/>
    <w:rsid w:val="00FA5E6A"/>
    <w:rsid w:val="00FA6C1F"/>
    <w:rsid w:val="00FA74C0"/>
    <w:rsid w:val="00FA7B56"/>
    <w:rsid w:val="00FB17E1"/>
    <w:rsid w:val="00FB5DC7"/>
    <w:rsid w:val="00FB668D"/>
    <w:rsid w:val="00FB6AF0"/>
    <w:rsid w:val="00FB7544"/>
    <w:rsid w:val="00FC4D39"/>
    <w:rsid w:val="00FC69C3"/>
    <w:rsid w:val="00FD1A33"/>
    <w:rsid w:val="00FD3A94"/>
    <w:rsid w:val="00FD54B7"/>
    <w:rsid w:val="00FD5648"/>
    <w:rsid w:val="00FD66B4"/>
    <w:rsid w:val="00FD687E"/>
    <w:rsid w:val="00FD7FE7"/>
    <w:rsid w:val="00FE34C6"/>
    <w:rsid w:val="00FE7B31"/>
    <w:rsid w:val="00FF568C"/>
    <w:rsid w:val="00FF5B57"/>
    <w:rsid w:val="00FF6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2BF993D"/>
  <w14:discardImageEditingData/>
  <w14:defaultImageDpi w14:val="150"/>
  <w15:docId w15:val="{D7C9ED63-3A8F-462C-8813-B78A742FC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e-BY" w:eastAsia="be-BY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6D6D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6F0323"/>
    <w:pPr>
      <w:keepNext/>
      <w:outlineLvl w:val="0"/>
    </w:pPr>
    <w:rPr>
      <w:b/>
      <w:sz w:val="18"/>
      <w:szCs w:val="20"/>
    </w:rPr>
  </w:style>
  <w:style w:type="paragraph" w:styleId="2">
    <w:name w:val="heading 2"/>
    <w:basedOn w:val="a"/>
    <w:next w:val="a"/>
    <w:qFormat/>
    <w:rsid w:val="006F0323"/>
    <w:pPr>
      <w:keepNext/>
      <w:tabs>
        <w:tab w:val="num" w:pos="720"/>
      </w:tabs>
      <w:ind w:left="720" w:hanging="720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6F0323"/>
    <w:pPr>
      <w:keepNext/>
      <w:tabs>
        <w:tab w:val="num" w:pos="720"/>
      </w:tabs>
      <w:ind w:left="720" w:hanging="720"/>
      <w:jc w:val="center"/>
      <w:outlineLvl w:val="2"/>
    </w:pPr>
    <w:rPr>
      <w:b/>
      <w:sz w:val="20"/>
      <w:szCs w:val="20"/>
    </w:rPr>
  </w:style>
  <w:style w:type="paragraph" w:styleId="4">
    <w:name w:val="heading 4"/>
    <w:basedOn w:val="a"/>
    <w:next w:val="a"/>
    <w:qFormat/>
    <w:rsid w:val="006F0323"/>
    <w:pPr>
      <w:keepNext/>
      <w:numPr>
        <w:numId w:val="12"/>
      </w:numPr>
      <w:outlineLvl w:val="3"/>
    </w:pPr>
    <w:rPr>
      <w:b/>
      <w:sz w:val="18"/>
      <w:szCs w:val="20"/>
    </w:rPr>
  </w:style>
  <w:style w:type="paragraph" w:styleId="5">
    <w:name w:val="heading 5"/>
    <w:basedOn w:val="a"/>
    <w:next w:val="a"/>
    <w:qFormat/>
    <w:rsid w:val="006F0323"/>
    <w:pPr>
      <w:keepNext/>
      <w:jc w:val="right"/>
      <w:outlineLvl w:val="4"/>
    </w:pPr>
    <w:rPr>
      <w:b/>
      <w:sz w:val="20"/>
      <w:szCs w:val="20"/>
    </w:rPr>
  </w:style>
  <w:style w:type="paragraph" w:styleId="6">
    <w:name w:val="heading 6"/>
    <w:basedOn w:val="a"/>
    <w:next w:val="a"/>
    <w:qFormat/>
    <w:rsid w:val="006F0323"/>
    <w:pPr>
      <w:keepNext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qFormat/>
    <w:rsid w:val="006F0323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1F0441"/>
    <w:rPr>
      <w:b/>
      <w:lang w:val="ru-RU" w:eastAsia="ru-RU" w:bidi="ar-SA"/>
    </w:rPr>
  </w:style>
  <w:style w:type="paragraph" w:styleId="a3">
    <w:name w:val="Plain Text"/>
    <w:basedOn w:val="a"/>
    <w:link w:val="a4"/>
    <w:rsid w:val="002A7685"/>
    <w:rPr>
      <w:rFonts w:ascii="Courier New" w:hAnsi="Courier New"/>
      <w:sz w:val="20"/>
      <w:szCs w:val="20"/>
    </w:rPr>
  </w:style>
  <w:style w:type="character" w:customStyle="1" w:styleId="a4">
    <w:name w:val="Текст Знак"/>
    <w:link w:val="a3"/>
    <w:rsid w:val="008C798C"/>
    <w:rPr>
      <w:rFonts w:ascii="Courier New" w:hAnsi="Courier New"/>
      <w:lang w:val="ru-RU" w:eastAsia="ru-RU" w:bidi="ar-SA"/>
    </w:rPr>
  </w:style>
  <w:style w:type="table" w:styleId="a5">
    <w:name w:val="Table Grid"/>
    <w:basedOn w:val="a1"/>
    <w:rsid w:val="002A76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2A7685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7">
    <w:name w:val="Верхний колонтитул Знак"/>
    <w:link w:val="a6"/>
    <w:rsid w:val="008C798C"/>
    <w:rPr>
      <w:lang w:val="ru-RU" w:eastAsia="ru-RU" w:bidi="ar-SA"/>
    </w:rPr>
  </w:style>
  <w:style w:type="paragraph" w:styleId="a8">
    <w:name w:val="footer"/>
    <w:basedOn w:val="a"/>
    <w:link w:val="a9"/>
    <w:rsid w:val="009A5F5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8C798C"/>
    <w:rPr>
      <w:sz w:val="24"/>
      <w:szCs w:val="24"/>
      <w:lang w:val="ru-RU" w:eastAsia="ru-RU" w:bidi="ar-SA"/>
    </w:rPr>
  </w:style>
  <w:style w:type="paragraph" w:styleId="aa">
    <w:name w:val="Title"/>
    <w:basedOn w:val="a"/>
    <w:qFormat/>
    <w:rsid w:val="00285275"/>
    <w:pPr>
      <w:jc w:val="center"/>
    </w:pPr>
    <w:rPr>
      <w:sz w:val="28"/>
      <w:szCs w:val="20"/>
    </w:rPr>
  </w:style>
  <w:style w:type="paragraph" w:styleId="ab">
    <w:name w:val="Body Text"/>
    <w:basedOn w:val="a"/>
    <w:rsid w:val="006F0323"/>
    <w:rPr>
      <w:sz w:val="16"/>
      <w:szCs w:val="20"/>
    </w:rPr>
  </w:style>
  <w:style w:type="paragraph" w:styleId="20">
    <w:name w:val="Body Text 2"/>
    <w:basedOn w:val="a"/>
    <w:rsid w:val="006F0323"/>
    <w:pPr>
      <w:jc w:val="center"/>
    </w:pPr>
    <w:rPr>
      <w:b/>
      <w:sz w:val="18"/>
      <w:szCs w:val="20"/>
    </w:rPr>
  </w:style>
  <w:style w:type="character" w:styleId="ac">
    <w:name w:val="page number"/>
    <w:basedOn w:val="a0"/>
    <w:rsid w:val="006F0323"/>
  </w:style>
  <w:style w:type="paragraph" w:styleId="31">
    <w:name w:val="Body Text 3"/>
    <w:basedOn w:val="a"/>
    <w:rsid w:val="006F0323"/>
    <w:pPr>
      <w:spacing w:after="120"/>
    </w:pPr>
    <w:rPr>
      <w:sz w:val="16"/>
      <w:szCs w:val="16"/>
    </w:rPr>
  </w:style>
  <w:style w:type="paragraph" w:styleId="ad">
    <w:name w:val="caption"/>
    <w:basedOn w:val="a"/>
    <w:next w:val="a"/>
    <w:qFormat/>
    <w:rsid w:val="00F07ECF"/>
    <w:pPr>
      <w:jc w:val="center"/>
    </w:pPr>
    <w:rPr>
      <w:b/>
      <w:sz w:val="18"/>
      <w:szCs w:val="20"/>
    </w:rPr>
  </w:style>
  <w:style w:type="character" w:styleId="ae">
    <w:name w:val="annotation reference"/>
    <w:semiHidden/>
    <w:rsid w:val="00C82253"/>
    <w:rPr>
      <w:sz w:val="16"/>
      <w:szCs w:val="16"/>
    </w:rPr>
  </w:style>
  <w:style w:type="paragraph" w:styleId="af">
    <w:name w:val="annotation text"/>
    <w:basedOn w:val="a"/>
    <w:semiHidden/>
    <w:rsid w:val="00C82253"/>
    <w:rPr>
      <w:sz w:val="20"/>
      <w:szCs w:val="20"/>
    </w:rPr>
  </w:style>
  <w:style w:type="character" w:customStyle="1" w:styleId="32">
    <w:name w:val="Знак Знак3"/>
    <w:rsid w:val="00C277EA"/>
    <w:rPr>
      <w:rFonts w:ascii="Courier New" w:hAnsi="Courier New"/>
      <w:lang w:val="ru-RU" w:eastAsia="ru-RU" w:bidi="ar-SA"/>
    </w:rPr>
  </w:style>
  <w:style w:type="character" w:customStyle="1" w:styleId="PlainTextChar">
    <w:name w:val="Plain Text Char"/>
    <w:locked/>
    <w:rsid w:val="001F0441"/>
    <w:rPr>
      <w:rFonts w:ascii="Courier New" w:hAnsi="Courier New" w:cs="Times New Roman"/>
      <w:lang w:val="ru-RU" w:eastAsia="ru-RU" w:bidi="ar-SA"/>
    </w:rPr>
  </w:style>
  <w:style w:type="character" w:customStyle="1" w:styleId="70">
    <w:name w:val="Знак Знак7"/>
    <w:rsid w:val="001F0441"/>
    <w:rPr>
      <w:rFonts w:ascii="Courier New" w:hAnsi="Courier New"/>
    </w:rPr>
  </w:style>
  <w:style w:type="character" w:customStyle="1" w:styleId="40">
    <w:name w:val="Знак Знак4"/>
    <w:rsid w:val="00276EA6"/>
    <w:rPr>
      <w:b/>
      <w:lang w:val="ru-RU" w:eastAsia="ru-RU" w:bidi="ar-SA"/>
    </w:rPr>
  </w:style>
  <w:style w:type="paragraph" w:styleId="af0">
    <w:name w:val="Balloon Text"/>
    <w:basedOn w:val="a"/>
    <w:rsid w:val="00276EA6"/>
    <w:rPr>
      <w:rFonts w:ascii="Tahoma" w:hAnsi="Tahoma" w:cs="Tahoma"/>
      <w:sz w:val="16"/>
      <w:szCs w:val="16"/>
    </w:rPr>
  </w:style>
  <w:style w:type="character" w:customStyle="1" w:styleId="9">
    <w:name w:val="Знак Знак9"/>
    <w:rsid w:val="00276EA6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33">
    <w:name w:val="Знак Знак3"/>
    <w:locked/>
    <w:rsid w:val="00276EA6"/>
    <w:rPr>
      <w:rFonts w:ascii="Courier New" w:hAnsi="Courier New" w:cs="Courier New"/>
      <w:lang w:val="ru-RU" w:eastAsia="ru-RU" w:bidi="ar-SA"/>
    </w:rPr>
  </w:style>
  <w:style w:type="paragraph" w:customStyle="1" w:styleId="8">
    <w:name w:val="Обычный + 8 пт"/>
    <w:basedOn w:val="a"/>
    <w:rsid w:val="00276EA6"/>
    <w:rPr>
      <w:sz w:val="16"/>
      <w:szCs w:val="16"/>
    </w:rPr>
  </w:style>
  <w:style w:type="paragraph" w:customStyle="1" w:styleId="ConsPlusNormal">
    <w:name w:val="ConsPlusNormal"/>
    <w:rsid w:val="001D3366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val="ru-RU" w:eastAsia="ru-RU"/>
    </w:rPr>
  </w:style>
  <w:style w:type="paragraph" w:customStyle="1" w:styleId="newncpi0">
    <w:name w:val="newncpi0"/>
    <w:basedOn w:val="a"/>
    <w:rsid w:val="00A64CE7"/>
    <w:pPr>
      <w:spacing w:before="160" w:after="160"/>
      <w:jc w:val="both"/>
    </w:pPr>
  </w:style>
  <w:style w:type="paragraph" w:customStyle="1" w:styleId="table10">
    <w:name w:val="table10"/>
    <w:basedOn w:val="a"/>
    <w:rsid w:val="00A64CE7"/>
    <w:rPr>
      <w:sz w:val="20"/>
      <w:szCs w:val="20"/>
    </w:rPr>
  </w:style>
  <w:style w:type="paragraph" w:customStyle="1" w:styleId="undline">
    <w:name w:val="undline"/>
    <w:basedOn w:val="a"/>
    <w:rsid w:val="00A64CE7"/>
    <w:pPr>
      <w:spacing w:before="160" w:after="160"/>
      <w:jc w:val="both"/>
    </w:pPr>
    <w:rPr>
      <w:sz w:val="20"/>
      <w:szCs w:val="20"/>
    </w:rPr>
  </w:style>
  <w:style w:type="paragraph" w:styleId="af1">
    <w:name w:val="Normal (Web)"/>
    <w:basedOn w:val="a"/>
    <w:uiPriority w:val="99"/>
    <w:unhideWhenUsed/>
    <w:rsid w:val="00D42C1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55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1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7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0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0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4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1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 ?><Relationships xmlns="http://schemas.openxmlformats.org/package/2006/relationships"><Relationship Id="rId8" Target="media/image2.jpeg" Type="http://schemas.openxmlformats.org/officeDocument/2006/relationships/image"/><Relationship Id="rId13" Target="fontTable.xml" Type="http://schemas.openxmlformats.org/officeDocument/2006/relationships/fontTable"/><Relationship Id="rId3" Target="settings.xml" Type="http://schemas.openxmlformats.org/officeDocument/2006/relationships/settings"/><Relationship Id="rId7" Target="media/image1.jpeg" Type="http://schemas.openxmlformats.org/officeDocument/2006/relationships/image"/><Relationship Id="rId12" Target="footer2.xml" Type="http://schemas.openxmlformats.org/officeDocument/2006/relationships/footer"/><Relationship Id="rId2" Target="styles.xml" Type="http://schemas.openxmlformats.org/officeDocument/2006/relationships/styles"/><Relationship Id="rId1" Target="numbering.xml" Type="http://schemas.openxmlformats.org/officeDocument/2006/relationships/numbering"/><Relationship Id="rId6" Target="endnotes.xml" Type="http://schemas.openxmlformats.org/officeDocument/2006/relationships/endnotes"/><Relationship Id="rId11" Target="footer1.xml" Type="http://schemas.openxmlformats.org/officeDocument/2006/relationships/footer"/><Relationship Id="rId5" Target="footnotes.xml" Type="http://schemas.openxmlformats.org/officeDocument/2006/relationships/footnotes"/><Relationship Id="rId10" Target="media/image4.jpeg" Type="http://schemas.openxmlformats.org/officeDocument/2006/relationships/image"/><Relationship Id="rId4" Target="webSettings.xml" Type="http://schemas.openxmlformats.org/officeDocument/2006/relationships/webSettings"/><Relationship Id="rId9" Target="media/image3.jpeg" Type="http://schemas.openxmlformats.org/officeDocument/2006/relationships/image"/><Relationship Id="rId14" Target="theme/theme1.xml" Type="http://schemas.openxmlformats.org/officeDocument/2006/relationships/theme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Mshp\TEMPLATE\&#1073;&#1083;&#1072;&#1085;&#1082;_20150sx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бланк_20150sx.dot</Template>
  <TotalTime>402</TotalTime>
  <Pages>14</Pages>
  <Words>2852</Words>
  <Characters>16262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 О Д Ы</vt:lpstr>
    </vt:vector>
  </TitlesOfParts>
  <Company>Организация</Company>
  <LinksUpToDate>false</LinksUpToDate>
  <CharactersWithSpaces>19076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 О Д Ы</dc:title>
  <dc:subject/>
  <dc:creator>Admin</dc:creator>
  <cp:keywords/>
  <cp:lastModifiedBy>Пользователь</cp:lastModifiedBy>
  <cp:revision>139</cp:revision>
  <cp:lastPrinted>2018-04-20T05:58:00Z</cp:lastPrinted>
  <dcterms:created xsi:type="dcterms:W3CDTF">2018-04-18T13:33:00Z</dcterms:created>
  <dcterms:modified xsi:type="dcterms:W3CDTF">2024-04-05T12:50:00Z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NXPowerLiteLastOptimized" pid="2">
    <vt:lpwstr>817730</vt:lpwstr>
  </property>
  <property fmtid="{D5CDD505-2E9C-101B-9397-08002B2CF9AE}" name="NXPowerLiteSettings" pid="3">
    <vt:lpwstr>C7000400038000</vt:lpwstr>
  </property>
  <property fmtid="{D5CDD505-2E9C-101B-9397-08002B2CF9AE}" name="NXPowerLiteVersion" pid="4">
    <vt:lpwstr>S10.2.0</vt:lpwstr>
  </property>
</Properties>
</file>