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6F" w:rsidRPr="00923D2F" w:rsidRDefault="00F45B6F" w:rsidP="00F45B6F">
      <w:pPr>
        <w:pStyle w:val="a3"/>
        <w:rPr>
          <w:rFonts w:ascii="Times New Roman" w:hAnsi="Times New Roman"/>
        </w:rPr>
      </w:pPr>
      <w:bookmarkStart w:id="0" w:name="_Hlk161150052"/>
      <w:bookmarkStart w:id="1" w:name="F6A"/>
      <w:bookmarkStart w:id="2" w:name="f6"/>
      <w:r w:rsidRPr="009B5036">
        <w:rPr>
          <w:rFonts w:ascii="Times New Roman" w:hAnsi="Times New Roman"/>
          <w:iCs/>
          <w:sz w:val="18"/>
          <w:szCs w:val="18"/>
        </w:rPr>
        <w:br w:type="page"/>
      </w:r>
      <w:bookmarkEnd w:id="0"/>
      <w:r w:rsidRPr="006D3694">
        <w:rPr>
          <w:rFonts w:ascii="Times New Roman" w:hAnsi="Times New Roman"/>
        </w:rPr>
        <w:lastRenderedPageBreak/>
        <w:br w:type="page"/>
      </w:r>
      <w:bookmarkStart w:id="3" w:name="f2"/>
    </w:p>
    <w:bookmarkEnd w:id="3"/>
    <w:tbl>
      <w:tblPr>
        <w:tblW w:w="10206" w:type="dxa"/>
        <w:tblInd w:w="392" w:type="dxa"/>
        <w:tblLayout w:type="fixed"/>
        <w:tblLook w:val="0000"/>
      </w:tblPr>
      <w:tblGrid>
        <w:gridCol w:w="1831"/>
        <w:gridCol w:w="895"/>
        <w:gridCol w:w="1415"/>
        <w:gridCol w:w="962"/>
        <w:gridCol w:w="213"/>
        <w:gridCol w:w="637"/>
        <w:gridCol w:w="145"/>
        <w:gridCol w:w="1982"/>
        <w:gridCol w:w="157"/>
        <w:gridCol w:w="1969"/>
      </w:tblGrid>
      <w:tr w:rsidR="00F45B6F" w:rsidRPr="00961291">
        <w:trPr>
          <w:trHeight w:val="8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45B6F" w:rsidRPr="00961291" w:rsidRDefault="007F5A0D" w:rsidP="007F5A0D">
            <w:pPr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 xml:space="preserve">                                                             </w:t>
            </w:r>
            <w:r w:rsidR="00F45B6F" w:rsidRPr="00961291">
              <w:rPr>
                <w:sz w:val="18"/>
                <w:szCs w:val="16"/>
              </w:rPr>
              <w:t>Приложение 1</w:t>
            </w:r>
          </w:p>
        </w:tc>
      </w:tr>
      <w:tr w:rsidR="00F45B6F" w:rsidRPr="00961291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B6F" w:rsidRPr="00961291" w:rsidRDefault="00F45B6F" w:rsidP="00F45B6F">
            <w:pPr>
              <w:jc w:val="right"/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к поста</w:t>
            </w:r>
            <w:r>
              <w:rPr>
                <w:sz w:val="18"/>
                <w:szCs w:val="16"/>
              </w:rPr>
              <w:t xml:space="preserve">новлению Министерства финансов </w:t>
            </w:r>
            <w:r w:rsidRPr="00961291">
              <w:rPr>
                <w:sz w:val="18"/>
                <w:szCs w:val="16"/>
              </w:rPr>
              <w:t xml:space="preserve">Республики Беларусь </w:t>
            </w:r>
          </w:p>
        </w:tc>
      </w:tr>
      <w:tr w:rsidR="00F45B6F" w:rsidRPr="00961291">
        <w:trPr>
          <w:trHeight w:val="225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961291" w:rsidRDefault="00F45B6F" w:rsidP="00F45B6F">
            <w:pPr>
              <w:jc w:val="right"/>
              <w:rPr>
                <w:sz w:val="18"/>
                <w:szCs w:val="16"/>
                <w:lang w:val="en-US"/>
              </w:rPr>
            </w:pPr>
            <w:r>
              <w:rPr>
                <w:sz w:val="18"/>
                <w:szCs w:val="16"/>
              </w:rPr>
              <w:t xml:space="preserve">   </w:t>
            </w:r>
            <w:r w:rsidRPr="00961291">
              <w:rPr>
                <w:sz w:val="18"/>
                <w:szCs w:val="16"/>
                <w:lang w:val="en-US"/>
              </w:rPr>
              <w:t>12</w:t>
            </w:r>
            <w:r w:rsidRPr="00961291">
              <w:rPr>
                <w:sz w:val="18"/>
                <w:szCs w:val="16"/>
              </w:rPr>
              <w:t>.</w:t>
            </w:r>
            <w:r w:rsidRPr="00961291">
              <w:rPr>
                <w:sz w:val="18"/>
                <w:szCs w:val="16"/>
                <w:lang w:val="en-US"/>
              </w:rPr>
              <w:t>12</w:t>
            </w:r>
            <w:r w:rsidRPr="00961291">
              <w:rPr>
                <w:sz w:val="18"/>
                <w:szCs w:val="16"/>
              </w:rPr>
              <w:t>.20</w:t>
            </w:r>
            <w:r w:rsidRPr="00961291">
              <w:rPr>
                <w:sz w:val="18"/>
                <w:szCs w:val="16"/>
                <w:lang w:val="en-US"/>
              </w:rPr>
              <w:t>16</w:t>
            </w:r>
            <w:r w:rsidRPr="00961291">
              <w:rPr>
                <w:sz w:val="18"/>
                <w:szCs w:val="16"/>
              </w:rPr>
              <w:t xml:space="preserve"> № 1</w:t>
            </w:r>
            <w:r w:rsidRPr="00961291">
              <w:rPr>
                <w:sz w:val="18"/>
                <w:szCs w:val="16"/>
                <w:lang w:val="en-US"/>
              </w:rPr>
              <w:t>04</w:t>
            </w:r>
          </w:p>
        </w:tc>
      </w:tr>
      <w:tr w:rsidR="00F45B6F" w:rsidRPr="00961291">
        <w:trPr>
          <w:trHeight w:val="25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22"/>
              </w:rPr>
            </w:pPr>
            <w:r w:rsidRPr="00961291">
              <w:rPr>
                <w:b/>
                <w:bCs/>
                <w:sz w:val="18"/>
                <w:szCs w:val="22"/>
              </w:rPr>
              <w:t>БУХГАЛТЕРСКИЙ БАЛАНС</w:t>
            </w:r>
          </w:p>
        </w:tc>
      </w:tr>
      <w:tr w:rsidR="00F45B6F" w:rsidRPr="00961291">
        <w:trPr>
          <w:trHeight w:val="252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  <w:r w:rsidRPr="00961291">
              <w:rPr>
                <w:b/>
                <w:sz w:val="18"/>
                <w:szCs w:val="22"/>
              </w:rPr>
              <w:t>на</w:t>
            </w:r>
            <w:r w:rsidRPr="00961291">
              <w:rPr>
                <w:b/>
                <w:sz w:val="18"/>
                <w:szCs w:val="22"/>
                <w:lang w:val="en-US"/>
              </w:rPr>
              <w:t xml:space="preserve"> </w:t>
            </w:r>
            <w:r w:rsidRPr="00961291">
              <w:rPr>
                <w:b/>
                <w:sz w:val="18"/>
                <w:szCs w:val="22"/>
              </w:rPr>
              <w:t>3</w:t>
            </w:r>
            <w:r>
              <w:rPr>
                <w:b/>
                <w:sz w:val="18"/>
                <w:szCs w:val="22"/>
              </w:rPr>
              <w:t>1</w:t>
            </w:r>
            <w:r w:rsidRPr="00961291">
              <w:rPr>
                <w:b/>
                <w:sz w:val="18"/>
                <w:szCs w:val="22"/>
              </w:rPr>
              <w:t xml:space="preserve"> </w:t>
            </w:r>
            <w:r>
              <w:rPr>
                <w:b/>
                <w:sz w:val="18"/>
                <w:szCs w:val="22"/>
              </w:rPr>
              <w:t>декабря</w:t>
            </w:r>
            <w:r w:rsidRPr="00961291">
              <w:rPr>
                <w:b/>
                <w:sz w:val="18"/>
                <w:szCs w:val="22"/>
              </w:rPr>
              <w:t xml:space="preserve"> 202</w:t>
            </w:r>
            <w:r>
              <w:rPr>
                <w:b/>
                <w:sz w:val="18"/>
                <w:szCs w:val="22"/>
              </w:rPr>
              <w:t>3</w:t>
            </w:r>
            <w:r w:rsidRPr="00961291">
              <w:rPr>
                <w:b/>
                <w:sz w:val="18"/>
                <w:szCs w:val="22"/>
              </w:rPr>
              <w:t xml:space="preserve"> года</w:t>
            </w:r>
          </w:p>
        </w:tc>
      </w:tr>
      <w:tr w:rsidR="00F45B6F" w:rsidRPr="00961291">
        <w:trPr>
          <w:trHeight w:val="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637BBF" w:rsidP="00F45B6F">
            <w:pPr>
              <w:rPr>
                <w:sz w:val="18"/>
                <w:szCs w:val="20"/>
              </w:rPr>
            </w:pPr>
            <w:bookmarkStart w:id="4" w:name="title10"/>
            <w:bookmarkEnd w:id="4"/>
            <w:r>
              <w:rPr>
                <w:sz w:val="18"/>
                <w:szCs w:val="20"/>
              </w:rPr>
              <w:t>ОАО "БЕЗДЕЖ-АГРО"</w:t>
            </w:r>
            <w:r w:rsidR="00F45B6F"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637BBF" w:rsidP="00F45B6F">
            <w:pPr>
              <w:rPr>
                <w:sz w:val="18"/>
                <w:szCs w:val="20"/>
              </w:rPr>
            </w:pPr>
            <w:bookmarkStart w:id="5" w:name="unn1"/>
            <w:bookmarkEnd w:id="5"/>
            <w:r>
              <w:rPr>
                <w:sz w:val="18"/>
                <w:szCs w:val="20"/>
              </w:rPr>
              <w:t>200226708</w:t>
            </w:r>
            <w:r w:rsidR="00F45B6F"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F66C6D" w:rsidRDefault="00F45B6F" w:rsidP="00F45B6F">
            <w:pPr>
              <w:rPr>
                <w:sz w:val="18"/>
                <w:szCs w:val="18"/>
              </w:rPr>
            </w:pPr>
            <w:r w:rsidRPr="00F66C6D">
              <w:rPr>
                <w:sz w:val="18"/>
                <w:szCs w:val="18"/>
              </w:rPr>
              <w:t> </w:t>
            </w:r>
            <w:r w:rsidR="00F66C6D" w:rsidRPr="00F66C6D">
              <w:rPr>
                <w:sz w:val="18"/>
                <w:szCs w:val="18"/>
              </w:rPr>
              <w:t>Сельское Хозяйство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 w:rsidR="00F66C6D">
              <w:rPr>
                <w:sz w:val="18"/>
                <w:szCs w:val="20"/>
              </w:rPr>
              <w:t>Коммунальная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 w:rsidR="00F66C6D"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45B6F" w:rsidRPr="00961291">
        <w:trPr>
          <w:trHeight w:val="113"/>
        </w:trPr>
        <w:tc>
          <w:tcPr>
            <w:tcW w:w="4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45B6F" w:rsidRPr="00961291" w:rsidRDefault="00F45B6F" w:rsidP="00F45B6F">
            <w:pPr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bookmarkStart w:id="6" w:name="address1"/>
            <w:bookmarkEnd w:id="6"/>
            <w:r w:rsidR="00637BBF">
              <w:rPr>
                <w:sz w:val="18"/>
                <w:szCs w:val="20"/>
              </w:rPr>
              <w:t>2258</w:t>
            </w:r>
            <w:r w:rsidR="00F66C6D">
              <w:rPr>
                <w:sz w:val="18"/>
                <w:szCs w:val="20"/>
              </w:rPr>
              <w:t>48</w:t>
            </w:r>
            <w:r w:rsidR="00637BBF">
              <w:rPr>
                <w:sz w:val="18"/>
                <w:szCs w:val="20"/>
              </w:rPr>
              <w:t xml:space="preserve"> Брестская обл. Дрогичинский р-н </w:t>
            </w:r>
            <w:r w:rsidR="00F66C6D">
              <w:rPr>
                <w:sz w:val="18"/>
                <w:szCs w:val="20"/>
              </w:rPr>
              <w:t>аг.</w:t>
            </w:r>
            <w:r w:rsidR="00637BBF">
              <w:rPr>
                <w:sz w:val="18"/>
                <w:szCs w:val="20"/>
              </w:rPr>
              <w:t>.Бездеж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170"/>
        </w:trPr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84"/>
        </w:trPr>
        <w:tc>
          <w:tcPr>
            <w:tcW w:w="18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F45B6F" w:rsidRPr="00670171" w:rsidRDefault="00F45B6F" w:rsidP="00F45B6F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rPr>
                <w:sz w:val="18"/>
                <w:szCs w:val="16"/>
              </w:rPr>
            </w:pPr>
            <w:r w:rsidRPr="00961291">
              <w:rPr>
                <w:sz w:val="18"/>
                <w:szCs w:val="16"/>
              </w:rPr>
              <w:t> </w:t>
            </w:r>
          </w:p>
        </w:tc>
      </w:tr>
      <w:tr w:rsidR="00F45B6F" w:rsidRPr="00961291">
        <w:trPr>
          <w:trHeight w:val="312"/>
        </w:trPr>
        <w:tc>
          <w:tcPr>
            <w:tcW w:w="510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F8617A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2023 года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BD3712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BD371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BD371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BD3712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F45B6F" w:rsidRPr="00961291">
        <w:trPr>
          <w:trHeight w:val="225"/>
        </w:trPr>
        <w:tc>
          <w:tcPr>
            <w:tcW w:w="51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16"/>
              </w:rPr>
            </w:pPr>
            <w:r w:rsidRPr="00961291">
              <w:rPr>
                <w:b/>
                <w:bCs/>
                <w:sz w:val="18"/>
                <w:szCs w:val="16"/>
              </w:rPr>
              <w:t>4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sz w:val="18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7" w:name="f1r110"/>
            <w:bookmarkEnd w:id="7"/>
            <w:r>
              <w:rPr>
                <w:b/>
                <w:sz w:val="20"/>
                <w:szCs w:val="20"/>
              </w:rPr>
              <w:t>25 142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18 296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8" w:name="f1r120"/>
            <w:bookmarkEnd w:id="8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" w:name="f1r130"/>
            <w:bookmarkEnd w:id="9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" w:name="f1r131"/>
            <w:bookmarkEnd w:id="1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" w:name="f1r132"/>
            <w:bookmarkEnd w:id="11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81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2" w:name="f1r133"/>
            <w:bookmarkEnd w:id="12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3" w:name="f1r140"/>
            <w:bookmarkEnd w:id="13"/>
            <w:r>
              <w:rPr>
                <w:b/>
                <w:sz w:val="20"/>
                <w:szCs w:val="20"/>
              </w:rPr>
              <w:t>729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1 921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4" w:name="f1r150"/>
            <w:bookmarkEnd w:id="14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5" w:name="f1r160"/>
            <w:bookmarkEnd w:id="15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6" w:name="f1r170"/>
            <w:bookmarkEnd w:id="16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7" w:name="f1r180"/>
            <w:bookmarkEnd w:id="17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8" w:name="f1r190"/>
            <w:bookmarkEnd w:id="18"/>
            <w:r>
              <w:rPr>
                <w:b/>
                <w:bCs/>
                <w:sz w:val="20"/>
                <w:szCs w:val="20"/>
              </w:rPr>
              <w:t>25 888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20 243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E95246" w:rsidRDefault="00F45B6F" w:rsidP="00F45B6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9" w:name="f1r210"/>
            <w:bookmarkEnd w:id="19"/>
            <w:r>
              <w:rPr>
                <w:b/>
                <w:sz w:val="20"/>
                <w:szCs w:val="20"/>
              </w:rPr>
              <w:t>9 491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6 988</w:t>
            </w: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E95246" w:rsidRDefault="00F45B6F" w:rsidP="00F45B6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2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637BB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1"/>
            <w:bookmarkEnd w:id="20"/>
            <w:r>
              <w:rPr>
                <w:rFonts w:ascii="Times New Roman" w:hAnsi="Times New Roman"/>
                <w:b/>
              </w:rPr>
              <w:t>3 785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2 258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637BB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2"/>
            <w:bookmarkEnd w:id="21"/>
            <w:r>
              <w:rPr>
                <w:rFonts w:ascii="Times New Roman" w:hAnsi="Times New Roman"/>
                <w:b/>
              </w:rPr>
              <w:t>4 274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3 801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637BB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2" w:name="f1r213"/>
            <w:bookmarkEnd w:id="22"/>
            <w:r>
              <w:rPr>
                <w:rFonts w:ascii="Times New Roman" w:hAnsi="Times New Roman"/>
                <w:b/>
              </w:rPr>
              <w:t>1 424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918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637BB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3" w:name="f1r214"/>
            <w:bookmarkEnd w:id="23"/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11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4" w:name="f1r215"/>
            <w:bookmarkEnd w:id="24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2676D3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5" w:name="f1r216"/>
            <w:bookmarkEnd w:id="25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1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6" w:name="f1r220"/>
            <w:bookmarkEnd w:id="26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7" w:name="f1r230"/>
            <w:bookmarkEnd w:id="27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555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8" w:name="f1r240"/>
            <w:bookmarkEnd w:id="28"/>
            <w:r>
              <w:rPr>
                <w:b/>
                <w:sz w:val="20"/>
                <w:szCs w:val="20"/>
              </w:rPr>
              <w:t>492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546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9" w:name="f1r250"/>
            <w:bookmarkEnd w:id="29"/>
            <w:r>
              <w:rPr>
                <w:b/>
                <w:sz w:val="20"/>
                <w:szCs w:val="20"/>
              </w:rPr>
              <w:t>343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1 029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0" w:name="f1r260"/>
            <w:bookmarkEnd w:id="30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31" w:name="f1r270"/>
            <w:bookmarkEnd w:id="31"/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10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2" w:name="f1r280"/>
            <w:bookmarkEnd w:id="32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61291" w:rsidRDefault="00F45B6F" w:rsidP="00F45B6F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3" w:name="f1r290"/>
            <w:bookmarkEnd w:id="33"/>
            <w:r>
              <w:rPr>
                <w:b/>
                <w:bCs/>
                <w:sz w:val="20"/>
                <w:szCs w:val="20"/>
              </w:rPr>
              <w:t>10 372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8 573</w:t>
            </w:r>
          </w:p>
        </w:tc>
      </w:tr>
      <w:tr w:rsidR="00F45B6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4" w:name="f1r300"/>
            <w:bookmarkEnd w:id="34"/>
            <w:r>
              <w:rPr>
                <w:b/>
                <w:bCs/>
                <w:sz w:val="20"/>
                <w:szCs w:val="20"/>
              </w:rPr>
              <w:t>36 260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961291" w:rsidRDefault="00637BBF" w:rsidP="00F45B6F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28 816</w:t>
            </w:r>
          </w:p>
        </w:tc>
      </w:tr>
      <w:tr w:rsidR="00637BBF" w:rsidRPr="00961291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37BBF" w:rsidRDefault="00637BBF" w:rsidP="00F45B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</w:tbl>
    <w:p w:rsidR="00F45B6F" w:rsidRDefault="00F45B6F" w:rsidP="00F45B6F">
      <w:r>
        <w:br w:type="page"/>
      </w:r>
    </w:p>
    <w:tbl>
      <w:tblPr>
        <w:tblW w:w="10250" w:type="dxa"/>
        <w:tblInd w:w="348" w:type="dxa"/>
        <w:tblLook w:val="0000"/>
      </w:tblPr>
      <w:tblGrid>
        <w:gridCol w:w="5147"/>
        <w:gridCol w:w="869"/>
        <w:gridCol w:w="2165"/>
        <w:gridCol w:w="2069"/>
      </w:tblGrid>
      <w:tr w:rsidR="00F45B6F">
        <w:trPr>
          <w:trHeight w:val="284"/>
        </w:trPr>
        <w:tc>
          <w:tcPr>
            <w:tcW w:w="51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9F36D0" w:rsidRDefault="00F45B6F" w:rsidP="00F45B6F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9F36D0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31 декабря 2023 года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743169" w:rsidRDefault="00F45B6F" w:rsidP="00F45B6F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декабря </w:t>
            </w:r>
            <w:r w:rsidRPr="00F8617A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22 года</w:t>
            </w:r>
          </w:p>
        </w:tc>
      </w:tr>
      <w:tr w:rsidR="00F45B6F">
        <w:trPr>
          <w:trHeight w:val="57"/>
        </w:trPr>
        <w:tc>
          <w:tcPr>
            <w:tcW w:w="51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67017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45B6F">
        <w:trPr>
          <w:trHeight w:val="360"/>
        </w:trPr>
        <w:tc>
          <w:tcPr>
            <w:tcW w:w="514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35" w:name="f1r410"/>
            <w:bookmarkEnd w:id="35"/>
            <w:r>
              <w:rPr>
                <w:b/>
                <w:sz w:val="20"/>
                <w:szCs w:val="20"/>
              </w:rPr>
              <w:t>6 979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6 979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6" w:name="f1r420"/>
            <w:bookmarkEnd w:id="36"/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30"/>
            <w:bookmarkEnd w:id="37"/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BD615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38" w:name="f1r440"/>
            <w:bookmarkEnd w:id="38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39" w:name="f1r450"/>
            <w:bookmarkEnd w:id="39"/>
            <w:r>
              <w:rPr>
                <w:b/>
                <w:sz w:val="20"/>
                <w:szCs w:val="20"/>
              </w:rPr>
              <w:t>6 497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5 380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0" w:name="f1r460"/>
            <w:bookmarkEnd w:id="40"/>
            <w:r>
              <w:rPr>
                <w:b/>
                <w:sz w:val="20"/>
                <w:szCs w:val="20"/>
              </w:rPr>
              <w:t>11 450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7 287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8659D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1" w:name="f1r470"/>
            <w:bookmarkEnd w:id="4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D79BC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2" w:name="f1r480"/>
            <w:bookmarkEnd w:id="42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3" w:name="f1r490"/>
            <w:bookmarkEnd w:id="43"/>
            <w:r>
              <w:rPr>
                <w:b/>
                <w:sz w:val="20"/>
                <w:szCs w:val="20"/>
              </w:rPr>
              <w:t>24 926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19 646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4" w:name="f1r510"/>
            <w:bookmarkEnd w:id="44"/>
            <w:r>
              <w:rPr>
                <w:b/>
                <w:sz w:val="20"/>
                <w:szCs w:val="20"/>
              </w:rPr>
              <w:t>3 328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2 923</w:t>
            </w:r>
          </w:p>
        </w:tc>
      </w:tr>
      <w:tr w:rsidR="00F45B6F" w:rsidRPr="003C732E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5" w:name="f1r520"/>
            <w:bookmarkEnd w:id="45"/>
            <w:r>
              <w:rPr>
                <w:b/>
                <w:sz w:val="20"/>
                <w:szCs w:val="20"/>
              </w:rPr>
              <w:t>1 993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2 255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6" w:name="f1r530"/>
            <w:bookmarkEnd w:id="46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7" w:name="f1r540"/>
            <w:bookmarkEnd w:id="47"/>
            <w:r>
              <w:rPr>
                <w:b/>
                <w:sz w:val="20"/>
                <w:szCs w:val="20"/>
              </w:rPr>
              <w:t>1 094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524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48" w:name="f1r550"/>
            <w:bookmarkEnd w:id="48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49" w:name="f1r560"/>
            <w:bookmarkEnd w:id="49"/>
            <w:r>
              <w:rPr>
                <w:b/>
                <w:sz w:val="20"/>
                <w:szCs w:val="20"/>
              </w:rPr>
              <w:t>398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0" w:name="f1r590"/>
            <w:bookmarkEnd w:id="50"/>
            <w:r>
              <w:rPr>
                <w:b/>
                <w:sz w:val="20"/>
                <w:szCs w:val="20"/>
              </w:rPr>
              <w:t>6 813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6 304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1" w:name="f1r610"/>
            <w:bookmarkEnd w:id="51"/>
            <w:r>
              <w:rPr>
                <w:b/>
                <w:sz w:val="20"/>
                <w:szCs w:val="20"/>
              </w:rPr>
              <w:t>286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2" w:name="f1r620"/>
            <w:bookmarkEnd w:id="52"/>
            <w:r>
              <w:rPr>
                <w:b/>
                <w:sz w:val="20"/>
                <w:szCs w:val="20"/>
              </w:rPr>
              <w:t>989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3" w:name="f1r630"/>
            <w:bookmarkEnd w:id="53"/>
            <w:r>
              <w:rPr>
                <w:b/>
                <w:sz w:val="20"/>
                <w:szCs w:val="20"/>
              </w:rPr>
              <w:t>3 222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2 194</w:t>
            </w: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A20493" w:rsidRDefault="00F45B6F" w:rsidP="00F45B6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4" w:name="f1r631"/>
            <w:bookmarkEnd w:id="54"/>
            <w:r>
              <w:rPr>
                <w:b/>
                <w:sz w:val="20"/>
                <w:szCs w:val="20"/>
              </w:rPr>
              <w:t>1 916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1 050</w:t>
            </w:r>
          </w:p>
        </w:tc>
      </w:tr>
      <w:tr w:rsidR="00F45B6F" w:rsidRPr="003C732E">
        <w:trPr>
          <w:trHeight w:val="306"/>
        </w:trPr>
        <w:tc>
          <w:tcPr>
            <w:tcW w:w="5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B6F" w:rsidRPr="003C732E" w:rsidRDefault="00F45B6F" w:rsidP="00F45B6F">
            <w:pPr>
              <w:rPr>
                <w:b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5B6F" w:rsidRPr="003C732E" w:rsidRDefault="00F45B6F" w:rsidP="00F45B6F">
            <w:pPr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55" w:name="f1r632"/>
            <w:bookmarkEnd w:id="55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6" w:name="f1r633"/>
            <w:bookmarkEnd w:id="56"/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7" w:name="f1r634"/>
            <w:bookmarkEnd w:id="57"/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8" w:name="f1r635"/>
            <w:bookmarkEnd w:id="58"/>
            <w:r>
              <w:rPr>
                <w:b/>
                <w:sz w:val="20"/>
                <w:szCs w:val="20"/>
              </w:rPr>
              <w:t>286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59" w:name="f1r636"/>
            <w:bookmarkEnd w:id="59"/>
            <w:r>
              <w:rPr>
                <w:b/>
                <w:sz w:val="20"/>
                <w:szCs w:val="20"/>
              </w:rPr>
              <w:t>849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856</w:t>
            </w:r>
          </w:p>
        </w:tc>
      </w:tr>
      <w:tr w:rsidR="00F45B6F" w:rsidRPr="003C732E">
        <w:trPr>
          <w:trHeight w:val="324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0" w:name="f1r637"/>
            <w:bookmarkEnd w:id="60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1" w:name="f1r638"/>
            <w:bookmarkEnd w:id="61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2" w:name="f1r640"/>
            <w:bookmarkEnd w:id="62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63" w:name="f1r650"/>
            <w:bookmarkEnd w:id="63"/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4" w:name="f1r660"/>
            <w:bookmarkEnd w:id="64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65" w:name="f1r670"/>
            <w:bookmarkEnd w:id="65"/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66" w:name="f1r690"/>
            <w:bookmarkEnd w:id="66"/>
            <w:r>
              <w:rPr>
                <w:b/>
                <w:sz w:val="20"/>
                <w:szCs w:val="20"/>
              </w:rPr>
              <w:t>4 521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2 866</w:t>
            </w:r>
          </w:p>
        </w:tc>
      </w:tr>
      <w:tr w:rsidR="00F45B6F" w:rsidRPr="003C732E" w:rsidTr="00637BBF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67" w:name="f1r700"/>
            <w:bookmarkEnd w:id="67"/>
            <w:r>
              <w:rPr>
                <w:b/>
                <w:sz w:val="20"/>
                <w:szCs w:val="20"/>
              </w:rPr>
              <w:t>36 260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3C732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28 816</w:t>
            </w:r>
          </w:p>
        </w:tc>
      </w:tr>
      <w:tr w:rsidR="00637BBF" w:rsidRPr="003C732E">
        <w:trPr>
          <w:trHeight w:val="36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37BBF" w:rsidRDefault="00637BBF" w:rsidP="00F45B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05360B" w:rsidRDefault="00F45B6F" w:rsidP="00F45B6F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Default="009B5036" w:rsidP="009B5036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( инициалы, фамилия)</w:t>
      </w:r>
    </w:p>
    <w:p w:rsidR="009B5036" w:rsidRPr="009B5036" w:rsidRDefault="009B5036" w:rsidP="009B5036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lastRenderedPageBreak/>
        <w:t>20.02 2024г.</w:t>
      </w:r>
    </w:p>
    <w:p w:rsidR="00F45B6F" w:rsidRDefault="009B5036" w:rsidP="00B471E3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br w:type="page"/>
      </w:r>
    </w:p>
    <w:p w:rsidR="00F45B6F" w:rsidRPr="00047166" w:rsidRDefault="00F45B6F" w:rsidP="00F45B6F">
      <w:pPr>
        <w:pStyle w:val="a3"/>
        <w:tabs>
          <w:tab w:val="left" w:pos="2340"/>
        </w:tabs>
        <w:rPr>
          <w:rFonts w:ascii="Times New Roman" w:hAnsi="Times New Roman"/>
        </w:rPr>
      </w:pP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809"/>
        <w:gridCol w:w="193"/>
        <w:gridCol w:w="657"/>
        <w:gridCol w:w="125"/>
        <w:gridCol w:w="2185"/>
        <w:gridCol w:w="100"/>
        <w:gridCol w:w="2410"/>
      </w:tblGrid>
      <w:tr w:rsidR="00F45B6F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45B6F" w:rsidRPr="00000891" w:rsidRDefault="00F45B6F" w:rsidP="00F45B6F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F45B6F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B6F" w:rsidRDefault="00F45B6F" w:rsidP="00F45B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F45B6F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45B6F">
        <w:trPr>
          <w:trHeight w:val="80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F45B6F">
        <w:trPr>
          <w:trHeight w:val="255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F45B6F">
        <w:trPr>
          <w:trHeight w:val="151"/>
        </w:trPr>
        <w:tc>
          <w:tcPr>
            <w:tcW w:w="103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301E3F" w:rsidRDefault="00F45B6F" w:rsidP="00F45B6F">
            <w:pPr>
              <w:jc w:val="center"/>
              <w:rPr>
                <w:b/>
                <w:sz w:val="22"/>
                <w:szCs w:val="22"/>
              </w:rPr>
            </w:pPr>
            <w:r w:rsidRPr="001B260C">
              <w:rPr>
                <w:b/>
                <w:sz w:val="22"/>
                <w:szCs w:val="22"/>
              </w:rPr>
              <w:t>за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1B260C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23</w:t>
            </w:r>
            <w:r w:rsidRPr="001B260C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F45B6F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692C37" w:rsidRDefault="00F45B6F" w:rsidP="00F45B6F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68" w:name="title11"/>
            <w:bookmarkEnd w:id="68"/>
            <w:r>
              <w:rPr>
                <w:sz w:val="18"/>
                <w:szCs w:val="20"/>
              </w:rPr>
              <w:t>ОАО "БЕЗДЕЖ-АГРО"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69" w:name="unn2"/>
            <w:bookmarkEnd w:id="69"/>
            <w:r>
              <w:rPr>
                <w:sz w:val="18"/>
                <w:szCs w:val="20"/>
              </w:rPr>
              <w:t>200226708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F66C6D">
              <w:rPr>
                <w:sz w:val="18"/>
                <w:szCs w:val="18"/>
              </w:rPr>
              <w:t> Сельское Хозяйство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B305F0" w:rsidRDefault="00F66C6D" w:rsidP="00F66C6D">
            <w:pPr>
              <w:rPr>
                <w:sz w:val="20"/>
                <w:szCs w:val="20"/>
                <w:lang w:val="en-US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Коммунальная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5548E7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66C6D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70" w:name="address2"/>
            <w:bookmarkEnd w:id="70"/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225848 Брестская обл. Дрогичинский р-н аг..Бездеж</w:t>
            </w:r>
          </w:p>
        </w:tc>
      </w:tr>
      <w:tr w:rsidR="00F66C6D">
        <w:trPr>
          <w:trHeight w:val="247"/>
        </w:trPr>
        <w:tc>
          <w:tcPr>
            <w:tcW w:w="47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66C6D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66C6D" w:rsidRPr="005D7707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66C6D">
        <w:trPr>
          <w:trHeight w:val="446"/>
        </w:trPr>
        <w:tc>
          <w:tcPr>
            <w:tcW w:w="47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1" w:name="f2r10"/>
            <w:bookmarkEnd w:id="71"/>
            <w:r>
              <w:rPr>
                <w:b/>
                <w:sz w:val="20"/>
                <w:szCs w:val="20"/>
              </w:rPr>
              <w:t>16 347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13 630</w:t>
            </w:r>
          </w:p>
        </w:tc>
      </w:tr>
      <w:tr w:rsidR="00F66C6D">
        <w:trPr>
          <w:trHeight w:val="282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2" w:name="f2r20"/>
            <w:bookmarkEnd w:id="72"/>
            <w:r>
              <w:rPr>
                <w:b/>
                <w:sz w:val="20"/>
                <w:szCs w:val="20"/>
              </w:rPr>
              <w:t>11 678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10 550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3" w:name="f2r30"/>
            <w:bookmarkEnd w:id="73"/>
            <w:r>
              <w:rPr>
                <w:b/>
                <w:sz w:val="20"/>
                <w:szCs w:val="20"/>
              </w:rPr>
              <w:t>4 669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3 080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4" w:name="f2r40"/>
            <w:bookmarkEnd w:id="74"/>
            <w:r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828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5" w:name="f2r50"/>
            <w:bookmarkEnd w:id="75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6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6" w:name="f2r60"/>
            <w:bookmarkEnd w:id="76"/>
            <w:r>
              <w:rPr>
                <w:b/>
                <w:sz w:val="20"/>
                <w:szCs w:val="20"/>
              </w:rPr>
              <w:t>3 684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2 252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7" w:name="f2r70"/>
            <w:bookmarkEnd w:id="77"/>
            <w:r>
              <w:rPr>
                <w:b/>
                <w:sz w:val="20"/>
                <w:szCs w:val="20"/>
              </w:rPr>
              <w:t>971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919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8" w:name="f2r80"/>
            <w:bookmarkEnd w:id="78"/>
            <w:r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</w:tr>
      <w:tr w:rsidR="00F66C6D">
        <w:trPr>
          <w:trHeight w:val="54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79" w:name="f2r90"/>
            <w:bookmarkEnd w:id="79"/>
            <w:r>
              <w:rPr>
                <w:b/>
                <w:sz w:val="20"/>
                <w:szCs w:val="20"/>
              </w:rPr>
              <w:t>4 378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3 078</w:t>
            </w:r>
          </w:p>
        </w:tc>
      </w:tr>
      <w:tr w:rsidR="00F66C6D">
        <w:trPr>
          <w:trHeight w:val="19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0" w:name="f2r100"/>
            <w:bookmarkEnd w:id="80"/>
            <w:r>
              <w:rPr>
                <w:b/>
                <w:sz w:val="20"/>
                <w:szCs w:val="20"/>
              </w:rPr>
              <w:t>418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6C6D" w:rsidRPr="00E95246" w:rsidRDefault="00F66C6D" w:rsidP="00F66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550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1" w:name="f2r101"/>
            <w:bookmarkEnd w:id="81"/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</w:tr>
      <w:tr w:rsidR="00F66C6D">
        <w:trPr>
          <w:trHeight w:val="229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2" w:name="f2r102"/>
            <w:bookmarkEnd w:id="82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9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3" w:name="f2r103"/>
            <w:bookmarkEnd w:id="83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8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4" w:name="f2r104"/>
            <w:bookmarkEnd w:id="84"/>
            <w:r>
              <w:rPr>
                <w:b/>
                <w:sz w:val="20"/>
                <w:szCs w:val="20"/>
              </w:rPr>
              <w:t>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</w:t>
            </w:r>
          </w:p>
        </w:tc>
      </w:tr>
      <w:tr w:rsidR="00F66C6D">
        <w:trPr>
          <w:trHeight w:val="13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5" w:name="f2r110"/>
            <w:bookmarkEnd w:id="85"/>
            <w:r>
              <w:rPr>
                <w:b/>
                <w:sz w:val="20"/>
                <w:szCs w:val="20"/>
              </w:rPr>
              <w:t>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584</w:t>
            </w:r>
          </w:p>
        </w:tc>
      </w:tr>
      <w:tr w:rsidR="00F66C6D">
        <w:trPr>
          <w:trHeight w:val="154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43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6" w:name="f2r111"/>
            <w:bookmarkEnd w:id="86"/>
            <w:r>
              <w:rPr>
                <w:b/>
                <w:sz w:val="20"/>
                <w:szCs w:val="20"/>
              </w:rPr>
              <w:t>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F66C6D">
        <w:trPr>
          <w:trHeight w:val="24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7" w:name="f2r112"/>
            <w:bookmarkEnd w:id="87"/>
            <w:r>
              <w:rPr>
                <w:b/>
                <w:sz w:val="20"/>
                <w:szCs w:val="20"/>
              </w:rPr>
              <w:t>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</w:t>
            </w:r>
          </w:p>
        </w:tc>
      </w:tr>
      <w:tr w:rsidR="00F66C6D">
        <w:trPr>
          <w:trHeight w:val="121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8" w:name="f2r120"/>
            <w:bookmarkEnd w:id="88"/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  <w:tr w:rsidR="00F66C6D">
        <w:trPr>
          <w:trHeight w:val="300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66C6D" w:rsidRPr="00E95246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423"/>
        </w:trPr>
        <w:tc>
          <w:tcPr>
            <w:tcW w:w="4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89" w:name="f2r121"/>
            <w:bookmarkEnd w:id="89"/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  <w:tr w:rsidR="00F66C6D">
        <w:trPr>
          <w:trHeight w:val="108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0" w:name="f2r122"/>
            <w:bookmarkEnd w:id="9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5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1" w:name="f2r130"/>
            <w:bookmarkEnd w:id="91"/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F66C6D">
        <w:trPr>
          <w:trHeight w:val="18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проценты к уплате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2" w:name="f2r131"/>
            <w:bookmarkEnd w:id="92"/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F66C6D">
        <w:trPr>
          <w:trHeight w:val="373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3" w:name="f2r132"/>
            <w:bookmarkEnd w:id="93"/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4" w:name="f2r133"/>
            <w:bookmarkEnd w:id="94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5" w:name="f2r140"/>
            <w:bookmarkEnd w:id="95"/>
            <w:r>
              <w:rPr>
                <w:b/>
                <w:sz w:val="20"/>
                <w:szCs w:val="20"/>
              </w:rPr>
              <w:t>-215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-360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96" w:name="f2r150"/>
            <w:bookmarkEnd w:id="96"/>
            <w:r>
              <w:rPr>
                <w:b/>
                <w:sz w:val="20"/>
                <w:szCs w:val="20"/>
              </w:rPr>
              <w:t>4 163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C7E6F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2 718</w:t>
            </w:r>
          </w:p>
        </w:tc>
      </w:tr>
      <w:tr w:rsidR="00F66C6D">
        <w:trPr>
          <w:trHeight w:val="196"/>
        </w:trPr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Default="00F45B6F" w:rsidP="00F45B6F">
      <w:pPr>
        <w:ind w:right="115"/>
        <w:jc w:val="right"/>
      </w:pPr>
      <w:r>
        <w:br w:type="page"/>
      </w:r>
      <w:bookmarkStart w:id="97" w:name="f3"/>
      <w:r w:rsidRPr="00856335">
        <w:rPr>
          <w:b/>
          <w:sz w:val="16"/>
        </w:rPr>
        <w:lastRenderedPageBreak/>
        <w:t>Форма  №</w:t>
      </w:r>
      <w:r>
        <w:rPr>
          <w:b/>
          <w:sz w:val="16"/>
        </w:rPr>
        <w:t xml:space="preserve"> </w:t>
      </w:r>
      <w:r w:rsidRPr="00856335">
        <w:rPr>
          <w:b/>
          <w:sz w:val="16"/>
        </w:rPr>
        <w:t>2 лист 2</w:t>
      </w:r>
    </w:p>
    <w:tbl>
      <w:tblPr>
        <w:tblW w:w="10783" w:type="dxa"/>
        <w:tblInd w:w="108" w:type="dxa"/>
        <w:tblLook w:val="0000"/>
      </w:tblPr>
      <w:tblGrid>
        <w:gridCol w:w="5640"/>
        <w:gridCol w:w="751"/>
        <w:gridCol w:w="2152"/>
        <w:gridCol w:w="2240"/>
      </w:tblGrid>
      <w:tr w:rsidR="00F45B6F">
        <w:trPr>
          <w:trHeight w:val="207"/>
        </w:trPr>
        <w:tc>
          <w:tcPr>
            <w:tcW w:w="56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548E7" w:rsidRDefault="00F45B6F" w:rsidP="00F45B6F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Наименование показателей</w:t>
            </w:r>
          </w:p>
        </w:tc>
        <w:tc>
          <w:tcPr>
            <w:tcW w:w="7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548E7" w:rsidRDefault="00F45B6F" w:rsidP="00F45B6F">
            <w:pPr>
              <w:jc w:val="center"/>
              <w:rPr>
                <w:b/>
                <w:bCs/>
                <w:sz w:val="17"/>
                <w:szCs w:val="17"/>
              </w:rPr>
            </w:pPr>
            <w:r w:rsidRPr="005548E7">
              <w:rPr>
                <w:b/>
                <w:bCs/>
                <w:sz w:val="17"/>
                <w:szCs w:val="17"/>
              </w:rPr>
              <w:t>Код строки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45B6F">
        <w:trPr>
          <w:trHeight w:val="70"/>
        </w:trPr>
        <w:tc>
          <w:tcPr>
            <w:tcW w:w="56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8" w:name="f2r16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99" w:name="f2r170"/>
            <w:bookmarkEnd w:id="9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0" w:name="f2r18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1" w:name="f2r19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2" w:name="f2r200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 (± 150 – 160 ± 170 ± 180 – 190-200)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03" w:name="f2r210"/>
            <w:bookmarkEnd w:id="103"/>
            <w:r>
              <w:rPr>
                <w:b/>
                <w:sz w:val="20"/>
                <w:szCs w:val="20"/>
              </w:rPr>
              <w:t>4 163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2 718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04" w:name="f2r220"/>
            <w:bookmarkEnd w:id="104"/>
            <w:r>
              <w:rPr>
                <w:b/>
                <w:sz w:val="20"/>
                <w:szCs w:val="20"/>
              </w:rPr>
              <w:t>1 117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5 380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5" w:name="f2r230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06" w:name="f2r240"/>
            <w:bookmarkEnd w:id="106"/>
            <w:r>
              <w:rPr>
                <w:b/>
                <w:sz w:val="20"/>
                <w:szCs w:val="20"/>
              </w:rPr>
              <w:t>5 280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8 098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7" w:name="f2r250"/>
            <w:bookmarkEnd w:id="10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08" w:name="f2r260"/>
            <w:bookmarkEnd w:id="10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09" w:name="f2r270"/>
            <w:bookmarkEnd w:id="109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10" w:name="f2r270A"/>
            <w:bookmarkEnd w:id="110"/>
            <w:r>
              <w:rPr>
                <w:b/>
                <w:sz w:val="20"/>
                <w:szCs w:val="20"/>
              </w:rPr>
              <w:t>4 163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2 718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1" w:name="f2r280"/>
            <w:bookmarkEnd w:id="11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2" w:name="f2r280A"/>
            <w:bookmarkEnd w:id="11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13" w:name="f2r290"/>
            <w:bookmarkEnd w:id="113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14" w:name="f"/>
            <w:bookmarkStart w:id="115" w:name="f2r290A"/>
            <w:bookmarkEnd w:id="114"/>
            <w:bookmarkEnd w:id="115"/>
            <w:r>
              <w:rPr>
                <w:b/>
                <w:sz w:val="20"/>
                <w:szCs w:val="20"/>
              </w:rPr>
              <w:t>3 248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1 842</w:t>
            </w: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6" w:name="f2r295"/>
            <w:bookmarkEnd w:id="11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469AE" w:rsidRDefault="00F45B6F" w:rsidP="00F45B6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7" w:name="f2r295A"/>
            <w:bookmarkEnd w:id="11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C7E6F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6D3694" w:rsidRDefault="00F45B6F" w:rsidP="00F45B6F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780" w:type="dxa"/>
        <w:tblInd w:w="108" w:type="dxa"/>
        <w:tblLayout w:type="fixed"/>
        <w:tblLook w:val="0000"/>
      </w:tblPr>
      <w:tblGrid>
        <w:gridCol w:w="6074"/>
        <w:gridCol w:w="605"/>
        <w:gridCol w:w="1096"/>
        <w:gridCol w:w="1006"/>
        <w:gridCol w:w="978"/>
        <w:gridCol w:w="1021"/>
      </w:tblGrid>
      <w:tr w:rsidR="00F45B6F">
        <w:trPr>
          <w:trHeight w:val="165"/>
        </w:trPr>
        <w:tc>
          <w:tcPr>
            <w:tcW w:w="1078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F14BF8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F45B6F">
        <w:trPr>
          <w:trHeight w:val="172"/>
        </w:trPr>
        <w:tc>
          <w:tcPr>
            <w:tcW w:w="66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5B6F" w:rsidRPr="00F14BF8" w:rsidRDefault="00F45B6F" w:rsidP="00F45B6F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F45B6F">
        <w:trPr>
          <w:trHeight w:val="251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</w:rPr>
            </w:pPr>
            <w:r w:rsidRPr="00F14BF8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F45B6F">
        <w:trPr>
          <w:trHeight w:val="57"/>
        </w:trPr>
        <w:tc>
          <w:tcPr>
            <w:tcW w:w="60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F45B6F" w:rsidRPr="00F14BF8" w:rsidRDefault="00F45B6F" w:rsidP="00F45B6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14BF8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 </w:t>
            </w:r>
            <w:bookmarkStart w:id="118" w:name="f2r300"/>
            <w:bookmarkEnd w:id="118"/>
            <w:r w:rsidR="00637BBF">
              <w:rPr>
                <w:b/>
                <w:sz w:val="20"/>
                <w:szCs w:val="20"/>
              </w:rPr>
              <w:t>915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E26DD3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</w:t>
            </w:r>
            <w:r w:rsidRPr="00E26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19" w:name="f2r301"/>
            <w:bookmarkEnd w:id="119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</w:tr>
      <w:tr w:rsidR="00F45B6F">
        <w:trPr>
          <w:trHeight w:val="284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20" w:name="f2r310"/>
            <w:bookmarkEnd w:id="120"/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</w:tr>
      <w:tr w:rsidR="00F45B6F">
        <w:trPr>
          <w:trHeight w:val="209"/>
        </w:trPr>
        <w:tc>
          <w:tcPr>
            <w:tcW w:w="6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5B6F" w:rsidRPr="00EE338D" w:rsidRDefault="00F45B6F" w:rsidP="00F45B6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3D1598" w:rsidRDefault="00F45B6F" w:rsidP="00F45B6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1" w:name="f2r400"/>
            <w:bookmarkEnd w:id="121"/>
            <w:r>
              <w:rPr>
                <w:b/>
                <w:sz w:val="20"/>
                <w:szCs w:val="20"/>
              </w:rPr>
              <w:t>18 225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15 201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122" w:name="f2r400A"/>
            <w:bookmarkEnd w:id="122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A20C77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3" w:name="f2r401"/>
            <w:bookmarkEnd w:id="123"/>
            <w:r>
              <w:rPr>
                <w:b/>
                <w:sz w:val="20"/>
                <w:szCs w:val="20"/>
              </w:rPr>
              <w:t>1 066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947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4" w:name="f2r402"/>
            <w:bookmarkEnd w:id="124"/>
            <w:r>
              <w:rPr>
                <w:b/>
                <w:sz w:val="20"/>
                <w:szCs w:val="20"/>
              </w:rPr>
              <w:t>10 612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9 603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Амортизация (из строк 20, 40, 50, 80, 112)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Pr="00C65AA7" w:rsidRDefault="00F45B6F" w:rsidP="00F45B6F">
            <w:pPr>
              <w:jc w:val="center"/>
              <w:rPr>
                <w:sz w:val="20"/>
                <w:szCs w:val="20"/>
              </w:rPr>
            </w:pPr>
            <w:r w:rsidRPr="00C65AA7">
              <w:rPr>
                <w:sz w:val="20"/>
                <w:szCs w:val="20"/>
              </w:rPr>
              <w:t>403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5" w:name="f2r403"/>
            <w:bookmarkEnd w:id="125"/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6" w:name="f2r410"/>
            <w:bookmarkEnd w:id="126"/>
            <w:r>
              <w:rPr>
                <w:b/>
                <w:sz w:val="20"/>
                <w:szCs w:val="20"/>
              </w:rPr>
              <w:t>20,2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14,8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Pr="00E32FCB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7" w:name="f2r411"/>
            <w:bookmarkEnd w:id="127"/>
            <w:r>
              <w:rPr>
                <w:b/>
                <w:sz w:val="20"/>
                <w:szCs w:val="20"/>
              </w:rPr>
              <w:t>29,1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19,8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8" w:name="f2r412"/>
            <w:bookmarkEnd w:id="128"/>
            <w:r>
              <w:rPr>
                <w:b/>
                <w:sz w:val="20"/>
                <w:szCs w:val="20"/>
              </w:rPr>
              <w:t>32,9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23,9</w:t>
            </w:r>
          </w:p>
        </w:tc>
      </w:tr>
      <w:tr w:rsidR="00F45B6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129" w:name="f2r413"/>
            <w:bookmarkEnd w:id="129"/>
            <w:r>
              <w:rPr>
                <w:b/>
                <w:sz w:val="20"/>
                <w:szCs w:val="20"/>
              </w:rPr>
              <w:t>25,6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B6F" w:rsidRPr="00A20C77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16,2</w:t>
            </w:r>
          </w:p>
        </w:tc>
      </w:tr>
      <w:tr w:rsidR="00637BBF">
        <w:trPr>
          <w:trHeight w:val="227"/>
        </w:trPr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37BBF" w:rsidRDefault="00637BBF" w:rsidP="00F45B6F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BBF" w:rsidRDefault="00637BBF" w:rsidP="00F45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A30552" w:rsidRDefault="00F45B6F" w:rsidP="00F45B6F">
      <w:pPr>
        <w:pStyle w:val="a3"/>
        <w:widowControl w:val="0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</w:rPr>
        <w:t xml:space="preserve">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Default="009B5036" w:rsidP="009B5036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( инициалы, фамилия)</w:t>
      </w:r>
    </w:p>
    <w:p w:rsidR="009B5036" w:rsidRPr="009B5036" w:rsidRDefault="009B5036" w:rsidP="009B5036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lastRenderedPageBreak/>
        <w:t>20.02 2024г.</w:t>
      </w:r>
    </w:p>
    <w:p w:rsidR="00F45B6F" w:rsidRPr="00A30552" w:rsidRDefault="009B5036" w:rsidP="009B5036">
      <w:pPr>
        <w:pStyle w:val="a3"/>
        <w:widowControl w:val="0"/>
        <w:spacing w:before="240"/>
        <w:rPr>
          <w:rFonts w:ascii="Times New Roman" w:hAnsi="Times New Roman"/>
          <w:b/>
          <w:sz w:val="8"/>
          <w:szCs w:val="8"/>
          <w:u w:val="single"/>
        </w:rPr>
      </w:pPr>
      <w:r w:rsidRPr="009B5036">
        <w:rPr>
          <w:rFonts w:ascii="Times New Roman" w:hAnsi="Times New Roman"/>
          <w:iCs/>
          <w:sz w:val="18"/>
          <w:szCs w:val="18"/>
        </w:rPr>
        <w:br w:type="page"/>
      </w:r>
    </w:p>
    <w:p w:rsidR="00F45B6F" w:rsidRPr="003570F4" w:rsidRDefault="00F45B6F" w:rsidP="00F45B6F">
      <w:pPr>
        <w:pStyle w:val="a3"/>
        <w:ind w:right="142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860" w:type="dxa"/>
        <w:tblInd w:w="108" w:type="dxa"/>
        <w:tblLayout w:type="fixed"/>
        <w:tblLook w:val="0000"/>
      </w:tblPr>
      <w:tblGrid>
        <w:gridCol w:w="406"/>
        <w:gridCol w:w="719"/>
        <w:gridCol w:w="920"/>
        <w:gridCol w:w="474"/>
        <w:gridCol w:w="720"/>
        <w:gridCol w:w="1052"/>
        <w:gridCol w:w="27"/>
        <w:gridCol w:w="843"/>
        <w:gridCol w:w="960"/>
        <w:gridCol w:w="840"/>
        <w:gridCol w:w="1019"/>
        <w:gridCol w:w="61"/>
        <w:gridCol w:w="899"/>
        <w:gridCol w:w="960"/>
        <w:gridCol w:w="960"/>
      </w:tblGrid>
      <w:tr w:rsidR="00F45B6F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8237A6" w:rsidRDefault="00F45B6F" w:rsidP="00F45B6F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3</w:t>
            </w:r>
          </w:p>
        </w:tc>
      </w:tr>
      <w:tr w:rsidR="00F45B6F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8237A6" w:rsidRDefault="00F45B6F" w:rsidP="00F45B6F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Республики Беларусь </w:t>
            </w:r>
          </w:p>
        </w:tc>
      </w:tr>
      <w:tr w:rsidR="00F45B6F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F57E7A" w:rsidRDefault="00F45B6F" w:rsidP="00F45B6F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F45B6F">
        <w:trPr>
          <w:trHeight w:val="212"/>
        </w:trPr>
        <w:tc>
          <w:tcPr>
            <w:tcW w:w="108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F57E7A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F45B6F">
        <w:trPr>
          <w:trHeight w:val="255"/>
        </w:trPr>
        <w:tc>
          <w:tcPr>
            <w:tcW w:w="108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F57E7A" w:rsidRDefault="00F45B6F" w:rsidP="00F45B6F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F45B6F">
        <w:trPr>
          <w:trHeight w:val="80"/>
        </w:trPr>
        <w:tc>
          <w:tcPr>
            <w:tcW w:w="108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5F518C" w:rsidRDefault="00F45B6F" w:rsidP="00F45B6F">
            <w:pPr>
              <w:spacing w:after="240"/>
              <w:jc w:val="center"/>
              <w:rPr>
                <w:b/>
                <w:sz w:val="20"/>
                <w:szCs w:val="20"/>
              </w:rPr>
            </w:pPr>
            <w:r w:rsidRPr="005F518C">
              <w:rPr>
                <w:b/>
                <w:sz w:val="20"/>
                <w:szCs w:val="20"/>
              </w:rPr>
              <w:t>за</w:t>
            </w:r>
            <w:r w:rsidRPr="005F518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18C">
              <w:rPr>
                <w:b/>
                <w:sz w:val="20"/>
                <w:szCs w:val="20"/>
              </w:rPr>
              <w:t>январь-</w:t>
            </w:r>
            <w:r>
              <w:rPr>
                <w:b/>
                <w:sz w:val="20"/>
                <w:szCs w:val="20"/>
              </w:rPr>
              <w:t>декабрь</w:t>
            </w:r>
            <w:r w:rsidRPr="005F518C">
              <w:rPr>
                <w:b/>
                <w:sz w:val="20"/>
                <w:szCs w:val="20"/>
              </w:rPr>
              <w:t xml:space="preserve"> 20</w:t>
            </w:r>
            <w:r>
              <w:rPr>
                <w:b/>
                <w:sz w:val="20"/>
                <w:szCs w:val="20"/>
              </w:rPr>
              <w:t>23</w:t>
            </w:r>
            <w:r w:rsidRPr="005F518C"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633851" w:rsidRDefault="00F66C6D" w:rsidP="00F66C6D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F758E8" w:rsidRDefault="00F66C6D" w:rsidP="00F66C6D">
            <w:pPr>
              <w:rPr>
                <w:sz w:val="20"/>
                <w:szCs w:val="20"/>
                <w:lang w:val="en-US"/>
              </w:rPr>
            </w:pPr>
            <w:bookmarkStart w:id="130" w:name="title12"/>
            <w:bookmarkEnd w:id="130"/>
            <w:r>
              <w:rPr>
                <w:sz w:val="18"/>
                <w:szCs w:val="20"/>
              </w:rPr>
              <w:t>ОАО "БЕЗДЕЖ-АГРО"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131" w:name="unn3"/>
            <w:bookmarkEnd w:id="131"/>
            <w:r>
              <w:rPr>
                <w:sz w:val="18"/>
                <w:szCs w:val="20"/>
              </w:rPr>
              <w:t>200226708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F66C6D">
              <w:rPr>
                <w:sz w:val="18"/>
                <w:szCs w:val="18"/>
              </w:rPr>
              <w:t> Сельское Хозяйство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Коммунальная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5548E7" w:rsidRDefault="00F66C6D" w:rsidP="00F66C6D">
            <w:pPr>
              <w:rPr>
                <w:sz w:val="20"/>
                <w:szCs w:val="20"/>
                <w:lang w:val="en-US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66C6D" w:rsidTr="00DB6F3B">
        <w:trPr>
          <w:trHeight w:val="113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020A41" w:rsidRDefault="00F66C6D" w:rsidP="00F66C6D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132" w:name="address3"/>
            <w:bookmarkEnd w:id="132"/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225848 Брестская обл. Дрогичинский р-н аг..Бездеж</w:t>
            </w:r>
          </w:p>
        </w:tc>
      </w:tr>
      <w:tr w:rsidR="00F66C6D">
        <w:trPr>
          <w:trHeight w:val="726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F758E8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F57E7A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F66C6D">
        <w:trPr>
          <w:trHeight w:val="17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1B260C" w:rsidRDefault="00F66C6D" w:rsidP="00F66C6D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Остаток на 31.12.20</w:t>
            </w:r>
            <w:r>
              <w:rPr>
                <w:b/>
                <w:sz w:val="16"/>
                <w:szCs w:val="16"/>
              </w:rPr>
              <w:t>21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3" w:name="f3r10"/>
            <w:bookmarkEnd w:id="133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11 548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4" w:name="f3r20"/>
            <w:bookmarkEnd w:id="134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5" w:name="f3r30"/>
            <w:bookmarkEnd w:id="13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1B260C" w:rsidRDefault="00F66C6D" w:rsidP="00F66C6D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Скорректированный остаток на 31.12.20</w:t>
            </w:r>
            <w:r>
              <w:rPr>
                <w:b/>
                <w:sz w:val="16"/>
                <w:szCs w:val="16"/>
              </w:rPr>
              <w:t>21</w:t>
            </w:r>
            <w:r w:rsidRPr="001B260C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6" w:name="f3r40"/>
            <w:bookmarkEnd w:id="136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11 548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66C6D" w:rsidRPr="001B260C" w:rsidRDefault="00F66C6D" w:rsidP="00F66C6D">
            <w:pPr>
              <w:ind w:right="-109"/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За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1B260C">
              <w:rPr>
                <w:b/>
                <w:sz w:val="16"/>
                <w:szCs w:val="16"/>
              </w:rPr>
              <w:t xml:space="preserve"> январь-</w:t>
            </w:r>
            <w:r>
              <w:rPr>
                <w:b/>
                <w:sz w:val="16"/>
                <w:szCs w:val="16"/>
              </w:rPr>
              <w:t xml:space="preserve">декабрь  </w:t>
            </w:r>
            <w:r w:rsidRPr="001B260C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22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  <w:p w:rsidR="00F66C6D" w:rsidRPr="003C732E" w:rsidRDefault="00F66C6D" w:rsidP="00F66C6D">
            <w:pPr>
              <w:ind w:right="-109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7" w:name="f3r50"/>
            <w:bookmarkEnd w:id="137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8 098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8" w:name="f3r51"/>
            <w:bookmarkEnd w:id="138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2 718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39" w:name="f3r52"/>
            <w:bookmarkEnd w:id="13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0" w:name="f3r53"/>
            <w:bookmarkEnd w:id="14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1" w:name="f3r54"/>
            <w:bookmarkEnd w:id="14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2" w:name="f3r55"/>
            <w:bookmarkEnd w:id="142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3" w:name="f3r56"/>
            <w:bookmarkEnd w:id="143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4" w:name="f3r57"/>
            <w:bookmarkEnd w:id="144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5" w:name="f3r58"/>
            <w:bookmarkEnd w:id="14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12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6" w:name="f3r59"/>
            <w:bookmarkEnd w:id="146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7" w:name="f3r60"/>
            <w:bookmarkEnd w:id="147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8" w:name="f3r61"/>
            <w:bookmarkEnd w:id="148"/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49" w:name="f3r62"/>
            <w:bookmarkEnd w:id="149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0" w:name="f3r63"/>
            <w:bookmarkEnd w:id="150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1" w:name="f3r64"/>
            <w:bookmarkEnd w:id="151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2" w:name="f3r65"/>
            <w:bookmarkEnd w:id="152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9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3" w:name="f3r66"/>
            <w:bookmarkEnd w:id="153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330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4" w:name="f3r67"/>
            <w:bookmarkEnd w:id="154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5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5" w:name="f3r68"/>
            <w:bookmarkEnd w:id="155"/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66C6D">
        <w:trPr>
          <w:trHeight w:val="227"/>
        </w:trPr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3C732E" w:rsidRDefault="00F66C6D" w:rsidP="00F66C6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20A41" w:rsidRDefault="00F66C6D" w:rsidP="00F66C6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  <w:bookmarkStart w:id="156" w:name="f3r69"/>
            <w:bookmarkEnd w:id="156"/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7670C0" w:rsidRDefault="00F66C6D" w:rsidP="00F66C6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45B6F" w:rsidRDefault="00F45B6F" w:rsidP="00F45B6F">
      <w:pPr>
        <w:ind w:right="115"/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Ind w:w="108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F45B6F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F45B6F">
        <w:trPr>
          <w:trHeight w:val="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57" w:name="f3r70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58" w:name="f3r80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59" w:name="f3r90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1B260C" w:rsidRDefault="00F45B6F" w:rsidP="00F45B6F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1B260C">
              <w:rPr>
                <w:b/>
                <w:sz w:val="16"/>
                <w:szCs w:val="16"/>
              </w:rPr>
              <w:t>.20</w:t>
            </w:r>
            <w:r>
              <w:rPr>
                <w:b/>
                <w:sz w:val="16"/>
                <w:szCs w:val="16"/>
              </w:rPr>
              <w:t xml:space="preserve">22 </w:t>
            </w:r>
            <w:r w:rsidRPr="001B260C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bookmarkStart w:id="160" w:name="f3r100"/>
            <w:bookmarkEnd w:id="160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19 646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1B260C" w:rsidRDefault="00F45B6F" w:rsidP="00F45B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31.12.2022</w:t>
            </w:r>
            <w:r w:rsidRPr="001B260C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bookmarkStart w:id="161" w:name="f3r110"/>
            <w:bookmarkEnd w:id="161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19 646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2" w:name="f3r120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3" w:name="f3r130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1B260C" w:rsidRDefault="00F45B6F" w:rsidP="00F45B6F">
            <w:pPr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Скорре</w:t>
            </w:r>
            <w:r>
              <w:rPr>
                <w:b/>
                <w:sz w:val="16"/>
                <w:szCs w:val="16"/>
              </w:rPr>
              <w:t>ктированный остаток на 31.12.2022</w:t>
            </w:r>
            <w:r w:rsidRPr="001B260C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bookmarkStart w:id="164" w:name="f3r140"/>
            <w:bookmarkEnd w:id="164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19 646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45B6F" w:rsidRPr="001B260C" w:rsidRDefault="00F45B6F" w:rsidP="00F45B6F">
            <w:pPr>
              <w:ind w:right="-108"/>
              <w:rPr>
                <w:b/>
                <w:sz w:val="16"/>
                <w:szCs w:val="16"/>
              </w:rPr>
            </w:pPr>
            <w:r w:rsidRPr="001B260C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декабрь </w:t>
            </w:r>
            <w:r w:rsidRPr="001B260C">
              <w:rPr>
                <w:b/>
                <w:sz w:val="16"/>
                <w:szCs w:val="16"/>
              </w:rPr>
              <w:t>20</w:t>
            </w:r>
            <w:r>
              <w:rPr>
                <w:b/>
                <w:sz w:val="16"/>
                <w:szCs w:val="16"/>
              </w:rPr>
              <w:t>23</w:t>
            </w:r>
            <w:r w:rsidRPr="001B260C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5" w:name="f3r150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5 280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6" w:name="f3r151"/>
            <w:bookmarkEnd w:id="166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4 163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4 163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7" w:name="f3r152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1 117</w:t>
            </w: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8" w:name="f3r153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69" w:name="f3r154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0" w:name="f3r155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1" w:name="f3r156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2" w:name="f3r157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11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3" w:name="f3r158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4" w:name="f3r159"/>
            <w:bookmarkEnd w:id="17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5" w:name="f3r160"/>
            <w:bookmarkEnd w:id="17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6" w:name="f3r161"/>
            <w:bookmarkEnd w:id="176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AF1FB3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7" w:name="f3r162"/>
            <w:bookmarkEnd w:id="177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8" w:name="f3r163"/>
            <w:bookmarkEnd w:id="17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79" w:name="f3r164"/>
            <w:bookmarkEnd w:id="179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0" w:name="f3r165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1" w:name="f3r166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2" w:name="f3r167"/>
            <w:bookmarkEnd w:id="18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3" w:name="f3r168"/>
            <w:bookmarkEnd w:id="18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4" w:name="f3r169"/>
            <w:bookmarkEnd w:id="1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5" w:name="f3r170"/>
            <w:bookmarkEnd w:id="1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6" w:name="f3r180"/>
            <w:bookmarkEnd w:id="18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3C732E" w:rsidRDefault="00F45B6F" w:rsidP="00F45B6F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  <w:bookmarkStart w:id="187" w:name="f3r190"/>
            <w:bookmarkEnd w:id="18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45B6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7A72AE" w:rsidRDefault="00F45B6F" w:rsidP="00F45B6F">
            <w:pPr>
              <w:rPr>
                <w:b/>
                <w:sz w:val="16"/>
                <w:szCs w:val="16"/>
              </w:rPr>
            </w:pPr>
            <w:r w:rsidRPr="00397F8D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31.12</w:t>
            </w:r>
            <w:r w:rsidRPr="00397F8D">
              <w:rPr>
                <w:b/>
                <w:sz w:val="16"/>
                <w:szCs w:val="16"/>
              </w:rPr>
              <w:t>.20</w:t>
            </w:r>
            <w:r>
              <w:rPr>
                <w:b/>
                <w:sz w:val="16"/>
                <w:szCs w:val="16"/>
              </w:rPr>
              <w:t>23</w:t>
            </w:r>
            <w:r w:rsidRPr="00397F8D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45B6F" w:rsidRPr="00020A41" w:rsidRDefault="00F45B6F" w:rsidP="00F45B6F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bookmarkStart w:id="188" w:name="f3r200"/>
            <w:bookmarkEnd w:id="188"/>
            <w:r>
              <w:rPr>
                <w:b/>
                <w:sz w:val="18"/>
                <w:szCs w:val="18"/>
              </w:rPr>
              <w:t>6 979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F45B6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24 926</w:t>
            </w:r>
          </w:p>
        </w:tc>
      </w:tr>
      <w:tr w:rsidR="00637BBF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BBF" w:rsidRPr="00397F8D" w:rsidRDefault="00637BBF" w:rsidP="00F45B6F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37BBF" w:rsidRPr="00020A41" w:rsidRDefault="00637BBF" w:rsidP="00F45B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Pr="007670C0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BBF" w:rsidRDefault="00637BBF" w:rsidP="00F45B6F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97"/>
    </w:tbl>
    <w:p w:rsidR="00F45B6F" w:rsidRPr="009113CE" w:rsidRDefault="00F45B6F" w:rsidP="00F45B6F">
      <w:pPr>
        <w:pStyle w:val="a3"/>
        <w:widowControl w:val="0"/>
        <w:ind w:firstLine="567"/>
        <w:rPr>
          <w:rFonts w:ascii="Times New Roman" w:hAnsi="Times New Roman"/>
        </w:rPr>
      </w:pP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bookmarkStart w:id="189" w:name="f4"/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9B5036" w:rsidRDefault="009B5036" w:rsidP="00B471E3">
      <w:pPr>
        <w:pStyle w:val="a3"/>
        <w:widowControl w:val="0"/>
        <w:spacing w:after="240"/>
        <w:ind w:left="567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/>
          <w:sz w:val="16"/>
          <w:szCs w:val="16"/>
        </w:rPr>
        <w:lastRenderedPageBreak/>
        <w:t xml:space="preserve">                     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( инициалы, фамилия)</w:t>
      </w:r>
      <w:r w:rsidR="00B471E3">
        <w:rPr>
          <w:rFonts w:ascii="Times New Roman" w:hAnsi="Times New Roman"/>
          <w:i/>
          <w:sz w:val="16"/>
          <w:szCs w:val="16"/>
        </w:rPr>
        <w:t xml:space="preserve"> </w:t>
      </w:r>
    </w:p>
    <w:p w:rsidR="00F45B6F" w:rsidRDefault="009B5036" w:rsidP="009B5036">
      <w:pPr>
        <w:pStyle w:val="a3"/>
        <w:ind w:right="235"/>
        <w:jc w:val="right"/>
        <w:rPr>
          <w:rFonts w:ascii="Times New Roman" w:hAnsi="Times New Roman"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br w:type="page"/>
      </w:r>
    </w:p>
    <w:p w:rsidR="00F45B6F" w:rsidRDefault="00F45B6F" w:rsidP="00F45B6F">
      <w:pPr>
        <w:pStyle w:val="a3"/>
        <w:ind w:right="235"/>
        <w:jc w:val="right"/>
        <w:rPr>
          <w:rFonts w:ascii="Times New Roman" w:hAnsi="Times New Roman"/>
          <w:sz w:val="18"/>
          <w:szCs w:val="18"/>
        </w:rPr>
      </w:pPr>
    </w:p>
    <w:p w:rsidR="00F45B6F" w:rsidRPr="003570F4" w:rsidRDefault="00F45B6F" w:rsidP="00F45B6F">
      <w:pPr>
        <w:pStyle w:val="a3"/>
        <w:ind w:right="28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3570F4">
        <w:rPr>
          <w:rFonts w:ascii="Times New Roman" w:hAnsi="Times New Roman"/>
          <w:b/>
          <w:sz w:val="16"/>
          <w:szCs w:val="16"/>
          <w:u w:val="single"/>
        </w:rPr>
        <w:t>Форма  №4</w:t>
      </w:r>
    </w:p>
    <w:tbl>
      <w:tblPr>
        <w:tblW w:w="10560" w:type="dxa"/>
        <w:tblInd w:w="250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F45B6F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45B6F" w:rsidRPr="008237A6" w:rsidRDefault="00F45B6F" w:rsidP="00F45B6F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>Приложение 4</w:t>
            </w:r>
          </w:p>
        </w:tc>
      </w:tr>
      <w:tr w:rsidR="00F45B6F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5B6F" w:rsidRPr="008237A6" w:rsidRDefault="00F45B6F" w:rsidP="00F45B6F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</w:rPr>
              <w:t xml:space="preserve">к постановлению Министерства финансов </w:t>
            </w:r>
            <w:r w:rsidRPr="008237A6"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F45B6F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45B6F" w:rsidRPr="008237A6" w:rsidRDefault="00F45B6F" w:rsidP="00F45B6F">
            <w:pPr>
              <w:jc w:val="right"/>
              <w:rPr>
                <w:sz w:val="16"/>
                <w:szCs w:val="16"/>
              </w:rPr>
            </w:pP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</w:t>
            </w:r>
            <w:r w:rsidRPr="008237A6">
              <w:rPr>
                <w:sz w:val="16"/>
                <w:szCs w:val="16"/>
                <w:lang w:val="en-US"/>
              </w:rPr>
              <w:t>12</w:t>
            </w:r>
            <w:r w:rsidRPr="008237A6">
              <w:rPr>
                <w:sz w:val="16"/>
                <w:szCs w:val="16"/>
              </w:rPr>
              <w:t>.20</w:t>
            </w:r>
            <w:r w:rsidRPr="008237A6">
              <w:rPr>
                <w:sz w:val="16"/>
                <w:szCs w:val="16"/>
                <w:lang w:val="en-US"/>
              </w:rPr>
              <w:t>16</w:t>
            </w:r>
            <w:r w:rsidRPr="008237A6">
              <w:rPr>
                <w:sz w:val="16"/>
                <w:szCs w:val="16"/>
              </w:rPr>
              <w:t xml:space="preserve"> № 1</w:t>
            </w:r>
            <w:r w:rsidRPr="008237A6">
              <w:rPr>
                <w:sz w:val="16"/>
                <w:szCs w:val="16"/>
                <w:lang w:val="en-US"/>
              </w:rPr>
              <w:t>04</w:t>
            </w:r>
          </w:p>
        </w:tc>
      </w:tr>
      <w:tr w:rsidR="00F45B6F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45B6F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F45B6F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Default="00F45B6F" w:rsidP="00F45B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F45B6F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301E3F" w:rsidRDefault="00F45B6F" w:rsidP="00F45B6F">
            <w:pPr>
              <w:jc w:val="center"/>
              <w:rPr>
                <w:b/>
                <w:sz w:val="22"/>
                <w:szCs w:val="22"/>
              </w:rPr>
            </w:pPr>
            <w:r w:rsidRPr="00274E4F">
              <w:rPr>
                <w:b/>
                <w:sz w:val="22"/>
                <w:szCs w:val="22"/>
              </w:rPr>
              <w:t>за  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274E4F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23</w:t>
            </w:r>
            <w:r w:rsidRPr="00274E4F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F45B6F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190" w:name="title13"/>
            <w:bookmarkEnd w:id="190"/>
            <w:r>
              <w:rPr>
                <w:sz w:val="18"/>
                <w:szCs w:val="20"/>
              </w:rPr>
              <w:t>ОАО "БЕЗДЕЖ-АГРО"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191" w:name="unn4"/>
            <w:bookmarkEnd w:id="191"/>
            <w:r>
              <w:rPr>
                <w:sz w:val="18"/>
                <w:szCs w:val="20"/>
              </w:rPr>
              <w:t>200226708</w:t>
            </w:r>
            <w:r w:rsidRPr="00961291">
              <w:rPr>
                <w:sz w:val="18"/>
                <w:szCs w:val="20"/>
              </w:rPr>
              <w:t> 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F66C6D">
              <w:rPr>
                <w:sz w:val="18"/>
                <w:szCs w:val="18"/>
              </w:rPr>
              <w:t> Сельское Хозяйство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Коммунальная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Дрогичинский районный исполнительный комитет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Pr="005548E7" w:rsidRDefault="00F66C6D" w:rsidP="00F66C6D">
            <w:pPr>
              <w:rPr>
                <w:sz w:val="20"/>
                <w:szCs w:val="20"/>
              </w:rPr>
            </w:pPr>
            <w:r w:rsidRPr="00961291">
              <w:rPr>
                <w:sz w:val="18"/>
                <w:szCs w:val="20"/>
              </w:rPr>
              <w:t> тыс. руб</w:t>
            </w:r>
            <w:r w:rsidRPr="00961291">
              <w:rPr>
                <w:sz w:val="18"/>
                <w:szCs w:val="20"/>
                <w:lang w:val="en-US"/>
              </w:rPr>
              <w:t>.</w:t>
            </w:r>
          </w:p>
        </w:tc>
      </w:tr>
      <w:tr w:rsidR="00F66C6D" w:rsidTr="00D5274C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F66C6D" w:rsidRDefault="00F66C6D" w:rsidP="00F66C6D">
            <w:pPr>
              <w:rPr>
                <w:sz w:val="20"/>
                <w:szCs w:val="20"/>
              </w:rPr>
            </w:pPr>
            <w:bookmarkStart w:id="192" w:name="address4"/>
            <w:bookmarkEnd w:id="192"/>
            <w:r w:rsidRPr="00961291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225848 Брестская обл. Дрогичинский р-н аг..Бездеж</w:t>
            </w:r>
          </w:p>
        </w:tc>
      </w:tr>
      <w:tr w:rsidR="00F66C6D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F66C6D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F518C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5F518C" w:rsidRDefault="00F66C6D" w:rsidP="00F66C6D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Pr="008D096D" w:rsidRDefault="00F66C6D" w:rsidP="00F66C6D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66C6D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057AB2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EE2844" w:rsidRDefault="00F66C6D" w:rsidP="00F66C6D">
            <w:pPr>
              <w:jc w:val="center"/>
              <w:rPr>
                <w:bCs/>
                <w:sz w:val="16"/>
                <w:szCs w:val="16"/>
              </w:rPr>
            </w:pPr>
            <w:r w:rsidRPr="00EE284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057AB2" w:rsidRDefault="00F66C6D" w:rsidP="00F66C6D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66C6D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EE2844" w:rsidRDefault="00F66C6D" w:rsidP="00F66C6D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текущей деятельности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3" w:name="f4r20"/>
            <w:bookmarkEnd w:id="193"/>
            <w:r>
              <w:rPr>
                <w:b/>
                <w:sz w:val="20"/>
                <w:szCs w:val="20"/>
              </w:rPr>
              <w:t>18 874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15 669</w:t>
            </w:r>
          </w:p>
        </w:tc>
      </w:tr>
      <w:tr w:rsidR="00F66C6D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4" w:name="f4r21"/>
            <w:bookmarkEnd w:id="194"/>
            <w:r>
              <w:rPr>
                <w:b/>
                <w:sz w:val="20"/>
                <w:szCs w:val="20"/>
              </w:rPr>
              <w:t>17 846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15 083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5" w:name="f4r22"/>
            <w:bookmarkEnd w:id="19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6" w:name="f4r23"/>
            <w:bookmarkEnd w:id="19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7" w:name="f4r24"/>
            <w:bookmarkEnd w:id="197"/>
            <w:r>
              <w:rPr>
                <w:b/>
                <w:sz w:val="20"/>
                <w:szCs w:val="20"/>
              </w:rPr>
              <w:t>1 028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586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8" w:name="f4r30"/>
            <w:bookmarkEnd w:id="198"/>
            <w:r>
              <w:rPr>
                <w:b/>
                <w:sz w:val="20"/>
                <w:szCs w:val="20"/>
              </w:rPr>
              <w:t>14 491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12 762</w:t>
            </w:r>
          </w:p>
        </w:tc>
      </w:tr>
      <w:tr w:rsidR="00F66C6D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199" w:name="f4r31"/>
            <w:bookmarkEnd w:id="199"/>
            <w:r>
              <w:rPr>
                <w:b/>
                <w:sz w:val="20"/>
                <w:szCs w:val="20"/>
              </w:rPr>
              <w:t>9 497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8 874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0" w:name="f4r32"/>
            <w:bookmarkEnd w:id="200"/>
            <w:r>
              <w:rPr>
                <w:b/>
                <w:sz w:val="20"/>
                <w:szCs w:val="20"/>
              </w:rPr>
              <w:t>3 169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2 480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1" w:name="f4r33"/>
            <w:bookmarkEnd w:id="201"/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2" w:name="f4r34"/>
            <w:bookmarkEnd w:id="202"/>
            <w:r>
              <w:rPr>
                <w:b/>
                <w:sz w:val="20"/>
                <w:szCs w:val="20"/>
              </w:rPr>
              <w:t>1 359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1 024</w:t>
            </w:r>
          </w:p>
        </w:tc>
      </w:tr>
      <w:tr w:rsidR="00F66C6D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3" w:name="f4r40"/>
            <w:bookmarkEnd w:id="203"/>
            <w:r>
              <w:rPr>
                <w:b/>
                <w:sz w:val="20"/>
                <w:szCs w:val="20"/>
              </w:rPr>
              <w:t>4 383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2 907</w:t>
            </w:r>
          </w:p>
        </w:tc>
      </w:tr>
      <w:tr w:rsidR="00F66C6D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66C6D" w:rsidRPr="00EE2844" w:rsidRDefault="00F66C6D" w:rsidP="00F66C6D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4" w:name="f4r50"/>
            <w:bookmarkEnd w:id="204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66C6D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5" w:name="f4r51"/>
            <w:bookmarkEnd w:id="205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6" w:name="f4r52"/>
            <w:bookmarkEnd w:id="20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7" w:name="f4r53"/>
            <w:bookmarkEnd w:id="20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8" w:name="f4r54"/>
            <w:bookmarkEnd w:id="20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09" w:name="f4r55"/>
            <w:bookmarkEnd w:id="20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0" w:name="f4r60"/>
            <w:bookmarkEnd w:id="210"/>
            <w:r>
              <w:rPr>
                <w:b/>
                <w:sz w:val="20"/>
                <w:szCs w:val="20"/>
              </w:rPr>
              <w:t>4 267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3 191</w:t>
            </w:r>
          </w:p>
        </w:tc>
      </w:tr>
      <w:tr w:rsidR="00F66C6D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F66C6D" w:rsidRDefault="00F66C6D" w:rsidP="00F66C6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1" w:name="f4r61"/>
            <w:bookmarkEnd w:id="211"/>
            <w:r>
              <w:rPr>
                <w:b/>
                <w:sz w:val="20"/>
                <w:szCs w:val="20"/>
              </w:rPr>
              <w:t>4 267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3 191</w:t>
            </w: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2" w:name="f4r62"/>
            <w:bookmarkEnd w:id="21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3" w:name="f4r63"/>
            <w:bookmarkEnd w:id="21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4" w:name="f4r64"/>
            <w:bookmarkEnd w:id="21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66C6D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bookmarkStart w:id="215" w:name="f4r70"/>
            <w:bookmarkEnd w:id="215"/>
            <w:r>
              <w:rPr>
                <w:b/>
                <w:sz w:val="20"/>
                <w:szCs w:val="20"/>
              </w:rPr>
              <w:t>-4 247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Pr="00522C4E" w:rsidRDefault="00F66C6D" w:rsidP="00F66C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-3 174</w:t>
            </w:r>
          </w:p>
        </w:tc>
      </w:tr>
      <w:tr w:rsidR="00F66C6D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C6D" w:rsidRDefault="00F66C6D" w:rsidP="00F66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6D" w:rsidRDefault="00F66C6D" w:rsidP="00F66C6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Pr="00B655D0" w:rsidRDefault="00F45B6F" w:rsidP="00F45B6F">
      <w:pPr>
        <w:ind w:right="115"/>
        <w:jc w:val="right"/>
        <w:rPr>
          <w:b/>
          <w:bCs/>
          <w:sz w:val="20"/>
          <w:szCs w:val="20"/>
        </w:rPr>
      </w:pPr>
      <w:r>
        <w:br w:type="page"/>
      </w:r>
      <w:bookmarkEnd w:id="189"/>
      <w:r w:rsidRPr="00B655D0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392" w:type="dxa"/>
        <w:tblLook w:val="0000"/>
      </w:tblPr>
      <w:tblGrid>
        <w:gridCol w:w="4534"/>
        <w:gridCol w:w="783"/>
        <w:gridCol w:w="2732"/>
        <w:gridCol w:w="2523"/>
      </w:tblGrid>
      <w:tr w:rsidR="00F45B6F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F518C" w:rsidRDefault="00F45B6F" w:rsidP="00F45B6F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F518C" w:rsidRDefault="00F45B6F" w:rsidP="00F45B6F">
            <w:pPr>
              <w:jc w:val="center"/>
              <w:rPr>
                <w:b/>
                <w:bCs/>
                <w:sz w:val="18"/>
                <w:szCs w:val="18"/>
              </w:rPr>
            </w:pPr>
            <w:r w:rsidRPr="005F518C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15" w:right="-16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8D096D" w:rsidRDefault="00F45B6F" w:rsidP="00F45B6F">
            <w:pPr>
              <w:pStyle w:val="a3"/>
              <w:ind w:left="-108" w:right="-9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  <w:r w:rsidRPr="008D096D"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</w:tr>
      <w:tr w:rsidR="00F45B6F">
        <w:trPr>
          <w:trHeight w:val="31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057AB2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057AB2" w:rsidRDefault="00F45B6F" w:rsidP="00F45B6F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F45B6F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45B6F" w:rsidRPr="00EE2844" w:rsidRDefault="00F45B6F" w:rsidP="00F45B6F">
            <w:pPr>
              <w:rPr>
                <w:b/>
                <w:sz w:val="20"/>
                <w:szCs w:val="20"/>
              </w:rPr>
            </w:pPr>
            <w:r w:rsidRPr="00EE2844">
              <w:rPr>
                <w:b/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16" w:name="f4r80"/>
            <w:bookmarkEnd w:id="216"/>
            <w:r>
              <w:rPr>
                <w:b/>
                <w:sz w:val="20"/>
                <w:szCs w:val="20"/>
              </w:rPr>
              <w:t>2 007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1 751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17" w:name="f4r81"/>
            <w:bookmarkEnd w:id="217"/>
            <w:r>
              <w:rPr>
                <w:b/>
                <w:sz w:val="20"/>
                <w:szCs w:val="20"/>
              </w:rPr>
              <w:t>2 007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1 751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18" w:name="f4r82"/>
            <w:bookmarkEnd w:id="21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19" w:name="f4r83"/>
            <w:bookmarkEnd w:id="21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20" w:name="f4r84"/>
            <w:bookmarkEnd w:id="22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1" w:name="f4r90"/>
            <w:bookmarkEnd w:id="221"/>
            <w:r>
              <w:rPr>
                <w:b/>
                <w:sz w:val="20"/>
                <w:szCs w:val="20"/>
              </w:rPr>
              <w:t>2 107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1 496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2" w:name="f4r91"/>
            <w:bookmarkEnd w:id="222"/>
            <w:r>
              <w:rPr>
                <w:b/>
                <w:sz w:val="20"/>
                <w:szCs w:val="20"/>
              </w:rPr>
              <w:t>947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</w:t>
            </w: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23" w:name="f4r92"/>
            <w:bookmarkEnd w:id="22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4" w:name="f4r93"/>
            <w:bookmarkEnd w:id="224"/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5" w:name="f4r94"/>
            <w:bookmarkEnd w:id="225"/>
            <w:r>
              <w:rPr>
                <w:b/>
                <w:sz w:val="20"/>
                <w:szCs w:val="20"/>
              </w:rPr>
              <w:t>1 026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899</w:t>
            </w:r>
          </w:p>
        </w:tc>
      </w:tr>
      <w:tr w:rsidR="00F45B6F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26" w:name="f4r95"/>
            <w:bookmarkEnd w:id="22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C6511" w:rsidRDefault="00F45B6F" w:rsidP="00F45B6F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>Результат движения денежных средств по текущей, инвестиционной и финансовой деятельности</w:t>
            </w:r>
            <w:r>
              <w:rPr>
                <w:sz w:val="20"/>
                <w:szCs w:val="20"/>
              </w:rPr>
              <w:t xml:space="preserve"> (080-090) </w:t>
            </w:r>
            <w:r w:rsidRPr="005C65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7" w:name="f4r100"/>
            <w:bookmarkEnd w:id="227"/>
            <w:r>
              <w:rPr>
                <w:b/>
                <w:sz w:val="20"/>
                <w:szCs w:val="20"/>
              </w:rPr>
              <w:t>-100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</w:t>
            </w: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C6511" w:rsidRDefault="00F45B6F" w:rsidP="00F45B6F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Результат движения денежных средств </w:t>
            </w:r>
            <w:r>
              <w:rPr>
                <w:sz w:val="20"/>
                <w:szCs w:val="20"/>
              </w:rPr>
              <w:t xml:space="preserve">за отчётный период </w:t>
            </w:r>
            <w:r w:rsidRPr="0034557C">
              <w:rPr>
                <w:sz w:val="20"/>
                <w:szCs w:val="20"/>
              </w:rPr>
              <w:t>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8" w:name="f4r110"/>
            <w:bookmarkEnd w:id="228"/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-12</w:t>
            </w: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C6511" w:rsidRDefault="00F45B6F" w:rsidP="00F45B6F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>
              <w:rPr>
                <w:b/>
                <w:sz w:val="20"/>
                <w:szCs w:val="20"/>
              </w:rPr>
              <w:t>31.12.2022</w:t>
            </w:r>
            <w:r w:rsidRPr="005C6511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29" w:name="f4r120"/>
            <w:bookmarkEnd w:id="229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5C6511" w:rsidRDefault="00F45B6F" w:rsidP="00F45B6F">
            <w:pPr>
              <w:rPr>
                <w:sz w:val="20"/>
                <w:szCs w:val="20"/>
              </w:rPr>
            </w:pPr>
            <w:r w:rsidRPr="005C6511">
              <w:rPr>
                <w:sz w:val="20"/>
                <w:szCs w:val="20"/>
              </w:rPr>
              <w:t xml:space="preserve">Остаток денежных средств и эквивалентов денежных средств на </w:t>
            </w:r>
            <w:r w:rsidRPr="005C6511">
              <w:rPr>
                <w:b/>
                <w:sz w:val="20"/>
                <w:szCs w:val="20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bookmarkStart w:id="230" w:name="f4r130"/>
            <w:bookmarkEnd w:id="230"/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637BBF" w:rsidP="00F45B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B6F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Pr="0034557C" w:rsidRDefault="00F45B6F" w:rsidP="00F45B6F">
            <w:pPr>
              <w:rPr>
                <w:sz w:val="20"/>
                <w:szCs w:val="20"/>
              </w:rPr>
            </w:pPr>
            <w:r w:rsidRPr="0034557C">
              <w:rPr>
                <w:sz w:val="20"/>
                <w:szCs w:val="20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5B6F" w:rsidRDefault="00F45B6F" w:rsidP="00F45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  <w:bookmarkStart w:id="231" w:name="f4r140"/>
            <w:bookmarkEnd w:id="23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5B6F" w:rsidRPr="00522C4E" w:rsidRDefault="00F45B6F" w:rsidP="00F45B6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5B6F" w:rsidRDefault="00F45B6F" w:rsidP="00F45B6F">
      <w:pPr>
        <w:rPr>
          <w:lang w:val="en-US"/>
        </w:rPr>
      </w:pPr>
      <w:r>
        <w:t xml:space="preserve">   </w:t>
      </w:r>
    </w:p>
    <w:p w:rsidR="00F45B6F" w:rsidRDefault="00F45B6F" w:rsidP="00F45B6F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 xml:space="preserve">Руководитель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B2B00"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Н.И.Гриневич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50494D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 ( инициалы, фамилия)</w:t>
      </w:r>
    </w:p>
    <w:p w:rsidR="009B5036" w:rsidRPr="0050494D" w:rsidRDefault="009B5036" w:rsidP="009B5036">
      <w:pPr>
        <w:pStyle w:val="a3"/>
        <w:widowControl w:val="0"/>
        <w:ind w:left="567"/>
        <w:rPr>
          <w:rFonts w:ascii="Times New Roman" w:hAnsi="Times New Roman"/>
          <w:sz w:val="18"/>
          <w:szCs w:val="18"/>
        </w:rPr>
      </w:pPr>
      <w:r w:rsidRPr="006B2B00">
        <w:rPr>
          <w:rFonts w:ascii="Times New Roman" w:hAnsi="Times New Roman"/>
          <w:sz w:val="18"/>
          <w:szCs w:val="18"/>
        </w:rPr>
        <w:t>Главный бухгалтер</w:t>
      </w:r>
      <w:r>
        <w:rPr>
          <w:rFonts w:ascii="Times New Roman" w:hAnsi="Times New Roman"/>
          <w:sz w:val="18"/>
          <w:szCs w:val="18"/>
        </w:rPr>
        <w:t xml:space="preserve"> </w:t>
      </w:r>
      <w:r w:rsidRPr="0050494D">
        <w:rPr>
          <w:rFonts w:ascii="Times New Roman" w:hAnsi="Times New Roman"/>
          <w:sz w:val="18"/>
          <w:szCs w:val="18"/>
        </w:rPr>
        <w:t>___________________________</w:t>
      </w:r>
      <w:r w:rsidRPr="006B2B00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Т.М.Елец</w:t>
      </w:r>
      <w:r w:rsidRPr="006B2B00">
        <w:rPr>
          <w:rFonts w:ascii="Times New Roman" w:hAnsi="Times New Roman"/>
          <w:sz w:val="18"/>
          <w:szCs w:val="18"/>
        </w:rPr>
        <w:t xml:space="preserve">                        </w:t>
      </w:r>
    </w:p>
    <w:p w:rsidR="009B5036" w:rsidRDefault="009B5036" w:rsidP="009B5036">
      <w:pPr>
        <w:pStyle w:val="a3"/>
        <w:widowControl w:val="0"/>
        <w:spacing w:after="240"/>
        <w:ind w:left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</w:t>
      </w:r>
      <w:r w:rsidRPr="00F45B6F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подпись)                                                                              ( инициалы, фамилия)</w:t>
      </w:r>
    </w:p>
    <w:p w:rsidR="009B5036" w:rsidRPr="009B5036" w:rsidRDefault="009B5036" w:rsidP="009B5036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t>20.02 2024г.</w:t>
      </w:r>
    </w:p>
    <w:p w:rsidR="00276D95" w:rsidRPr="009B5036" w:rsidRDefault="009B5036" w:rsidP="007F5A0D">
      <w:pPr>
        <w:pStyle w:val="a3"/>
        <w:widowControl w:val="0"/>
        <w:spacing w:after="240"/>
        <w:ind w:left="567"/>
        <w:jc w:val="right"/>
        <w:rPr>
          <w:rFonts w:ascii="Times New Roman" w:hAnsi="Times New Roman"/>
          <w:iCs/>
          <w:sz w:val="18"/>
          <w:szCs w:val="18"/>
        </w:rPr>
      </w:pPr>
      <w:r w:rsidRPr="009B5036">
        <w:rPr>
          <w:rFonts w:ascii="Times New Roman" w:hAnsi="Times New Roman"/>
          <w:iCs/>
          <w:sz w:val="18"/>
          <w:szCs w:val="18"/>
        </w:rPr>
        <w:br w:type="page"/>
      </w:r>
      <w:r w:rsidR="00F45B6F" w:rsidRPr="00D47376">
        <w:lastRenderedPageBreak/>
        <w:br w:type="page"/>
      </w:r>
      <w:bookmarkEnd w:id="1"/>
      <w:bookmarkEnd w:id="2"/>
    </w:p>
    <w:p w:rsidR="003C6222" w:rsidRPr="00545198" w:rsidRDefault="003C6222" w:rsidP="00151047">
      <w:pPr>
        <w:ind w:left="7655"/>
        <w:rPr>
          <w:sz w:val="18"/>
          <w:szCs w:val="18"/>
        </w:rPr>
      </w:pPr>
    </w:p>
    <w:sectPr w:rsidR="003C6222" w:rsidRPr="00545198" w:rsidSect="006664C1">
      <w:headerReference w:type="even" r:id="rId7"/>
      <w:footerReference w:type="even" r:id="rId8"/>
      <w:headerReference w:type="first" r:id="rId9"/>
      <w:pgSz w:w="11905" w:h="16837" w:code="9"/>
      <w:pgMar w:top="567" w:right="851" w:bottom="567" w:left="1134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3B6" w:rsidRDefault="00C853B6" w:rsidP="00D868CA">
      <w:r>
        <w:separator/>
      </w:r>
    </w:p>
  </w:endnote>
  <w:endnote w:type="continuationSeparator" w:id="0">
    <w:p w:rsidR="00C853B6" w:rsidRDefault="00C853B6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6F" w:rsidRDefault="003D50E3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45B6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45B6F">
      <w:rPr>
        <w:rStyle w:val="ad"/>
        <w:noProof/>
      </w:rPr>
      <w:t>10</w:t>
    </w:r>
    <w:r>
      <w:rPr>
        <w:rStyle w:val="ad"/>
      </w:rPr>
      <w:fldChar w:fldCharType="end"/>
    </w:r>
  </w:p>
  <w:p w:rsidR="00F45B6F" w:rsidRDefault="00F45B6F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3B6" w:rsidRDefault="00C853B6" w:rsidP="00D868CA">
      <w:r>
        <w:separator/>
      </w:r>
    </w:p>
  </w:footnote>
  <w:footnote w:type="continuationSeparator" w:id="0">
    <w:p w:rsidR="00C853B6" w:rsidRDefault="00C853B6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6F" w:rsidRDefault="003D50E3" w:rsidP="00B844E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45B6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45B6F" w:rsidRDefault="00F45B6F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6F" w:rsidRDefault="00F45B6F">
    <w:pPr>
      <w:pStyle w:val="a6"/>
      <w:jc w:val="center"/>
    </w:pPr>
  </w:p>
  <w:p w:rsidR="00F45B6F" w:rsidRDefault="00F45B6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37BBF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4FDF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5FCA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191D"/>
    <w:rsid w:val="0005296E"/>
    <w:rsid w:val="00052B87"/>
    <w:rsid w:val="000530BB"/>
    <w:rsid w:val="00053850"/>
    <w:rsid w:val="00060F03"/>
    <w:rsid w:val="0006360D"/>
    <w:rsid w:val="00063636"/>
    <w:rsid w:val="0006547D"/>
    <w:rsid w:val="00065B88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0D2C"/>
    <w:rsid w:val="00081D6C"/>
    <w:rsid w:val="00082F99"/>
    <w:rsid w:val="00084B90"/>
    <w:rsid w:val="00087A85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4A73"/>
    <w:rsid w:val="000D6481"/>
    <w:rsid w:val="000D7437"/>
    <w:rsid w:val="000D79BC"/>
    <w:rsid w:val="000D7C64"/>
    <w:rsid w:val="000E24B4"/>
    <w:rsid w:val="000E3F53"/>
    <w:rsid w:val="000F1AA2"/>
    <w:rsid w:val="000F21B6"/>
    <w:rsid w:val="000F5B74"/>
    <w:rsid w:val="000F5C1F"/>
    <w:rsid w:val="000F634F"/>
    <w:rsid w:val="000F708D"/>
    <w:rsid w:val="00103968"/>
    <w:rsid w:val="00104E3A"/>
    <w:rsid w:val="0010586B"/>
    <w:rsid w:val="00110231"/>
    <w:rsid w:val="0011032D"/>
    <w:rsid w:val="00110D9B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06FC"/>
    <w:rsid w:val="00141D70"/>
    <w:rsid w:val="00142C71"/>
    <w:rsid w:val="00142D91"/>
    <w:rsid w:val="00143632"/>
    <w:rsid w:val="00144EED"/>
    <w:rsid w:val="00145476"/>
    <w:rsid w:val="00146C09"/>
    <w:rsid w:val="00150C4A"/>
    <w:rsid w:val="00151047"/>
    <w:rsid w:val="001519E6"/>
    <w:rsid w:val="00154E01"/>
    <w:rsid w:val="00155D72"/>
    <w:rsid w:val="00155F63"/>
    <w:rsid w:val="00162572"/>
    <w:rsid w:val="00162F69"/>
    <w:rsid w:val="00166621"/>
    <w:rsid w:val="00170C17"/>
    <w:rsid w:val="001724D4"/>
    <w:rsid w:val="00173AE0"/>
    <w:rsid w:val="00174BD5"/>
    <w:rsid w:val="00181AD3"/>
    <w:rsid w:val="00181C2C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6878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497A"/>
    <w:rsid w:val="002053EF"/>
    <w:rsid w:val="00206B90"/>
    <w:rsid w:val="00206E17"/>
    <w:rsid w:val="00210CB4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52FF"/>
    <w:rsid w:val="00247DE9"/>
    <w:rsid w:val="0025040F"/>
    <w:rsid w:val="00250C71"/>
    <w:rsid w:val="002516D6"/>
    <w:rsid w:val="00254ACA"/>
    <w:rsid w:val="00254B4C"/>
    <w:rsid w:val="002556EB"/>
    <w:rsid w:val="002563B0"/>
    <w:rsid w:val="002604DC"/>
    <w:rsid w:val="00262B13"/>
    <w:rsid w:val="0026388B"/>
    <w:rsid w:val="00264CD8"/>
    <w:rsid w:val="00265192"/>
    <w:rsid w:val="00265301"/>
    <w:rsid w:val="002670BB"/>
    <w:rsid w:val="002673A1"/>
    <w:rsid w:val="00276D95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1909"/>
    <w:rsid w:val="002B3B2F"/>
    <w:rsid w:val="002B57E0"/>
    <w:rsid w:val="002B6860"/>
    <w:rsid w:val="002C1B9D"/>
    <w:rsid w:val="002C294A"/>
    <w:rsid w:val="002C43A0"/>
    <w:rsid w:val="002C547E"/>
    <w:rsid w:val="002D0548"/>
    <w:rsid w:val="002D2142"/>
    <w:rsid w:val="002D36B8"/>
    <w:rsid w:val="002D51CF"/>
    <w:rsid w:val="002D5869"/>
    <w:rsid w:val="002E162E"/>
    <w:rsid w:val="002E1FC8"/>
    <w:rsid w:val="002E2AB2"/>
    <w:rsid w:val="002E4789"/>
    <w:rsid w:val="002E655A"/>
    <w:rsid w:val="002F2227"/>
    <w:rsid w:val="002F2857"/>
    <w:rsid w:val="002F31DF"/>
    <w:rsid w:val="002F4427"/>
    <w:rsid w:val="002F4C5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50E3"/>
    <w:rsid w:val="003D7AC9"/>
    <w:rsid w:val="003E03DB"/>
    <w:rsid w:val="003E0615"/>
    <w:rsid w:val="003E0CA2"/>
    <w:rsid w:val="003E1D4A"/>
    <w:rsid w:val="003E2C7D"/>
    <w:rsid w:val="003F1B5B"/>
    <w:rsid w:val="003F2DAA"/>
    <w:rsid w:val="003F30A7"/>
    <w:rsid w:val="003F319D"/>
    <w:rsid w:val="003F3695"/>
    <w:rsid w:val="003F3736"/>
    <w:rsid w:val="004008FA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FC3"/>
    <w:rsid w:val="00427676"/>
    <w:rsid w:val="0043182D"/>
    <w:rsid w:val="00432770"/>
    <w:rsid w:val="00436EA0"/>
    <w:rsid w:val="00442B22"/>
    <w:rsid w:val="00442CF1"/>
    <w:rsid w:val="004444D6"/>
    <w:rsid w:val="0044454E"/>
    <w:rsid w:val="0044529E"/>
    <w:rsid w:val="004549C6"/>
    <w:rsid w:val="00454E5E"/>
    <w:rsid w:val="0045540D"/>
    <w:rsid w:val="00455D75"/>
    <w:rsid w:val="004575CD"/>
    <w:rsid w:val="004603CC"/>
    <w:rsid w:val="004643C4"/>
    <w:rsid w:val="00465FE2"/>
    <w:rsid w:val="00466A5F"/>
    <w:rsid w:val="00467EB5"/>
    <w:rsid w:val="00471234"/>
    <w:rsid w:val="00471A63"/>
    <w:rsid w:val="00472628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8E3"/>
    <w:rsid w:val="00493507"/>
    <w:rsid w:val="00495D77"/>
    <w:rsid w:val="004A092C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701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360A1"/>
    <w:rsid w:val="00541F44"/>
    <w:rsid w:val="00542D4C"/>
    <w:rsid w:val="00543090"/>
    <w:rsid w:val="00543D97"/>
    <w:rsid w:val="00544BD3"/>
    <w:rsid w:val="00545198"/>
    <w:rsid w:val="00545ED9"/>
    <w:rsid w:val="00550715"/>
    <w:rsid w:val="00554200"/>
    <w:rsid w:val="00560C09"/>
    <w:rsid w:val="005620EA"/>
    <w:rsid w:val="005626BE"/>
    <w:rsid w:val="005627F9"/>
    <w:rsid w:val="00564407"/>
    <w:rsid w:val="00564F51"/>
    <w:rsid w:val="0056567B"/>
    <w:rsid w:val="00566246"/>
    <w:rsid w:val="005714C9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E9A"/>
    <w:rsid w:val="005B6673"/>
    <w:rsid w:val="005B7AB6"/>
    <w:rsid w:val="005C153A"/>
    <w:rsid w:val="005C3647"/>
    <w:rsid w:val="005C5B1D"/>
    <w:rsid w:val="005C7DB2"/>
    <w:rsid w:val="005C7EE0"/>
    <w:rsid w:val="005D0ACE"/>
    <w:rsid w:val="005D0ADA"/>
    <w:rsid w:val="005D203C"/>
    <w:rsid w:val="005D4322"/>
    <w:rsid w:val="005D4C21"/>
    <w:rsid w:val="005D5864"/>
    <w:rsid w:val="005D6DFE"/>
    <w:rsid w:val="005E0023"/>
    <w:rsid w:val="005E2248"/>
    <w:rsid w:val="005E2F63"/>
    <w:rsid w:val="005E4086"/>
    <w:rsid w:val="005E625E"/>
    <w:rsid w:val="005E6FC8"/>
    <w:rsid w:val="005F11AA"/>
    <w:rsid w:val="005F249E"/>
    <w:rsid w:val="005F6E7F"/>
    <w:rsid w:val="00600E51"/>
    <w:rsid w:val="006013DD"/>
    <w:rsid w:val="00603836"/>
    <w:rsid w:val="00604538"/>
    <w:rsid w:val="006061FE"/>
    <w:rsid w:val="0061148C"/>
    <w:rsid w:val="006126E7"/>
    <w:rsid w:val="00613C42"/>
    <w:rsid w:val="00614682"/>
    <w:rsid w:val="00614D30"/>
    <w:rsid w:val="00616C18"/>
    <w:rsid w:val="00617546"/>
    <w:rsid w:val="006212A8"/>
    <w:rsid w:val="006219AE"/>
    <w:rsid w:val="00623B78"/>
    <w:rsid w:val="00623C73"/>
    <w:rsid w:val="00623DB7"/>
    <w:rsid w:val="00624DDD"/>
    <w:rsid w:val="0062578D"/>
    <w:rsid w:val="00626310"/>
    <w:rsid w:val="006368CA"/>
    <w:rsid w:val="00637BBF"/>
    <w:rsid w:val="00637C1F"/>
    <w:rsid w:val="00637DD8"/>
    <w:rsid w:val="00641C59"/>
    <w:rsid w:val="0064278F"/>
    <w:rsid w:val="0064314F"/>
    <w:rsid w:val="00643F20"/>
    <w:rsid w:val="0064607B"/>
    <w:rsid w:val="0065091D"/>
    <w:rsid w:val="00657C73"/>
    <w:rsid w:val="00657F55"/>
    <w:rsid w:val="00661474"/>
    <w:rsid w:val="0066151E"/>
    <w:rsid w:val="006615CC"/>
    <w:rsid w:val="00662332"/>
    <w:rsid w:val="00664F9E"/>
    <w:rsid w:val="00666018"/>
    <w:rsid w:val="006664C1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24B"/>
    <w:rsid w:val="006A26AA"/>
    <w:rsid w:val="006A41B7"/>
    <w:rsid w:val="006A77DC"/>
    <w:rsid w:val="006A785A"/>
    <w:rsid w:val="006A7CA6"/>
    <w:rsid w:val="006B6C5B"/>
    <w:rsid w:val="006C04C0"/>
    <w:rsid w:val="006C1276"/>
    <w:rsid w:val="006C5510"/>
    <w:rsid w:val="006D18CB"/>
    <w:rsid w:val="006D1F70"/>
    <w:rsid w:val="006D2CE9"/>
    <w:rsid w:val="006D4180"/>
    <w:rsid w:val="006D4BB0"/>
    <w:rsid w:val="006D596F"/>
    <w:rsid w:val="006D5C45"/>
    <w:rsid w:val="006D631B"/>
    <w:rsid w:val="006D76A0"/>
    <w:rsid w:val="006E491D"/>
    <w:rsid w:val="006E79BB"/>
    <w:rsid w:val="006E7B02"/>
    <w:rsid w:val="006E7BC5"/>
    <w:rsid w:val="006F0323"/>
    <w:rsid w:val="006F1284"/>
    <w:rsid w:val="006F7E0A"/>
    <w:rsid w:val="00701BDA"/>
    <w:rsid w:val="00701BFF"/>
    <w:rsid w:val="00701F76"/>
    <w:rsid w:val="0070269A"/>
    <w:rsid w:val="007032C1"/>
    <w:rsid w:val="0070609E"/>
    <w:rsid w:val="00707651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28B8"/>
    <w:rsid w:val="00734EA7"/>
    <w:rsid w:val="007377BC"/>
    <w:rsid w:val="007413B9"/>
    <w:rsid w:val="00742062"/>
    <w:rsid w:val="0074493A"/>
    <w:rsid w:val="00746C90"/>
    <w:rsid w:val="00750B21"/>
    <w:rsid w:val="00752878"/>
    <w:rsid w:val="00752C83"/>
    <w:rsid w:val="00752E80"/>
    <w:rsid w:val="00754647"/>
    <w:rsid w:val="00754E43"/>
    <w:rsid w:val="007559DB"/>
    <w:rsid w:val="00755BEC"/>
    <w:rsid w:val="0075650D"/>
    <w:rsid w:val="00761BE2"/>
    <w:rsid w:val="00762B6B"/>
    <w:rsid w:val="00764178"/>
    <w:rsid w:val="00771518"/>
    <w:rsid w:val="00771EC8"/>
    <w:rsid w:val="00773143"/>
    <w:rsid w:val="0077374A"/>
    <w:rsid w:val="007751EE"/>
    <w:rsid w:val="007751F3"/>
    <w:rsid w:val="00775462"/>
    <w:rsid w:val="00777556"/>
    <w:rsid w:val="00780BB8"/>
    <w:rsid w:val="00780CBF"/>
    <w:rsid w:val="007810CB"/>
    <w:rsid w:val="0078171F"/>
    <w:rsid w:val="00784670"/>
    <w:rsid w:val="007859F5"/>
    <w:rsid w:val="007868F6"/>
    <w:rsid w:val="0079051C"/>
    <w:rsid w:val="0079148C"/>
    <w:rsid w:val="00792FD8"/>
    <w:rsid w:val="00793246"/>
    <w:rsid w:val="007935D9"/>
    <w:rsid w:val="00793803"/>
    <w:rsid w:val="00794941"/>
    <w:rsid w:val="00795A96"/>
    <w:rsid w:val="00796203"/>
    <w:rsid w:val="007967BF"/>
    <w:rsid w:val="00796E17"/>
    <w:rsid w:val="007972BC"/>
    <w:rsid w:val="007A02B0"/>
    <w:rsid w:val="007A2781"/>
    <w:rsid w:val="007A60E2"/>
    <w:rsid w:val="007B3702"/>
    <w:rsid w:val="007C0257"/>
    <w:rsid w:val="007C0C19"/>
    <w:rsid w:val="007C1624"/>
    <w:rsid w:val="007C1CC1"/>
    <w:rsid w:val="007C1F78"/>
    <w:rsid w:val="007C275E"/>
    <w:rsid w:val="007C27F4"/>
    <w:rsid w:val="007D0EEC"/>
    <w:rsid w:val="007D33DD"/>
    <w:rsid w:val="007D5D2F"/>
    <w:rsid w:val="007E5A8B"/>
    <w:rsid w:val="007F2A56"/>
    <w:rsid w:val="007F5A0D"/>
    <w:rsid w:val="007F73D2"/>
    <w:rsid w:val="007F7DEF"/>
    <w:rsid w:val="00804EC8"/>
    <w:rsid w:val="008053A7"/>
    <w:rsid w:val="00810097"/>
    <w:rsid w:val="008119A6"/>
    <w:rsid w:val="0081292B"/>
    <w:rsid w:val="008172A5"/>
    <w:rsid w:val="008209B4"/>
    <w:rsid w:val="00822084"/>
    <w:rsid w:val="008220CD"/>
    <w:rsid w:val="00823E9B"/>
    <w:rsid w:val="0082530E"/>
    <w:rsid w:val="008259B2"/>
    <w:rsid w:val="00827CF2"/>
    <w:rsid w:val="00833814"/>
    <w:rsid w:val="00834D26"/>
    <w:rsid w:val="00836A80"/>
    <w:rsid w:val="00841102"/>
    <w:rsid w:val="0084514C"/>
    <w:rsid w:val="00845C3A"/>
    <w:rsid w:val="00854E75"/>
    <w:rsid w:val="008565B2"/>
    <w:rsid w:val="00860CFF"/>
    <w:rsid w:val="00861EF8"/>
    <w:rsid w:val="00863913"/>
    <w:rsid w:val="00867EAB"/>
    <w:rsid w:val="00871A3F"/>
    <w:rsid w:val="008738CB"/>
    <w:rsid w:val="008747E2"/>
    <w:rsid w:val="0087486F"/>
    <w:rsid w:val="00876E02"/>
    <w:rsid w:val="00880117"/>
    <w:rsid w:val="008820D3"/>
    <w:rsid w:val="00883384"/>
    <w:rsid w:val="00885946"/>
    <w:rsid w:val="00885DE2"/>
    <w:rsid w:val="0088672A"/>
    <w:rsid w:val="008918C6"/>
    <w:rsid w:val="008919CD"/>
    <w:rsid w:val="008926AD"/>
    <w:rsid w:val="008935CE"/>
    <w:rsid w:val="00893F42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B3E4C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51E4"/>
    <w:rsid w:val="008E58E5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22DD"/>
    <w:rsid w:val="009160B4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76350"/>
    <w:rsid w:val="00986BB7"/>
    <w:rsid w:val="009878EB"/>
    <w:rsid w:val="009879CA"/>
    <w:rsid w:val="00990208"/>
    <w:rsid w:val="00991D6C"/>
    <w:rsid w:val="00995A12"/>
    <w:rsid w:val="009973C7"/>
    <w:rsid w:val="00997EBE"/>
    <w:rsid w:val="009A0CF7"/>
    <w:rsid w:val="009A0DEC"/>
    <w:rsid w:val="009A1A6A"/>
    <w:rsid w:val="009A38FF"/>
    <w:rsid w:val="009A3E24"/>
    <w:rsid w:val="009A5F56"/>
    <w:rsid w:val="009A6358"/>
    <w:rsid w:val="009A6FBC"/>
    <w:rsid w:val="009B082C"/>
    <w:rsid w:val="009B1C6C"/>
    <w:rsid w:val="009B35D5"/>
    <w:rsid w:val="009B427D"/>
    <w:rsid w:val="009B4BAD"/>
    <w:rsid w:val="009B5036"/>
    <w:rsid w:val="009B5AF8"/>
    <w:rsid w:val="009C43B8"/>
    <w:rsid w:val="009C5669"/>
    <w:rsid w:val="009C6773"/>
    <w:rsid w:val="009C78F7"/>
    <w:rsid w:val="009D136C"/>
    <w:rsid w:val="009D2F7C"/>
    <w:rsid w:val="009D3A6B"/>
    <w:rsid w:val="009D52EC"/>
    <w:rsid w:val="009D7410"/>
    <w:rsid w:val="009D7949"/>
    <w:rsid w:val="009E7B15"/>
    <w:rsid w:val="009F0188"/>
    <w:rsid w:val="009F1C1B"/>
    <w:rsid w:val="009F5D09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0552"/>
    <w:rsid w:val="00A3090E"/>
    <w:rsid w:val="00A31899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342A"/>
    <w:rsid w:val="00A63512"/>
    <w:rsid w:val="00A6448A"/>
    <w:rsid w:val="00A6588D"/>
    <w:rsid w:val="00A65B55"/>
    <w:rsid w:val="00A667FB"/>
    <w:rsid w:val="00A676E0"/>
    <w:rsid w:val="00A67DEB"/>
    <w:rsid w:val="00A70647"/>
    <w:rsid w:val="00A71051"/>
    <w:rsid w:val="00A712A7"/>
    <w:rsid w:val="00A7216A"/>
    <w:rsid w:val="00A77C06"/>
    <w:rsid w:val="00A77E3C"/>
    <w:rsid w:val="00A8002C"/>
    <w:rsid w:val="00A812C9"/>
    <w:rsid w:val="00A834B5"/>
    <w:rsid w:val="00A84358"/>
    <w:rsid w:val="00A84A55"/>
    <w:rsid w:val="00A872FC"/>
    <w:rsid w:val="00A9699E"/>
    <w:rsid w:val="00AA094C"/>
    <w:rsid w:val="00AA42AF"/>
    <w:rsid w:val="00AA4B48"/>
    <w:rsid w:val="00AA4BE2"/>
    <w:rsid w:val="00AA772D"/>
    <w:rsid w:val="00AB065A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E7E40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592"/>
    <w:rsid w:val="00B23D51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46DD"/>
    <w:rsid w:val="00B46A38"/>
    <w:rsid w:val="00B471E3"/>
    <w:rsid w:val="00B47368"/>
    <w:rsid w:val="00B4788E"/>
    <w:rsid w:val="00B47FC9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1C0E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332D"/>
    <w:rsid w:val="00BB4B45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4EEB"/>
    <w:rsid w:val="00C153C6"/>
    <w:rsid w:val="00C175BA"/>
    <w:rsid w:val="00C26355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93A"/>
    <w:rsid w:val="00C51ECA"/>
    <w:rsid w:val="00C53BC5"/>
    <w:rsid w:val="00C5667E"/>
    <w:rsid w:val="00C5682A"/>
    <w:rsid w:val="00C6282F"/>
    <w:rsid w:val="00C637A6"/>
    <w:rsid w:val="00C64106"/>
    <w:rsid w:val="00C64739"/>
    <w:rsid w:val="00C67B48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53B6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799"/>
    <w:rsid w:val="00C96AE0"/>
    <w:rsid w:val="00C97A59"/>
    <w:rsid w:val="00CA07C8"/>
    <w:rsid w:val="00CA2995"/>
    <w:rsid w:val="00CA54BC"/>
    <w:rsid w:val="00CB1067"/>
    <w:rsid w:val="00CB363B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3468"/>
    <w:rsid w:val="00CE5946"/>
    <w:rsid w:val="00CE5CD5"/>
    <w:rsid w:val="00CF26F5"/>
    <w:rsid w:val="00CF2A19"/>
    <w:rsid w:val="00CF69FA"/>
    <w:rsid w:val="00CF6B97"/>
    <w:rsid w:val="00CF6E3F"/>
    <w:rsid w:val="00CF7094"/>
    <w:rsid w:val="00CF75EC"/>
    <w:rsid w:val="00CF76A6"/>
    <w:rsid w:val="00CF7C5A"/>
    <w:rsid w:val="00CF7E27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305BE"/>
    <w:rsid w:val="00D309D1"/>
    <w:rsid w:val="00D31066"/>
    <w:rsid w:val="00D3589F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5CC7"/>
    <w:rsid w:val="00D77AB9"/>
    <w:rsid w:val="00D84F65"/>
    <w:rsid w:val="00D853F5"/>
    <w:rsid w:val="00D85BF9"/>
    <w:rsid w:val="00D868CA"/>
    <w:rsid w:val="00D86AB3"/>
    <w:rsid w:val="00D9016D"/>
    <w:rsid w:val="00D92BBE"/>
    <w:rsid w:val="00D940E7"/>
    <w:rsid w:val="00D96808"/>
    <w:rsid w:val="00D96C1A"/>
    <w:rsid w:val="00D97DC7"/>
    <w:rsid w:val="00DB0631"/>
    <w:rsid w:val="00DB421B"/>
    <w:rsid w:val="00DB5409"/>
    <w:rsid w:val="00DB59D6"/>
    <w:rsid w:val="00DC0BED"/>
    <w:rsid w:val="00DC16B5"/>
    <w:rsid w:val="00DC4573"/>
    <w:rsid w:val="00DC55FB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23F7"/>
    <w:rsid w:val="00DF37B8"/>
    <w:rsid w:val="00DF4CC1"/>
    <w:rsid w:val="00DF5C52"/>
    <w:rsid w:val="00E0065C"/>
    <w:rsid w:val="00E06991"/>
    <w:rsid w:val="00E11FFB"/>
    <w:rsid w:val="00E1443D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3A59"/>
    <w:rsid w:val="00E3444A"/>
    <w:rsid w:val="00E358D0"/>
    <w:rsid w:val="00E35C7A"/>
    <w:rsid w:val="00E36C3D"/>
    <w:rsid w:val="00E378B8"/>
    <w:rsid w:val="00E50247"/>
    <w:rsid w:val="00E52D17"/>
    <w:rsid w:val="00E54263"/>
    <w:rsid w:val="00E54592"/>
    <w:rsid w:val="00E55381"/>
    <w:rsid w:val="00E601A9"/>
    <w:rsid w:val="00E602D4"/>
    <w:rsid w:val="00E620D4"/>
    <w:rsid w:val="00E655B6"/>
    <w:rsid w:val="00E66191"/>
    <w:rsid w:val="00E6755E"/>
    <w:rsid w:val="00E70395"/>
    <w:rsid w:val="00E73821"/>
    <w:rsid w:val="00E77E77"/>
    <w:rsid w:val="00E8160C"/>
    <w:rsid w:val="00E8230E"/>
    <w:rsid w:val="00E82CA5"/>
    <w:rsid w:val="00E845B5"/>
    <w:rsid w:val="00E847BF"/>
    <w:rsid w:val="00E85266"/>
    <w:rsid w:val="00E90183"/>
    <w:rsid w:val="00E9084A"/>
    <w:rsid w:val="00E92920"/>
    <w:rsid w:val="00E95246"/>
    <w:rsid w:val="00E9660F"/>
    <w:rsid w:val="00EA053C"/>
    <w:rsid w:val="00EA179D"/>
    <w:rsid w:val="00EA2CF7"/>
    <w:rsid w:val="00EA2E05"/>
    <w:rsid w:val="00EA3428"/>
    <w:rsid w:val="00EA47C4"/>
    <w:rsid w:val="00EB0200"/>
    <w:rsid w:val="00EB645B"/>
    <w:rsid w:val="00EB75DC"/>
    <w:rsid w:val="00EC1E20"/>
    <w:rsid w:val="00EC39E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0D8C"/>
    <w:rsid w:val="00F035F9"/>
    <w:rsid w:val="00F037D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4967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5B6F"/>
    <w:rsid w:val="00F46B52"/>
    <w:rsid w:val="00F50AE5"/>
    <w:rsid w:val="00F515C8"/>
    <w:rsid w:val="00F51DD6"/>
    <w:rsid w:val="00F54B20"/>
    <w:rsid w:val="00F55064"/>
    <w:rsid w:val="00F61434"/>
    <w:rsid w:val="00F6319E"/>
    <w:rsid w:val="00F65160"/>
    <w:rsid w:val="00F65556"/>
    <w:rsid w:val="00F66C6D"/>
    <w:rsid w:val="00F66C8C"/>
    <w:rsid w:val="00F66D89"/>
    <w:rsid w:val="00F70599"/>
    <w:rsid w:val="00F705B8"/>
    <w:rsid w:val="00F7164B"/>
    <w:rsid w:val="00F726B8"/>
    <w:rsid w:val="00F72E46"/>
    <w:rsid w:val="00F72FED"/>
    <w:rsid w:val="00F753EE"/>
    <w:rsid w:val="00F7633F"/>
    <w:rsid w:val="00F80919"/>
    <w:rsid w:val="00F81A8C"/>
    <w:rsid w:val="00F825C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165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668D"/>
    <w:rsid w:val="00FB6AF0"/>
    <w:rsid w:val="00FB7544"/>
    <w:rsid w:val="00FC270A"/>
    <w:rsid w:val="00FC3DD8"/>
    <w:rsid w:val="00FC4D39"/>
    <w:rsid w:val="00FC69C3"/>
    <w:rsid w:val="00FD1A33"/>
    <w:rsid w:val="00FD3A94"/>
    <w:rsid w:val="00FD66B4"/>
    <w:rsid w:val="00FD687E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A5F56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link w:val="a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link w:val="ac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d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e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">
    <w:name w:val="annotation reference"/>
    <w:rsid w:val="00C82253"/>
    <w:rPr>
      <w:sz w:val="16"/>
      <w:szCs w:val="16"/>
    </w:rPr>
  </w:style>
  <w:style w:type="paragraph" w:styleId="af0">
    <w:name w:val="annotation text"/>
    <w:basedOn w:val="a"/>
    <w:link w:val="af1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2">
    <w:name w:val="Balloon Text"/>
    <w:basedOn w:val="a"/>
    <w:link w:val="af3"/>
    <w:rsid w:val="00276EA6"/>
    <w:rPr>
      <w:rFonts w:ascii="Tahoma" w:hAnsi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4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5">
    <w:name w:val="footnote text"/>
    <w:basedOn w:val="a"/>
    <w:link w:val="af6"/>
    <w:rsid w:val="000D79B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0D79BC"/>
  </w:style>
  <w:style w:type="character" w:styleId="af7">
    <w:name w:val="footnote reference"/>
    <w:rsid w:val="000D79BC"/>
    <w:rPr>
      <w:vertAlign w:val="superscript"/>
    </w:rPr>
  </w:style>
  <w:style w:type="character" w:styleId="af8">
    <w:name w:val="Hyperlink"/>
    <w:rsid w:val="000D79BC"/>
    <w:rPr>
      <w:color w:val="0000FF"/>
      <w:u w:val="single"/>
    </w:rPr>
  </w:style>
  <w:style w:type="character" w:styleId="af9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2B6860"/>
  </w:style>
  <w:style w:type="character" w:customStyle="1" w:styleId="aa">
    <w:name w:val="Название Знак"/>
    <w:link w:val="11"/>
    <w:rsid w:val="002B6860"/>
    <w:rPr>
      <w:sz w:val="28"/>
    </w:rPr>
  </w:style>
  <w:style w:type="character" w:customStyle="1" w:styleId="ac">
    <w:name w:val="Основной текст Знак"/>
    <w:link w:val="ab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3">
    <w:name w:val="Текст выноски Знак"/>
    <w:link w:val="af2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a">
    <w:name w:val="Знак Знак"/>
    <w:rsid w:val="000F5B74"/>
    <w:rPr>
      <w:rFonts w:ascii="Courier New" w:hAnsi="Courier New"/>
    </w:rPr>
  </w:style>
  <w:style w:type="character" w:customStyle="1" w:styleId="51">
    <w:name w:val="Знак Знак5"/>
    <w:rsid w:val="000F5B74"/>
    <w:rPr>
      <w:b/>
      <w:lang w:val="ru-RU" w:eastAsia="ru-RU" w:bidi="ar-SA"/>
    </w:rPr>
  </w:style>
  <w:style w:type="character" w:customStyle="1" w:styleId="220">
    <w:name w:val="Знак Знак22"/>
    <w:rsid w:val="00BB332D"/>
    <w:rPr>
      <w:b/>
      <w:sz w:val="18"/>
    </w:rPr>
  </w:style>
  <w:style w:type="character" w:customStyle="1" w:styleId="210">
    <w:name w:val="Знак Знак21"/>
    <w:rsid w:val="00BB332D"/>
    <w:rPr>
      <w:b/>
    </w:rPr>
  </w:style>
  <w:style w:type="paragraph" w:styleId="afb">
    <w:name w:val="Document Map"/>
    <w:basedOn w:val="a"/>
    <w:link w:val="afc"/>
    <w:rsid w:val="002556E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link w:val="afb"/>
    <w:rsid w:val="002556EB"/>
    <w:rPr>
      <w:rFonts w:ascii="Tahoma" w:hAnsi="Tahoma" w:cs="Tahoma"/>
      <w:sz w:val="16"/>
      <w:szCs w:val="16"/>
    </w:rPr>
  </w:style>
  <w:style w:type="character" w:customStyle="1" w:styleId="15">
    <w:name w:val="Знак Знак15"/>
    <w:rsid w:val="006664C1"/>
    <w:rPr>
      <w:rFonts w:ascii="Courier New" w:hAnsi="Courier New"/>
      <w:lang w:val="ru-RU" w:eastAsia="ru-RU" w:bidi="ar-SA"/>
    </w:rPr>
  </w:style>
  <w:style w:type="character" w:customStyle="1" w:styleId="24">
    <w:name w:val="Знак Знак24"/>
    <w:rsid w:val="006664C1"/>
    <w:rPr>
      <w:b/>
      <w:sz w:val="18"/>
      <w:lang w:bidi="ar-SA"/>
    </w:rPr>
  </w:style>
  <w:style w:type="character" w:customStyle="1" w:styleId="230">
    <w:name w:val="Знак Знак23"/>
    <w:rsid w:val="006664C1"/>
    <w:rPr>
      <w:b/>
      <w:lang w:bidi="ar-SA"/>
    </w:rPr>
  </w:style>
  <w:style w:type="character" w:customStyle="1" w:styleId="100">
    <w:name w:val="Знак Знак10"/>
    <w:rsid w:val="006664C1"/>
    <w:rPr>
      <w:b/>
      <w:sz w:val="18"/>
      <w:lang w:bidi="ar-SA"/>
    </w:rPr>
  </w:style>
  <w:style w:type="character" w:customStyle="1" w:styleId="25">
    <w:name w:val="Знак Знак25"/>
    <w:rsid w:val="00623C73"/>
    <w:rPr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%2020230_&#1089;&#109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20230_сх</Template>
  <TotalTime>70</TotalTime>
  <Pages>1</Pages>
  <Words>2762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User</dc:creator>
  <cp:keywords/>
  <cp:lastModifiedBy>User</cp:lastModifiedBy>
  <cp:revision>11</cp:revision>
  <cp:lastPrinted>2024-03-26T08:14:00Z</cp:lastPrinted>
  <dcterms:created xsi:type="dcterms:W3CDTF">2024-02-20T08:21:00Z</dcterms:created>
  <dcterms:modified xsi:type="dcterms:W3CDTF">2024-04-23T10:09:00Z</dcterms:modified>
</cp:coreProperties>
</file>